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0B6363" w14:textId="7AB72653" w:rsidR="00111FEA" w:rsidRPr="00183E5E" w:rsidRDefault="007347C3" w:rsidP="00E63499">
      <w:pPr>
        <w:spacing w:before="300" w:after="480" w:line="276" w:lineRule="auto"/>
        <w:jc w:val="center"/>
        <w:rPr>
          <w:rFonts w:asciiTheme="minorHAnsi" w:eastAsia="Aller" w:hAnsiTheme="minorHAnsi" w:cstheme="minorHAnsi"/>
          <w:b/>
          <w:bCs/>
          <w:color w:val="324897"/>
          <w:spacing w:val="10"/>
          <w:w w:val="90"/>
          <w:sz w:val="56"/>
          <w:szCs w:val="52"/>
        </w:rPr>
      </w:pPr>
      <w:r>
        <w:rPr>
          <w:noProof/>
        </w:rPr>
        <w:drawing>
          <wp:anchor distT="0" distB="0" distL="114300" distR="114300" simplePos="0" relativeHeight="251650560" behindDoc="0" locked="0" layoutInCell="1" allowOverlap="1" wp14:anchorId="64EF0244" wp14:editId="5FDE2D30">
            <wp:simplePos x="0" y="0"/>
            <wp:positionH relativeFrom="page">
              <wp:posOffset>-10160</wp:posOffset>
            </wp:positionH>
            <wp:positionV relativeFrom="page">
              <wp:posOffset>0</wp:posOffset>
            </wp:positionV>
            <wp:extent cx="7559675" cy="2640330"/>
            <wp:effectExtent l="0" t="0" r="3175" b="7620"/>
            <wp:wrapTight wrapText="bothSides">
              <wp:wrapPolygon edited="0">
                <wp:start x="0" y="0"/>
                <wp:lineTo x="0" y="21506"/>
                <wp:lineTo x="21555" y="21506"/>
                <wp:lineTo x="21555"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7559675" cy="2640330"/>
                    </a:xfrm>
                    <a:prstGeom prst="rect">
                      <a:avLst/>
                    </a:prstGeom>
                  </pic:spPr>
                </pic:pic>
              </a:graphicData>
            </a:graphic>
            <wp14:sizeRelH relativeFrom="margin">
              <wp14:pctWidth>0</wp14:pctWidth>
            </wp14:sizeRelH>
            <wp14:sizeRelV relativeFrom="margin">
              <wp14:pctHeight>0</wp14:pctHeight>
            </wp14:sizeRelV>
          </wp:anchor>
        </w:drawing>
      </w:r>
      <w:r w:rsidR="00111FEA" w:rsidRPr="00183E5E">
        <w:rPr>
          <w:rFonts w:asciiTheme="minorHAnsi" w:eastAsia="Aller" w:hAnsiTheme="minorHAnsi" w:cstheme="minorHAnsi"/>
          <w:b/>
          <w:bCs/>
          <w:color w:val="324897"/>
          <w:spacing w:val="10"/>
          <w:w w:val="90"/>
          <w:sz w:val="56"/>
          <w:szCs w:val="52"/>
        </w:rPr>
        <w:t>PROGRAMME</w:t>
      </w:r>
    </w:p>
    <w:tbl>
      <w:tblPr>
        <w:tblStyle w:val="Grilledutableau"/>
        <w:tblW w:w="0" w:type="auto"/>
        <w:tblCellSpacing w:w="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74"/>
        <w:gridCol w:w="6614"/>
        <w:gridCol w:w="1376"/>
      </w:tblGrid>
      <w:tr w:rsidR="00F36348" w:rsidRPr="00183E5E" w14:paraId="1B6EA3C2" w14:textId="77777777" w:rsidTr="00E63499">
        <w:trPr>
          <w:tblCellSpacing w:w="71" w:type="dxa"/>
        </w:trPr>
        <w:tc>
          <w:tcPr>
            <w:tcW w:w="1361" w:type="dxa"/>
          </w:tcPr>
          <w:p w14:paraId="0828223E" w14:textId="03CE50E3" w:rsidR="00F36348" w:rsidRPr="00183E5E" w:rsidRDefault="00F36348" w:rsidP="00F36348">
            <w:pPr>
              <w:spacing w:after="0" w:line="276" w:lineRule="auto"/>
              <w:jc w:val="left"/>
              <w:rPr>
                <w:rFonts w:asciiTheme="minorHAnsi" w:hAnsiTheme="minorHAnsi" w:cstheme="minorHAnsi"/>
                <w:b/>
                <w:color w:val="324897"/>
                <w:sz w:val="22"/>
              </w:rPr>
            </w:pPr>
            <w:r w:rsidRPr="00183E5E">
              <w:rPr>
                <w:rFonts w:asciiTheme="minorHAnsi" w:hAnsiTheme="minorHAnsi" w:cstheme="minorHAnsi"/>
                <w:b/>
                <w:color w:val="324897"/>
                <w:sz w:val="22"/>
              </w:rPr>
              <w:t>Introduction</w:t>
            </w:r>
          </w:p>
        </w:tc>
        <w:tc>
          <w:tcPr>
            <w:tcW w:w="6472" w:type="dxa"/>
          </w:tcPr>
          <w:p w14:paraId="06B649B1" w14:textId="16A12609" w:rsidR="00F36348" w:rsidRPr="00183E5E" w:rsidRDefault="00F36348" w:rsidP="00F36348">
            <w:pPr>
              <w:spacing w:after="0" w:line="276" w:lineRule="auto"/>
              <w:rPr>
                <w:rFonts w:asciiTheme="majorHAnsi" w:hAnsiTheme="majorHAnsi" w:cstheme="majorHAnsi"/>
                <w:sz w:val="22"/>
              </w:rPr>
            </w:pPr>
            <w:r w:rsidRPr="00183E5E">
              <w:rPr>
                <w:rFonts w:asciiTheme="majorHAnsi" w:hAnsiTheme="majorHAnsi" w:cstheme="majorHAnsi"/>
                <w:sz w:val="22"/>
              </w:rPr>
              <w:t>A quoi ressemblera l’emploi demain ?</w:t>
            </w:r>
          </w:p>
        </w:tc>
        <w:tc>
          <w:tcPr>
            <w:tcW w:w="1163" w:type="dxa"/>
          </w:tcPr>
          <w:p w14:paraId="1A35C260" w14:textId="052E14F4" w:rsidR="00F36348" w:rsidRPr="00183E5E" w:rsidRDefault="00F36348" w:rsidP="00F36348">
            <w:pPr>
              <w:spacing w:after="0" w:line="276" w:lineRule="auto"/>
              <w:jc w:val="center"/>
              <w:rPr>
                <w:rFonts w:asciiTheme="majorHAnsi" w:hAnsiTheme="majorHAnsi" w:cstheme="majorHAnsi"/>
                <w:color w:val="324897"/>
                <w:sz w:val="22"/>
              </w:rPr>
            </w:pPr>
            <w:r w:rsidRPr="00183E5E">
              <w:rPr>
                <w:rFonts w:asciiTheme="majorHAnsi" w:hAnsiTheme="majorHAnsi" w:cstheme="majorHAnsi"/>
                <w:color w:val="324897"/>
                <w:sz w:val="22"/>
              </w:rPr>
              <w:t>2 vidéos</w:t>
            </w:r>
          </w:p>
        </w:tc>
      </w:tr>
      <w:tr w:rsidR="00F36348" w:rsidRPr="00183E5E" w14:paraId="5EA642BE" w14:textId="77777777" w:rsidTr="00E63499">
        <w:trPr>
          <w:tblCellSpacing w:w="71" w:type="dxa"/>
        </w:trPr>
        <w:tc>
          <w:tcPr>
            <w:tcW w:w="1361" w:type="dxa"/>
          </w:tcPr>
          <w:p w14:paraId="7E8D1CDE" w14:textId="21B7E01E" w:rsidR="00F36348" w:rsidRPr="00183E5E" w:rsidRDefault="00F36348" w:rsidP="00F36348">
            <w:pPr>
              <w:spacing w:after="0" w:line="276" w:lineRule="auto"/>
              <w:jc w:val="left"/>
              <w:rPr>
                <w:rFonts w:asciiTheme="minorHAnsi" w:hAnsiTheme="minorHAnsi" w:cstheme="minorHAnsi"/>
                <w:b/>
                <w:color w:val="324897"/>
                <w:sz w:val="22"/>
              </w:rPr>
            </w:pPr>
            <w:r w:rsidRPr="00183E5E">
              <w:rPr>
                <w:rFonts w:asciiTheme="minorHAnsi" w:hAnsiTheme="minorHAnsi" w:cstheme="minorHAnsi"/>
                <w:b/>
                <w:color w:val="324897"/>
                <w:sz w:val="22"/>
              </w:rPr>
              <w:t>Partie 1</w:t>
            </w:r>
          </w:p>
        </w:tc>
        <w:tc>
          <w:tcPr>
            <w:tcW w:w="6472" w:type="dxa"/>
          </w:tcPr>
          <w:p w14:paraId="06997739" w14:textId="2CD455C7" w:rsidR="00F36348" w:rsidRPr="00183E5E" w:rsidRDefault="00F36348" w:rsidP="00F36348">
            <w:pPr>
              <w:spacing w:after="0" w:line="276" w:lineRule="auto"/>
              <w:rPr>
                <w:rFonts w:asciiTheme="majorHAnsi" w:hAnsiTheme="majorHAnsi" w:cstheme="majorHAnsi"/>
                <w:sz w:val="22"/>
              </w:rPr>
            </w:pPr>
            <w:r w:rsidRPr="00183E5E">
              <w:rPr>
                <w:rFonts w:asciiTheme="majorHAnsi" w:hAnsiTheme="majorHAnsi" w:cstheme="majorHAnsi"/>
                <w:sz w:val="22"/>
              </w:rPr>
              <w:t>Les métiers de la transition écologique : des métiers d’avenir</w:t>
            </w:r>
          </w:p>
        </w:tc>
        <w:tc>
          <w:tcPr>
            <w:tcW w:w="1163" w:type="dxa"/>
          </w:tcPr>
          <w:p w14:paraId="487F81E0" w14:textId="4E2BD6A1" w:rsidR="00F36348" w:rsidRPr="00183E5E" w:rsidRDefault="00F36348" w:rsidP="00F36348">
            <w:pPr>
              <w:spacing w:after="0" w:line="276" w:lineRule="auto"/>
              <w:jc w:val="center"/>
              <w:rPr>
                <w:rFonts w:asciiTheme="majorHAnsi" w:hAnsiTheme="majorHAnsi" w:cstheme="majorHAnsi"/>
                <w:color w:val="324897"/>
                <w:sz w:val="22"/>
              </w:rPr>
            </w:pPr>
            <w:r w:rsidRPr="00183E5E">
              <w:rPr>
                <w:rFonts w:asciiTheme="majorHAnsi" w:hAnsiTheme="majorHAnsi" w:cstheme="majorHAnsi"/>
                <w:color w:val="324897"/>
                <w:sz w:val="22"/>
              </w:rPr>
              <w:t>4 vidéos</w:t>
            </w:r>
          </w:p>
        </w:tc>
      </w:tr>
      <w:tr w:rsidR="00F36348" w:rsidRPr="00183E5E" w14:paraId="33A5FABD" w14:textId="77777777" w:rsidTr="00E63499">
        <w:trPr>
          <w:tblCellSpacing w:w="71" w:type="dxa"/>
        </w:trPr>
        <w:tc>
          <w:tcPr>
            <w:tcW w:w="1361" w:type="dxa"/>
          </w:tcPr>
          <w:p w14:paraId="2B5B6118" w14:textId="39157D65" w:rsidR="00F36348" w:rsidRPr="00183E5E" w:rsidRDefault="00F36348" w:rsidP="00F36348">
            <w:pPr>
              <w:spacing w:after="0" w:line="276" w:lineRule="auto"/>
              <w:jc w:val="left"/>
              <w:rPr>
                <w:rFonts w:asciiTheme="minorHAnsi" w:hAnsiTheme="minorHAnsi" w:cstheme="minorHAnsi"/>
                <w:b/>
                <w:color w:val="324897"/>
                <w:sz w:val="22"/>
              </w:rPr>
            </w:pPr>
            <w:r w:rsidRPr="00183E5E">
              <w:rPr>
                <w:rFonts w:asciiTheme="minorHAnsi" w:hAnsiTheme="minorHAnsi" w:cstheme="minorHAnsi"/>
                <w:b/>
                <w:color w:val="324897"/>
                <w:sz w:val="22"/>
              </w:rPr>
              <w:t>Partie 2</w:t>
            </w:r>
          </w:p>
        </w:tc>
        <w:tc>
          <w:tcPr>
            <w:tcW w:w="6472" w:type="dxa"/>
          </w:tcPr>
          <w:p w14:paraId="6BA8A909" w14:textId="3FD005BE" w:rsidR="00F36348" w:rsidRPr="00183E5E" w:rsidRDefault="00F36348" w:rsidP="00F36348">
            <w:pPr>
              <w:spacing w:after="0" w:line="276" w:lineRule="auto"/>
              <w:rPr>
                <w:rFonts w:asciiTheme="majorHAnsi" w:hAnsiTheme="majorHAnsi" w:cstheme="majorHAnsi"/>
                <w:sz w:val="22"/>
              </w:rPr>
            </w:pPr>
            <w:r w:rsidRPr="00183E5E">
              <w:rPr>
                <w:rFonts w:asciiTheme="majorHAnsi" w:hAnsiTheme="majorHAnsi" w:cstheme="majorHAnsi"/>
                <w:sz w:val="22"/>
              </w:rPr>
              <w:t>Les secteurs d’activité historiquement liés à la transition écologique</w:t>
            </w:r>
          </w:p>
        </w:tc>
        <w:tc>
          <w:tcPr>
            <w:tcW w:w="1163" w:type="dxa"/>
          </w:tcPr>
          <w:p w14:paraId="4069BDDF" w14:textId="5E38073A" w:rsidR="00F36348" w:rsidRPr="00183E5E" w:rsidRDefault="00F36348" w:rsidP="00F36348">
            <w:pPr>
              <w:spacing w:after="0" w:line="276" w:lineRule="auto"/>
              <w:jc w:val="center"/>
              <w:rPr>
                <w:rFonts w:asciiTheme="majorHAnsi" w:hAnsiTheme="majorHAnsi" w:cstheme="majorHAnsi"/>
                <w:color w:val="324897"/>
                <w:sz w:val="22"/>
              </w:rPr>
            </w:pPr>
            <w:r w:rsidRPr="00183E5E">
              <w:rPr>
                <w:rFonts w:asciiTheme="majorHAnsi" w:hAnsiTheme="majorHAnsi" w:cstheme="majorHAnsi"/>
                <w:color w:val="324897"/>
                <w:sz w:val="22"/>
              </w:rPr>
              <w:t>18 vidéos</w:t>
            </w:r>
          </w:p>
        </w:tc>
      </w:tr>
      <w:tr w:rsidR="00F36348" w:rsidRPr="00183E5E" w14:paraId="19CEF2A5" w14:textId="77777777" w:rsidTr="00E63499">
        <w:trPr>
          <w:tblCellSpacing w:w="71" w:type="dxa"/>
        </w:trPr>
        <w:tc>
          <w:tcPr>
            <w:tcW w:w="1361" w:type="dxa"/>
          </w:tcPr>
          <w:p w14:paraId="0190FFA1" w14:textId="4F126E14" w:rsidR="00F36348" w:rsidRPr="00183E5E" w:rsidRDefault="00F36348" w:rsidP="00F36348">
            <w:pPr>
              <w:spacing w:after="0" w:line="276" w:lineRule="auto"/>
              <w:jc w:val="left"/>
              <w:rPr>
                <w:rFonts w:asciiTheme="minorHAnsi" w:hAnsiTheme="minorHAnsi" w:cstheme="minorHAnsi"/>
                <w:b/>
                <w:color w:val="324897"/>
                <w:sz w:val="22"/>
              </w:rPr>
            </w:pPr>
            <w:r w:rsidRPr="00183E5E">
              <w:rPr>
                <w:rFonts w:asciiTheme="minorHAnsi" w:hAnsiTheme="minorHAnsi" w:cstheme="minorHAnsi"/>
                <w:b/>
                <w:color w:val="324897"/>
                <w:sz w:val="22"/>
              </w:rPr>
              <w:t>Partie 3</w:t>
            </w:r>
          </w:p>
        </w:tc>
        <w:tc>
          <w:tcPr>
            <w:tcW w:w="6472" w:type="dxa"/>
          </w:tcPr>
          <w:p w14:paraId="32AB643C" w14:textId="611B5ADE" w:rsidR="00F36348" w:rsidRPr="00183E5E" w:rsidRDefault="00F36348" w:rsidP="00F36348">
            <w:pPr>
              <w:spacing w:after="0" w:line="276" w:lineRule="auto"/>
              <w:rPr>
                <w:rFonts w:asciiTheme="majorHAnsi" w:hAnsiTheme="majorHAnsi" w:cstheme="majorHAnsi"/>
                <w:sz w:val="22"/>
              </w:rPr>
            </w:pPr>
            <w:r w:rsidRPr="00183E5E">
              <w:rPr>
                <w:rFonts w:asciiTheme="majorHAnsi" w:hAnsiTheme="majorHAnsi" w:cstheme="majorHAnsi"/>
                <w:sz w:val="22"/>
              </w:rPr>
              <w:t>Les secteurs d’activité fortement impactés par la transition écologique</w:t>
            </w:r>
          </w:p>
        </w:tc>
        <w:tc>
          <w:tcPr>
            <w:tcW w:w="1163" w:type="dxa"/>
          </w:tcPr>
          <w:p w14:paraId="743113BB" w14:textId="36200361" w:rsidR="00F36348" w:rsidRPr="00183E5E" w:rsidRDefault="00F36348" w:rsidP="00F36348">
            <w:pPr>
              <w:spacing w:after="0" w:line="276" w:lineRule="auto"/>
              <w:jc w:val="center"/>
              <w:rPr>
                <w:rFonts w:asciiTheme="majorHAnsi" w:hAnsiTheme="majorHAnsi" w:cstheme="majorHAnsi"/>
                <w:color w:val="324897"/>
                <w:sz w:val="22"/>
              </w:rPr>
            </w:pPr>
            <w:r w:rsidRPr="00183E5E">
              <w:rPr>
                <w:rFonts w:asciiTheme="majorHAnsi" w:hAnsiTheme="majorHAnsi" w:cstheme="majorHAnsi"/>
                <w:color w:val="324897"/>
                <w:sz w:val="22"/>
              </w:rPr>
              <w:t>30 vidéos</w:t>
            </w:r>
          </w:p>
        </w:tc>
      </w:tr>
      <w:tr w:rsidR="00F36348" w:rsidRPr="00183E5E" w14:paraId="1DAD4B33" w14:textId="77777777" w:rsidTr="00E63499">
        <w:trPr>
          <w:tblCellSpacing w:w="71" w:type="dxa"/>
        </w:trPr>
        <w:tc>
          <w:tcPr>
            <w:tcW w:w="1361" w:type="dxa"/>
          </w:tcPr>
          <w:p w14:paraId="333F6FFF" w14:textId="0CC21871" w:rsidR="00F36348" w:rsidRPr="00183E5E" w:rsidRDefault="00F36348" w:rsidP="00F36348">
            <w:pPr>
              <w:spacing w:after="0" w:line="276" w:lineRule="auto"/>
              <w:jc w:val="left"/>
              <w:rPr>
                <w:rFonts w:asciiTheme="minorHAnsi" w:hAnsiTheme="minorHAnsi" w:cstheme="minorHAnsi"/>
                <w:b/>
                <w:color w:val="324897"/>
                <w:sz w:val="22"/>
              </w:rPr>
            </w:pPr>
            <w:r w:rsidRPr="00183E5E">
              <w:rPr>
                <w:rFonts w:asciiTheme="minorHAnsi" w:hAnsiTheme="minorHAnsi" w:cstheme="minorHAnsi"/>
                <w:b/>
                <w:color w:val="324897"/>
                <w:sz w:val="22"/>
              </w:rPr>
              <w:t>Partie 4</w:t>
            </w:r>
          </w:p>
        </w:tc>
        <w:tc>
          <w:tcPr>
            <w:tcW w:w="6472" w:type="dxa"/>
          </w:tcPr>
          <w:p w14:paraId="23B84B20" w14:textId="56E57884" w:rsidR="00F36348" w:rsidRPr="00183E5E" w:rsidRDefault="00F36348" w:rsidP="00F36348">
            <w:pPr>
              <w:spacing w:after="0" w:line="276" w:lineRule="auto"/>
              <w:rPr>
                <w:rFonts w:asciiTheme="majorHAnsi" w:hAnsiTheme="majorHAnsi" w:cstheme="majorHAnsi"/>
                <w:sz w:val="22"/>
              </w:rPr>
            </w:pPr>
            <w:r w:rsidRPr="00183E5E">
              <w:rPr>
                <w:rFonts w:asciiTheme="majorHAnsi" w:hAnsiTheme="majorHAnsi" w:cstheme="majorHAnsi"/>
                <w:sz w:val="22"/>
              </w:rPr>
              <w:t>Des projets collaboratifs</w:t>
            </w:r>
          </w:p>
        </w:tc>
        <w:tc>
          <w:tcPr>
            <w:tcW w:w="1163" w:type="dxa"/>
          </w:tcPr>
          <w:p w14:paraId="7026DB05" w14:textId="6136B825" w:rsidR="00F36348" w:rsidRPr="00183E5E" w:rsidRDefault="00F36348" w:rsidP="00F36348">
            <w:pPr>
              <w:spacing w:after="0" w:line="276" w:lineRule="auto"/>
              <w:jc w:val="center"/>
              <w:rPr>
                <w:rFonts w:asciiTheme="majorHAnsi" w:hAnsiTheme="majorHAnsi" w:cstheme="majorHAnsi"/>
                <w:color w:val="324897"/>
                <w:sz w:val="22"/>
              </w:rPr>
            </w:pPr>
            <w:r w:rsidRPr="00183E5E">
              <w:rPr>
                <w:rFonts w:asciiTheme="majorHAnsi" w:hAnsiTheme="majorHAnsi" w:cstheme="majorHAnsi"/>
                <w:color w:val="324897"/>
                <w:sz w:val="22"/>
              </w:rPr>
              <w:t>16 vidéos</w:t>
            </w:r>
          </w:p>
        </w:tc>
      </w:tr>
    </w:tbl>
    <w:p w14:paraId="79F0903F" w14:textId="3677A18E" w:rsidR="006923DF" w:rsidRPr="0066083D" w:rsidRDefault="00FE2326" w:rsidP="00E63499">
      <w:pPr>
        <w:pStyle w:val="Titre1"/>
        <w:spacing w:after="240"/>
      </w:pPr>
      <w:r w:rsidRPr="0066083D">
        <w:rPr>
          <w:rFonts w:asciiTheme="minorHAnsi" w:hAnsiTheme="minorHAnsi" w:cstheme="minorHAnsi"/>
        </w:rPr>
        <w:t>Introduction</w:t>
      </w:r>
      <w:r w:rsidR="0066083D" w:rsidRPr="0066083D">
        <w:rPr>
          <w:rFonts w:asciiTheme="minorHAnsi" w:hAnsiTheme="minorHAnsi" w:cstheme="minorHAnsi"/>
        </w:rPr>
        <w:t>.</w:t>
      </w:r>
      <w:r w:rsidR="0066083D" w:rsidRPr="0066083D">
        <w:t xml:space="preserve"> </w:t>
      </w:r>
      <w:r w:rsidR="009B6ACA" w:rsidRPr="0066083D">
        <w:t>A quoi ressemblera l’emploi demain ?</w:t>
      </w:r>
    </w:p>
    <w:p w14:paraId="5645D9EB" w14:textId="659C0C3A" w:rsidR="00065A6F" w:rsidRPr="007347C3" w:rsidRDefault="00F95064" w:rsidP="007347C3">
      <w:pPr>
        <w:spacing w:line="276" w:lineRule="auto"/>
        <w:rPr>
          <w:rFonts w:eastAsia="Lucida Grande" w:cs="Lucida Grande"/>
          <w:color w:val="000000" w:themeColor="text1"/>
          <w:szCs w:val="23"/>
        </w:rPr>
      </w:pPr>
      <w:r>
        <w:t>Voic</w:t>
      </w:r>
      <w:r w:rsidR="007347C3">
        <w:t>i la liste des vidéos proposées :</w:t>
      </w:r>
      <w:r>
        <w:t xml:space="preserve"> </w:t>
      </w:r>
    </w:p>
    <w:p w14:paraId="1CDAC570" w14:textId="0F91C51C" w:rsidR="006923DF" w:rsidRPr="00562516" w:rsidRDefault="0069259F" w:rsidP="00C01EFB">
      <w:pPr>
        <w:pStyle w:val="Paragraphedeliste"/>
        <w:numPr>
          <w:ilvl w:val="0"/>
          <w:numId w:val="1"/>
        </w:numPr>
        <w:spacing w:line="276" w:lineRule="auto"/>
        <w:ind w:left="720"/>
        <w:rPr>
          <w:rFonts w:eastAsia="Lucida Grande" w:cs="Lucida Grande"/>
          <w:color w:val="000000" w:themeColor="text1"/>
          <w:szCs w:val="23"/>
        </w:rPr>
      </w:pPr>
      <w:hyperlink r:id="rId8" w:history="1">
        <w:r w:rsidR="00F93490" w:rsidRPr="009B6ACA">
          <w:rPr>
            <w:rStyle w:val="Lienhypertexte"/>
            <w:rFonts w:eastAsia="Lucida Grande" w:cs="Lucida Grande"/>
            <w:szCs w:val="23"/>
          </w:rPr>
          <w:t>L</w:t>
        </w:r>
        <w:r w:rsidR="00FE2326" w:rsidRPr="009B6ACA">
          <w:rPr>
            <w:rStyle w:val="Lienhypertexte"/>
            <w:rFonts w:eastAsia="Lucida Grande" w:cs="Lucida Grande"/>
            <w:szCs w:val="23"/>
          </w:rPr>
          <w:t>a reconversion écologique, une occasion de changer le travail</w:t>
        </w:r>
      </w:hyperlink>
      <w:r w:rsidR="006923DF" w:rsidRPr="006923DF">
        <w:rPr>
          <w:rFonts w:eastAsia="Lucida Grande" w:cs="Lucida Grande"/>
          <w:color w:val="000000" w:themeColor="text1"/>
          <w:szCs w:val="23"/>
        </w:rPr>
        <w:t xml:space="preserve"> </w:t>
      </w:r>
      <w:r w:rsidR="006923DF">
        <w:rPr>
          <w:rFonts w:eastAsia="Lucida Grande" w:cs="Lucida Grande"/>
          <w:color w:val="000000" w:themeColor="text1"/>
          <w:szCs w:val="23"/>
        </w:rPr>
        <w:t>(</w:t>
      </w:r>
      <w:r w:rsidR="00FE2326">
        <w:rPr>
          <w:rFonts w:eastAsia="Lucida Grande" w:cs="Lucida Grande"/>
          <w:color w:val="000000" w:themeColor="text1"/>
          <w:szCs w:val="23"/>
        </w:rPr>
        <w:t xml:space="preserve">D. </w:t>
      </w:r>
      <w:proofErr w:type="spellStart"/>
      <w:r w:rsidR="00CB6D5D">
        <w:rPr>
          <w:rFonts w:eastAsia="Lucida Grande" w:cs="Lucida Grande"/>
          <w:color w:val="000000" w:themeColor="text1"/>
          <w:szCs w:val="23"/>
        </w:rPr>
        <w:t>Méda</w:t>
      </w:r>
      <w:proofErr w:type="spellEnd"/>
      <w:r w:rsidR="00CB6D5D">
        <w:rPr>
          <w:rFonts w:eastAsia="Lucida Grande" w:cs="Lucida Grande"/>
          <w:color w:val="000000" w:themeColor="text1"/>
          <w:szCs w:val="23"/>
        </w:rPr>
        <w:t>, U</w:t>
      </w:r>
      <w:r w:rsidR="00FE2326">
        <w:rPr>
          <w:rFonts w:eastAsia="Lucida Grande" w:cs="Lucida Grande"/>
          <w:color w:val="000000" w:themeColor="text1"/>
          <w:szCs w:val="23"/>
        </w:rPr>
        <w:t>niversité Paris Dauphine</w:t>
      </w:r>
      <w:r w:rsidR="006923DF" w:rsidRPr="00562516">
        <w:rPr>
          <w:rFonts w:eastAsia="Lucida Grande" w:cs="Lucida Grande"/>
          <w:color w:val="000000" w:themeColor="text1"/>
          <w:szCs w:val="23"/>
        </w:rPr>
        <w:t>)</w:t>
      </w:r>
    </w:p>
    <w:p w14:paraId="0FD5199B" w14:textId="70BFE58A" w:rsidR="006923DF" w:rsidRDefault="0069259F" w:rsidP="00700EA2">
      <w:pPr>
        <w:pStyle w:val="Paragraphedeliste"/>
        <w:numPr>
          <w:ilvl w:val="0"/>
          <w:numId w:val="1"/>
        </w:numPr>
        <w:spacing w:after="360" w:line="276" w:lineRule="auto"/>
        <w:ind w:left="714" w:hanging="357"/>
        <w:rPr>
          <w:rFonts w:eastAsia="Lucida Grande" w:cs="Lucida Grande"/>
          <w:color w:val="000000" w:themeColor="text1"/>
          <w:szCs w:val="23"/>
        </w:rPr>
      </w:pPr>
      <w:hyperlink r:id="rId9" w:history="1">
        <w:r w:rsidR="009C6AA6" w:rsidRPr="009B6ACA">
          <w:rPr>
            <w:rStyle w:val="Lienhypertexte"/>
            <w:rFonts w:eastAsia="Lucida Grande" w:cs="Lucida Grande"/>
            <w:szCs w:val="23"/>
          </w:rPr>
          <w:t xml:space="preserve">Le </w:t>
        </w:r>
        <w:r w:rsidR="00FE2326" w:rsidRPr="009B6ACA">
          <w:rPr>
            <w:rStyle w:val="Lienhypertexte"/>
            <w:rFonts w:eastAsia="Lucida Grande" w:cs="Lucida Grande"/>
            <w:szCs w:val="23"/>
          </w:rPr>
          <w:t xml:space="preserve">mot de la secrétaire générale du Ministère de la </w:t>
        </w:r>
        <w:r w:rsidR="007C7220">
          <w:rPr>
            <w:rStyle w:val="Lienhypertexte"/>
            <w:rFonts w:eastAsia="Lucida Grande" w:cs="Lucida Grande"/>
            <w:szCs w:val="23"/>
          </w:rPr>
          <w:t>t</w:t>
        </w:r>
        <w:r w:rsidR="00FE2326" w:rsidRPr="009B6ACA">
          <w:rPr>
            <w:rStyle w:val="Lienhypertexte"/>
            <w:rFonts w:eastAsia="Lucida Grande" w:cs="Lucida Grande"/>
            <w:szCs w:val="23"/>
          </w:rPr>
          <w:t>ransition écologique</w:t>
        </w:r>
      </w:hyperlink>
      <w:r w:rsidR="00FE2326" w:rsidRPr="00925D0A">
        <w:rPr>
          <w:rFonts w:eastAsia="Lucida Grande" w:cs="Lucida Grande"/>
          <w:color w:val="000000" w:themeColor="text1"/>
          <w:szCs w:val="23"/>
        </w:rPr>
        <w:t xml:space="preserve"> (E</w:t>
      </w:r>
      <w:r w:rsidR="009C6AA6" w:rsidRPr="00925D0A">
        <w:rPr>
          <w:rFonts w:eastAsia="Lucida Grande" w:cs="Lucida Grande"/>
          <w:color w:val="000000" w:themeColor="text1"/>
          <w:szCs w:val="23"/>
        </w:rPr>
        <w:t>.</w:t>
      </w:r>
      <w:r w:rsidR="00FE2326" w:rsidRPr="00925D0A">
        <w:rPr>
          <w:rFonts w:eastAsia="Lucida Grande" w:cs="Lucida Grande"/>
          <w:color w:val="000000" w:themeColor="text1"/>
          <w:szCs w:val="23"/>
        </w:rPr>
        <w:t xml:space="preserve"> </w:t>
      </w:r>
      <w:proofErr w:type="spellStart"/>
      <w:r w:rsidR="00FE2326" w:rsidRPr="00925D0A">
        <w:rPr>
          <w:rFonts w:eastAsia="Lucida Grande" w:cs="Lucida Grande"/>
          <w:color w:val="000000" w:themeColor="text1"/>
          <w:szCs w:val="23"/>
        </w:rPr>
        <w:t>Piette</w:t>
      </w:r>
      <w:proofErr w:type="spellEnd"/>
      <w:r w:rsidR="009C6AA6" w:rsidRPr="00925D0A">
        <w:rPr>
          <w:rFonts w:eastAsia="Lucida Grande" w:cs="Lucida Grande"/>
          <w:color w:val="000000" w:themeColor="text1"/>
          <w:szCs w:val="23"/>
        </w:rPr>
        <w:t>)</w:t>
      </w:r>
    </w:p>
    <w:p w14:paraId="2E8E0CD3" w14:textId="0DCF2DED" w:rsidR="007347C3" w:rsidRPr="00EF280D" w:rsidRDefault="00700EA2" w:rsidP="007347C3">
      <w:pPr>
        <w:pBdr>
          <w:left w:val="doubleWave" w:sz="6" w:space="4" w:color="AA092F"/>
        </w:pBdr>
        <w:spacing w:after="0" w:line="276" w:lineRule="auto"/>
        <w:ind w:left="142"/>
        <w:rPr>
          <w:rFonts w:eastAsia="Lucida Grande" w:cs="Lucida Grande"/>
          <w:i/>
          <w:color w:val="000000" w:themeColor="text1"/>
          <w:szCs w:val="23"/>
        </w:rPr>
      </w:pPr>
      <w:r w:rsidRPr="00183E5E">
        <w:rPr>
          <w:rFonts w:asciiTheme="minorHAnsi" w:eastAsia="Lucida Grande" w:hAnsiTheme="minorHAnsi" w:cstheme="minorHAnsi"/>
          <w:b/>
          <w:i/>
          <w:color w:val="AA092F"/>
          <w:szCs w:val="23"/>
        </w:rPr>
        <w:t>En complément :</w:t>
      </w:r>
      <w:r w:rsidRPr="00700EA2">
        <w:rPr>
          <w:rFonts w:eastAsia="Lucida Grande" w:cs="Lucida Grande"/>
          <w:i/>
          <w:color w:val="000000" w:themeColor="text1"/>
          <w:szCs w:val="23"/>
        </w:rPr>
        <w:t xml:space="preserve"> </w:t>
      </w:r>
      <w:r>
        <w:rPr>
          <w:rFonts w:eastAsia="Lucida Grande" w:cs="Lucida Grande"/>
          <w:i/>
          <w:color w:val="000000" w:themeColor="text1"/>
          <w:szCs w:val="23"/>
        </w:rPr>
        <w:t>p</w:t>
      </w:r>
      <w:r w:rsidR="007347C3" w:rsidRPr="00EF280D">
        <w:rPr>
          <w:rFonts w:eastAsia="Lucida Grande" w:cs="Lucida Grande"/>
          <w:i/>
          <w:color w:val="000000" w:themeColor="text1"/>
          <w:szCs w:val="23"/>
        </w:rPr>
        <w:t>our accéder à une liste de ressources complémentaires sur ces questions, consulte</w:t>
      </w:r>
      <w:r>
        <w:rPr>
          <w:rFonts w:eastAsia="Lucida Grande" w:cs="Lucida Grande"/>
          <w:i/>
          <w:color w:val="000000" w:themeColor="text1"/>
          <w:szCs w:val="23"/>
        </w:rPr>
        <w:t>z</w:t>
      </w:r>
      <w:r w:rsidR="007347C3" w:rsidRPr="00EF280D">
        <w:rPr>
          <w:rFonts w:eastAsia="Lucida Grande" w:cs="Lucida Grande"/>
          <w:i/>
          <w:color w:val="000000" w:themeColor="text1"/>
          <w:szCs w:val="23"/>
        </w:rPr>
        <w:t xml:space="preserve"> la fiche introductive sur les métiers de la transition écologique.</w:t>
      </w:r>
    </w:p>
    <w:p w14:paraId="7D440075" w14:textId="250425AA" w:rsidR="00723278" w:rsidRPr="0066083D" w:rsidRDefault="00925D0A" w:rsidP="00E63499">
      <w:pPr>
        <w:pStyle w:val="Titre1"/>
        <w:spacing w:after="240"/>
        <w:rPr>
          <w:rStyle w:val="Titre1Car"/>
          <w:bCs/>
        </w:rPr>
      </w:pPr>
      <w:r w:rsidRPr="0066083D">
        <w:rPr>
          <w:rStyle w:val="Titre1Car"/>
          <w:rFonts w:asciiTheme="minorHAnsi" w:hAnsiTheme="minorHAnsi" w:cstheme="minorHAnsi"/>
          <w:bCs/>
        </w:rPr>
        <w:t>Partie</w:t>
      </w:r>
      <w:r w:rsidR="00111FEA" w:rsidRPr="0066083D">
        <w:rPr>
          <w:rStyle w:val="Titre1Car"/>
          <w:rFonts w:asciiTheme="minorHAnsi" w:hAnsiTheme="minorHAnsi" w:cstheme="minorHAnsi"/>
          <w:bCs/>
        </w:rPr>
        <w:t xml:space="preserve"> 1</w:t>
      </w:r>
      <w:r w:rsidR="0066083D" w:rsidRPr="0066083D">
        <w:rPr>
          <w:rStyle w:val="Titre1Car"/>
          <w:rFonts w:asciiTheme="minorHAnsi" w:hAnsiTheme="minorHAnsi" w:cstheme="minorHAnsi"/>
          <w:bCs/>
        </w:rPr>
        <w:t>.</w:t>
      </w:r>
      <w:r w:rsidR="009B6ACA" w:rsidRPr="0066083D">
        <w:rPr>
          <w:rStyle w:val="Titre1Car"/>
          <w:bCs/>
        </w:rPr>
        <w:t xml:space="preserve"> Les métiers de la transition écologique : d</w:t>
      </w:r>
      <w:r w:rsidR="00AD56D1" w:rsidRPr="0066083D">
        <w:rPr>
          <w:rStyle w:val="Titre1Car"/>
          <w:bCs/>
        </w:rPr>
        <w:t>es</w:t>
      </w:r>
      <w:r w:rsidR="00FE2326" w:rsidRPr="0066083D">
        <w:rPr>
          <w:rStyle w:val="Titre1Car"/>
          <w:bCs/>
        </w:rPr>
        <w:t xml:space="preserve"> métiers d’avenir</w:t>
      </w:r>
    </w:p>
    <w:p w14:paraId="6B72E5EA" w14:textId="74762A3F" w:rsidR="00FD6894" w:rsidRPr="007347C3" w:rsidRDefault="00FD6894" w:rsidP="00183E5E">
      <w:pPr>
        <w:keepNext/>
        <w:spacing w:line="276" w:lineRule="auto"/>
        <w:rPr>
          <w:rStyle w:val="Titre1Car"/>
          <w:rFonts w:ascii="Cambria" w:eastAsia="Lucida Grande" w:hAnsi="Cambria" w:cs="Lucida Grande"/>
          <w:b/>
          <w:bCs w:val="0"/>
          <w:color w:val="000000" w:themeColor="text1"/>
          <w:sz w:val="23"/>
          <w:szCs w:val="23"/>
        </w:rPr>
      </w:pPr>
      <w:r>
        <w:t>Voici</w:t>
      </w:r>
      <w:r w:rsidR="007347C3">
        <w:t xml:space="preserve"> la liste des vidéos proposées :</w:t>
      </w:r>
    </w:p>
    <w:p w14:paraId="34D28EB4" w14:textId="77777777" w:rsidR="00614508" w:rsidRPr="003B2D50" w:rsidRDefault="00FE2326" w:rsidP="0066083D">
      <w:pPr>
        <w:pStyle w:val="Titre2"/>
      </w:pPr>
      <w:r>
        <w:t>Les secteurs qui recrutent</w:t>
      </w:r>
    </w:p>
    <w:p w14:paraId="0CB94F28" w14:textId="03531E84" w:rsidR="00F93490" w:rsidRDefault="0069259F" w:rsidP="00C01EFB">
      <w:pPr>
        <w:pStyle w:val="Paragraphedeliste"/>
        <w:numPr>
          <w:ilvl w:val="0"/>
          <w:numId w:val="1"/>
        </w:numPr>
        <w:spacing w:line="276" w:lineRule="auto"/>
        <w:ind w:left="720"/>
        <w:rPr>
          <w:rFonts w:eastAsia="Lucida Grande" w:cs="Lucida Grande"/>
          <w:color w:val="000000" w:themeColor="text1"/>
          <w:szCs w:val="23"/>
        </w:rPr>
      </w:pPr>
      <w:hyperlink r:id="rId10" w:history="1">
        <w:r w:rsidR="00FE2326" w:rsidRPr="00B749CE">
          <w:rPr>
            <w:rStyle w:val="Lienhypertexte"/>
            <w:rFonts w:eastAsia="Lucida Grande" w:cs="Lucida Grande"/>
            <w:szCs w:val="23"/>
          </w:rPr>
          <w:t>Transition écologique : quels emplois ?</w:t>
        </w:r>
      </w:hyperlink>
      <w:r w:rsidR="00F93490" w:rsidRPr="006923DF">
        <w:rPr>
          <w:rFonts w:eastAsia="Lucida Grande" w:cs="Lucida Grande"/>
          <w:color w:val="000000" w:themeColor="text1"/>
          <w:szCs w:val="23"/>
        </w:rPr>
        <w:t xml:space="preserve"> </w:t>
      </w:r>
      <w:r w:rsidR="00F93490">
        <w:rPr>
          <w:rFonts w:eastAsia="Lucida Grande" w:cs="Lucida Grande"/>
          <w:color w:val="000000" w:themeColor="text1"/>
          <w:szCs w:val="23"/>
        </w:rPr>
        <w:t>(</w:t>
      </w:r>
      <w:r w:rsidR="00FE2326">
        <w:rPr>
          <w:rFonts w:eastAsia="Lucida Grande" w:cs="Lucida Grande"/>
          <w:color w:val="000000" w:themeColor="text1"/>
          <w:szCs w:val="23"/>
        </w:rPr>
        <w:t xml:space="preserve">S. </w:t>
      </w:r>
      <w:proofErr w:type="spellStart"/>
      <w:r w:rsidR="00FE2326">
        <w:rPr>
          <w:rFonts w:eastAsia="Lucida Grande" w:cs="Lucida Grande"/>
          <w:color w:val="000000" w:themeColor="text1"/>
          <w:szCs w:val="23"/>
        </w:rPr>
        <w:t>Margontier</w:t>
      </w:r>
      <w:proofErr w:type="spellEnd"/>
      <w:r w:rsidR="00FE2326">
        <w:rPr>
          <w:rFonts w:eastAsia="Lucida Grande" w:cs="Lucida Grande"/>
          <w:color w:val="000000" w:themeColor="text1"/>
          <w:szCs w:val="23"/>
        </w:rPr>
        <w:t>, Ministèr</w:t>
      </w:r>
      <w:r w:rsidR="00CB6D5D">
        <w:rPr>
          <w:rFonts w:eastAsia="Lucida Grande" w:cs="Lucida Grande"/>
          <w:color w:val="000000" w:themeColor="text1"/>
          <w:szCs w:val="23"/>
        </w:rPr>
        <w:t xml:space="preserve">e de la </w:t>
      </w:r>
      <w:r w:rsidR="007C7220">
        <w:rPr>
          <w:rFonts w:eastAsia="Lucida Grande" w:cs="Lucida Grande"/>
          <w:color w:val="000000" w:themeColor="text1"/>
          <w:szCs w:val="23"/>
        </w:rPr>
        <w:t>t</w:t>
      </w:r>
      <w:r w:rsidR="00CB6D5D">
        <w:rPr>
          <w:rFonts w:eastAsia="Lucida Grande" w:cs="Lucida Grande"/>
          <w:color w:val="000000" w:themeColor="text1"/>
          <w:szCs w:val="23"/>
        </w:rPr>
        <w:t>ransition écologique</w:t>
      </w:r>
      <w:r w:rsidR="00F93490" w:rsidRPr="00562516">
        <w:rPr>
          <w:rFonts w:eastAsia="Lucida Grande" w:cs="Lucida Grande"/>
          <w:color w:val="000000" w:themeColor="text1"/>
          <w:szCs w:val="23"/>
        </w:rPr>
        <w:t>)</w:t>
      </w:r>
    </w:p>
    <w:p w14:paraId="3C1E7B1D" w14:textId="6C7D2ECD" w:rsidR="00EB31FA" w:rsidRPr="00925D0A" w:rsidRDefault="0069259F" w:rsidP="00C01EFB">
      <w:pPr>
        <w:pStyle w:val="Paragraphedeliste"/>
        <w:numPr>
          <w:ilvl w:val="0"/>
          <w:numId w:val="1"/>
        </w:numPr>
        <w:spacing w:line="276" w:lineRule="auto"/>
        <w:ind w:left="720"/>
        <w:rPr>
          <w:rFonts w:eastAsia="Lucida Grande" w:cs="Lucida Grande"/>
          <w:color w:val="000000" w:themeColor="text1"/>
          <w:szCs w:val="23"/>
        </w:rPr>
      </w:pPr>
      <w:hyperlink r:id="rId11" w:history="1">
        <w:r w:rsidR="00FE2326" w:rsidRPr="00B749CE">
          <w:rPr>
            <w:rStyle w:val="Lienhypertexte"/>
            <w:rFonts w:eastAsia="Lucida Grande" w:cs="Lucida Grande"/>
            <w:szCs w:val="23"/>
          </w:rPr>
          <w:t>Transition énergétique : quels métiers pour demain ?</w:t>
        </w:r>
      </w:hyperlink>
      <w:r w:rsidR="00EB31FA" w:rsidRPr="00925D0A">
        <w:rPr>
          <w:rFonts w:eastAsia="Lucida Grande" w:cs="Lucida Grande"/>
          <w:color w:val="000000" w:themeColor="text1"/>
          <w:szCs w:val="23"/>
        </w:rPr>
        <w:t xml:space="preserve"> (</w:t>
      </w:r>
      <w:r w:rsidR="00FE2326" w:rsidRPr="00925D0A">
        <w:rPr>
          <w:rFonts w:eastAsia="Lucida Grande" w:cs="Lucida Grande"/>
          <w:color w:val="000000" w:themeColor="text1"/>
          <w:szCs w:val="23"/>
        </w:rPr>
        <w:t>V</w:t>
      </w:r>
      <w:r w:rsidR="00EB31FA" w:rsidRPr="00925D0A">
        <w:rPr>
          <w:rFonts w:eastAsia="Lucida Grande" w:cs="Lucida Grande"/>
          <w:color w:val="000000" w:themeColor="text1"/>
          <w:szCs w:val="23"/>
        </w:rPr>
        <w:t>.</w:t>
      </w:r>
      <w:r w:rsidR="00FE2326" w:rsidRPr="00925D0A">
        <w:rPr>
          <w:rFonts w:eastAsia="Lucida Grande" w:cs="Lucida Grande"/>
          <w:color w:val="000000" w:themeColor="text1"/>
          <w:szCs w:val="23"/>
        </w:rPr>
        <w:t xml:space="preserve"> Legrand</w:t>
      </w:r>
      <w:r w:rsidR="00EB31FA" w:rsidRPr="00925D0A">
        <w:rPr>
          <w:rFonts w:eastAsia="Lucida Grande" w:cs="Lucida Grande"/>
          <w:color w:val="000000" w:themeColor="text1"/>
          <w:szCs w:val="23"/>
        </w:rPr>
        <w:t>,</w:t>
      </w:r>
      <w:r w:rsidR="00FE2326" w:rsidRPr="00925D0A">
        <w:rPr>
          <w:rFonts w:eastAsia="Lucida Grande" w:cs="Lucida Grande"/>
          <w:color w:val="000000" w:themeColor="text1"/>
          <w:szCs w:val="23"/>
        </w:rPr>
        <w:t xml:space="preserve"> Institut </w:t>
      </w:r>
      <w:proofErr w:type="spellStart"/>
      <w:r w:rsidR="00FE2326" w:rsidRPr="00925D0A">
        <w:rPr>
          <w:rFonts w:eastAsia="Lucida Grande" w:cs="Lucida Grande"/>
          <w:color w:val="000000" w:themeColor="text1"/>
          <w:szCs w:val="23"/>
        </w:rPr>
        <w:t>négaWatt</w:t>
      </w:r>
      <w:proofErr w:type="spellEnd"/>
      <w:r w:rsidR="00EB31FA" w:rsidRPr="00925D0A">
        <w:rPr>
          <w:rFonts w:eastAsia="Lucida Grande" w:cs="Lucida Grande"/>
          <w:color w:val="000000" w:themeColor="text1"/>
          <w:szCs w:val="23"/>
        </w:rPr>
        <w:t>)</w:t>
      </w:r>
    </w:p>
    <w:p w14:paraId="7865C93F" w14:textId="77777777" w:rsidR="00614508" w:rsidRPr="00925D0A" w:rsidRDefault="00FE2326" w:rsidP="0066083D">
      <w:pPr>
        <w:pStyle w:val="Titre2"/>
      </w:pPr>
      <w:r w:rsidRPr="00925D0A">
        <w:lastRenderedPageBreak/>
        <w:t>Panorama des métiers et des formations</w:t>
      </w:r>
    </w:p>
    <w:p w14:paraId="73E65B30" w14:textId="2083CDF1" w:rsidR="00994EE5" w:rsidRDefault="0069259F" w:rsidP="00C01EFB">
      <w:pPr>
        <w:pStyle w:val="Paragraphedeliste"/>
        <w:numPr>
          <w:ilvl w:val="0"/>
          <w:numId w:val="2"/>
        </w:numPr>
        <w:spacing w:line="276" w:lineRule="auto"/>
        <w:rPr>
          <w:rFonts w:eastAsia="Lucida Grande" w:cs="Lucida Grande"/>
          <w:color w:val="000000" w:themeColor="text1"/>
          <w:szCs w:val="23"/>
        </w:rPr>
      </w:pPr>
      <w:hyperlink r:id="rId12" w:history="1">
        <w:r w:rsidR="00FE2326" w:rsidRPr="00B749CE">
          <w:rPr>
            <w:rStyle w:val="Lienhypertexte"/>
            <w:rFonts w:eastAsia="Lucida Grande" w:cs="Lucida Grande"/>
            <w:szCs w:val="23"/>
          </w:rPr>
          <w:t>Transition écologique : quels métiers et quelles formations ?</w:t>
        </w:r>
      </w:hyperlink>
      <w:r w:rsidR="00722610" w:rsidRPr="00722610">
        <w:rPr>
          <w:rFonts w:eastAsia="Lucida Grande" w:cs="Lucida Grande"/>
          <w:color w:val="000000" w:themeColor="text1"/>
          <w:szCs w:val="23"/>
        </w:rPr>
        <w:t xml:space="preserve"> </w:t>
      </w:r>
      <w:r w:rsidR="00722610">
        <w:rPr>
          <w:rFonts w:eastAsia="Lucida Grande" w:cs="Lucida Grande"/>
          <w:color w:val="000000" w:themeColor="text1"/>
          <w:szCs w:val="23"/>
        </w:rPr>
        <w:t>(</w:t>
      </w:r>
      <w:r w:rsidR="00CB6D5D">
        <w:rPr>
          <w:rFonts w:eastAsia="Lucida Grande" w:cs="Lucida Grande"/>
          <w:color w:val="000000" w:themeColor="text1"/>
          <w:szCs w:val="23"/>
        </w:rPr>
        <w:t xml:space="preserve">N. Tessier, Ministère de la </w:t>
      </w:r>
      <w:r w:rsidR="007C7220">
        <w:rPr>
          <w:rFonts w:eastAsia="Lucida Grande" w:cs="Lucida Grande"/>
          <w:color w:val="000000" w:themeColor="text1"/>
          <w:szCs w:val="23"/>
        </w:rPr>
        <w:t>t</w:t>
      </w:r>
      <w:r w:rsidR="00FE2326">
        <w:rPr>
          <w:rFonts w:eastAsia="Lucida Grande" w:cs="Lucida Grande"/>
          <w:color w:val="000000" w:themeColor="text1"/>
          <w:szCs w:val="23"/>
        </w:rPr>
        <w:t>ransition écologique</w:t>
      </w:r>
      <w:r w:rsidR="00722610">
        <w:rPr>
          <w:rFonts w:eastAsia="Lucida Grande" w:cs="Lucida Grande"/>
          <w:color w:val="000000" w:themeColor="text1"/>
          <w:szCs w:val="23"/>
        </w:rPr>
        <w:t>)</w:t>
      </w:r>
      <w:r w:rsidR="00764B60" w:rsidRPr="00562516">
        <w:rPr>
          <w:rFonts w:eastAsia="Lucida Grande" w:cs="Lucida Grande"/>
          <w:color w:val="000000" w:themeColor="text1"/>
          <w:szCs w:val="23"/>
        </w:rPr>
        <w:tab/>
      </w:r>
    </w:p>
    <w:p w14:paraId="67453074" w14:textId="77777777" w:rsidR="00184F3F" w:rsidRDefault="00FE2326" w:rsidP="0066083D">
      <w:pPr>
        <w:pStyle w:val="Titre2"/>
      </w:pPr>
      <w:r>
        <w:t>Les compétences requises</w:t>
      </w:r>
    </w:p>
    <w:p w14:paraId="2A94864D" w14:textId="08E603B2" w:rsidR="00065A6F" w:rsidRDefault="0069259F" w:rsidP="00F06F1B">
      <w:pPr>
        <w:pStyle w:val="Paragraphedeliste"/>
        <w:numPr>
          <w:ilvl w:val="0"/>
          <w:numId w:val="2"/>
        </w:numPr>
        <w:spacing w:after="360" w:line="276" w:lineRule="auto"/>
        <w:ind w:left="714" w:hanging="357"/>
        <w:rPr>
          <w:rFonts w:eastAsia="Lucida Grande" w:cs="Lucida Grande"/>
          <w:color w:val="000000" w:themeColor="text1"/>
          <w:szCs w:val="23"/>
        </w:rPr>
      </w:pPr>
      <w:hyperlink r:id="rId13" w:history="1">
        <w:r w:rsidR="00184F3F" w:rsidRPr="00B749CE">
          <w:rPr>
            <w:rStyle w:val="Lienhypertexte"/>
            <w:rFonts w:eastAsia="Lucida Grande" w:cs="Lucida Grande"/>
            <w:szCs w:val="23"/>
          </w:rPr>
          <w:t>Les</w:t>
        </w:r>
        <w:r w:rsidR="00FE2326" w:rsidRPr="00B749CE">
          <w:rPr>
            <w:rStyle w:val="Lienhypertexte"/>
            <w:rFonts w:eastAsia="Lucida Grande" w:cs="Lucida Grande"/>
            <w:szCs w:val="23"/>
          </w:rPr>
          <w:t xml:space="preserve"> métiers de la transition écologique</w:t>
        </w:r>
        <w:r w:rsidR="00184F3F" w:rsidRPr="00B749CE">
          <w:rPr>
            <w:rStyle w:val="Lienhypertexte"/>
            <w:rFonts w:eastAsia="Lucida Grande" w:cs="Lucida Grande"/>
            <w:szCs w:val="23"/>
          </w:rPr>
          <w:t xml:space="preserve"> : </w:t>
        </w:r>
        <w:r w:rsidR="00FE2326" w:rsidRPr="00B749CE">
          <w:rPr>
            <w:rStyle w:val="Lienhypertexte"/>
            <w:rFonts w:eastAsia="Lucida Grande" w:cs="Lucida Grande"/>
            <w:szCs w:val="23"/>
          </w:rPr>
          <w:t>quelles compétences ?</w:t>
        </w:r>
      </w:hyperlink>
      <w:r w:rsidR="00FE2326">
        <w:rPr>
          <w:rFonts w:eastAsia="Lucida Grande" w:cs="Lucida Grande"/>
          <w:color w:val="000000" w:themeColor="text1"/>
          <w:szCs w:val="23"/>
        </w:rPr>
        <w:t xml:space="preserve"> </w:t>
      </w:r>
      <w:r w:rsidR="00184F3F" w:rsidRPr="004F3B0E">
        <w:rPr>
          <w:rFonts w:eastAsia="Lucida Grande" w:cs="Lucida Grande"/>
          <w:color w:val="000000" w:themeColor="text1"/>
          <w:szCs w:val="23"/>
        </w:rPr>
        <w:t>(</w:t>
      </w:r>
      <w:r w:rsidR="00FE2326">
        <w:rPr>
          <w:rFonts w:eastAsia="Lucida Grande" w:cs="Lucida Grande"/>
          <w:color w:val="000000" w:themeColor="text1"/>
          <w:szCs w:val="23"/>
        </w:rPr>
        <w:t>S</w:t>
      </w:r>
      <w:r w:rsidR="007C7220">
        <w:rPr>
          <w:rFonts w:eastAsia="Lucida Grande" w:cs="Lucida Grande"/>
          <w:color w:val="000000" w:themeColor="text1"/>
          <w:szCs w:val="23"/>
        </w:rPr>
        <w:t>.</w:t>
      </w:r>
      <w:r w:rsidR="00FE2326">
        <w:rPr>
          <w:rFonts w:eastAsia="Lucida Grande" w:cs="Lucida Grande"/>
          <w:color w:val="000000" w:themeColor="text1"/>
          <w:szCs w:val="23"/>
        </w:rPr>
        <w:t xml:space="preserve"> Cormier, Pôle Emploi</w:t>
      </w:r>
      <w:r w:rsidR="00184F3F" w:rsidRPr="004F3B0E">
        <w:rPr>
          <w:rFonts w:eastAsia="Lucida Grande" w:cs="Lucida Grande"/>
          <w:color w:val="000000" w:themeColor="text1"/>
          <w:szCs w:val="23"/>
        </w:rPr>
        <w:t>)</w:t>
      </w:r>
    </w:p>
    <w:p w14:paraId="743F9736" w14:textId="5AA6634B" w:rsidR="007347C3" w:rsidRPr="00AC0B08" w:rsidRDefault="00F06F1B" w:rsidP="00183E5E">
      <w:pPr>
        <w:pBdr>
          <w:left w:val="doubleWave" w:sz="6" w:space="4" w:color="AA092F"/>
        </w:pBdr>
        <w:spacing w:after="0" w:line="276" w:lineRule="auto"/>
        <w:ind w:left="567"/>
        <w:rPr>
          <w:rFonts w:eastAsia="Lucida Grande" w:cs="Lucida Grande"/>
          <w:i/>
          <w:color w:val="000000" w:themeColor="text1"/>
          <w:szCs w:val="23"/>
        </w:rPr>
      </w:pPr>
      <w:r w:rsidRPr="00183E5E">
        <w:rPr>
          <w:rFonts w:asciiTheme="minorHAnsi" w:eastAsia="Lucida Grande" w:hAnsiTheme="minorHAnsi" w:cstheme="minorHAnsi"/>
          <w:b/>
          <w:i/>
          <w:color w:val="AA092F"/>
          <w:szCs w:val="23"/>
        </w:rPr>
        <w:t>En complément :</w:t>
      </w:r>
      <w:r w:rsidRPr="00F06F1B">
        <w:rPr>
          <w:rFonts w:eastAsia="Lucida Grande" w:cs="Lucida Grande"/>
          <w:i/>
          <w:color w:val="AA092F"/>
          <w:szCs w:val="23"/>
        </w:rPr>
        <w:t xml:space="preserve"> </w:t>
      </w:r>
      <w:r>
        <w:rPr>
          <w:rFonts w:eastAsia="Lucida Grande" w:cs="Lucida Grande"/>
          <w:i/>
          <w:color w:val="000000" w:themeColor="text1"/>
          <w:szCs w:val="23"/>
        </w:rPr>
        <w:t>p</w:t>
      </w:r>
      <w:r w:rsidR="007347C3" w:rsidRPr="00AC0B08">
        <w:rPr>
          <w:rFonts w:eastAsia="Lucida Grande" w:cs="Lucida Grande"/>
          <w:i/>
          <w:color w:val="000000" w:themeColor="text1"/>
          <w:szCs w:val="23"/>
        </w:rPr>
        <w:t xml:space="preserve">our accéder à une liste de ressources complémentaires sur ces questions, </w:t>
      </w:r>
      <w:r w:rsidR="00330AD6">
        <w:rPr>
          <w:rFonts w:eastAsia="Lucida Grande" w:cs="Lucida Grande"/>
          <w:i/>
          <w:color w:val="000000" w:themeColor="text1"/>
          <w:szCs w:val="23"/>
        </w:rPr>
        <w:t xml:space="preserve">consultez </w:t>
      </w:r>
      <w:r w:rsidR="007347C3" w:rsidRPr="00AC0B08">
        <w:rPr>
          <w:rFonts w:eastAsia="Lucida Grande" w:cs="Lucida Grande"/>
          <w:i/>
          <w:color w:val="000000" w:themeColor="text1"/>
          <w:szCs w:val="23"/>
        </w:rPr>
        <w:t>la fiche introductive sur les métiers de la transition écologique.</w:t>
      </w:r>
    </w:p>
    <w:p w14:paraId="6EE2E920" w14:textId="2FAD4A2C" w:rsidR="00AB74B7" w:rsidRPr="0066083D" w:rsidRDefault="00925D0A" w:rsidP="00E63499">
      <w:pPr>
        <w:pStyle w:val="Titre1"/>
        <w:spacing w:after="240"/>
        <w:rPr>
          <w:rStyle w:val="Titre1Car"/>
          <w:b/>
        </w:rPr>
      </w:pPr>
      <w:r w:rsidRPr="0066083D">
        <w:rPr>
          <w:rFonts w:asciiTheme="minorHAnsi" w:hAnsiTheme="minorHAnsi" w:cstheme="minorHAnsi"/>
        </w:rPr>
        <w:t>Partie</w:t>
      </w:r>
      <w:r w:rsidR="0066083D" w:rsidRPr="0066083D">
        <w:rPr>
          <w:rFonts w:asciiTheme="minorHAnsi" w:hAnsiTheme="minorHAnsi" w:cstheme="minorHAnsi"/>
        </w:rPr>
        <w:t> </w:t>
      </w:r>
      <w:r w:rsidR="00111FEA" w:rsidRPr="0066083D">
        <w:rPr>
          <w:rFonts w:asciiTheme="minorHAnsi" w:hAnsiTheme="minorHAnsi" w:cstheme="minorHAnsi"/>
        </w:rPr>
        <w:t>2</w:t>
      </w:r>
      <w:r w:rsidR="0066083D" w:rsidRPr="0066083D">
        <w:rPr>
          <w:rFonts w:asciiTheme="minorHAnsi" w:hAnsiTheme="minorHAnsi" w:cstheme="minorHAnsi"/>
        </w:rPr>
        <w:t>.</w:t>
      </w:r>
      <w:r w:rsidRPr="0066083D">
        <w:t xml:space="preserve"> </w:t>
      </w:r>
      <w:r w:rsidR="006E7887" w:rsidRPr="0066083D">
        <w:rPr>
          <w:rStyle w:val="Titre1Car"/>
        </w:rPr>
        <w:t xml:space="preserve">Les </w:t>
      </w:r>
      <w:r w:rsidR="00FE2326" w:rsidRPr="0066083D">
        <w:rPr>
          <w:rStyle w:val="Titre1Car"/>
        </w:rPr>
        <w:t>secteurs d’activité historiquement liés à la transition écologique</w:t>
      </w:r>
    </w:p>
    <w:p w14:paraId="098281DF" w14:textId="24DB143E" w:rsidR="00004952" w:rsidRDefault="000E30B9" w:rsidP="009149C3">
      <w:pPr>
        <w:spacing w:after="60"/>
      </w:pPr>
      <w:r w:rsidRPr="00643DAA">
        <w:t xml:space="preserve">Cette partie est organisée autour de </w:t>
      </w:r>
      <w:r w:rsidR="00004952" w:rsidRPr="00643DAA">
        <w:t>6</w:t>
      </w:r>
      <w:r w:rsidRPr="00643DAA">
        <w:t xml:space="preserve"> secteurs d’activité historiquement liés à la transition écologique.</w:t>
      </w:r>
      <w:r w:rsidR="000841BB" w:rsidRPr="000841BB">
        <w:t xml:space="preserve"> </w:t>
      </w:r>
      <w:r w:rsidR="000841BB">
        <w:t>Voici</w:t>
      </w:r>
      <w:r w:rsidR="00DE614D">
        <w:t xml:space="preserve"> ci-dessous </w:t>
      </w:r>
      <w:r w:rsidR="000841BB">
        <w:t xml:space="preserve">la liste des </w:t>
      </w:r>
      <w:r w:rsidR="00DE614D">
        <w:t xml:space="preserve">témoignages </w:t>
      </w:r>
      <w:r w:rsidR="000841BB">
        <w:t>vidéos proposées pour chacun d’entre eux</w:t>
      </w:r>
      <w:r w:rsidR="00643DAA">
        <w:t> :</w:t>
      </w:r>
    </w:p>
    <w:p w14:paraId="1D66CD47" w14:textId="77777777" w:rsidR="00AB74B7" w:rsidRPr="0066083D" w:rsidRDefault="0023628F" w:rsidP="0066083D">
      <w:pPr>
        <w:pStyle w:val="Titre2"/>
      </w:pPr>
      <w:r w:rsidRPr="0066083D">
        <w:t>Nature,</w:t>
      </w:r>
      <w:r w:rsidR="009149C3" w:rsidRPr="0066083D">
        <w:t xml:space="preserve"> b</w:t>
      </w:r>
      <w:r w:rsidR="00FE2326" w:rsidRPr="0066083D">
        <w:t>iodiversité</w:t>
      </w:r>
    </w:p>
    <w:p w14:paraId="0BDDEA59" w14:textId="21A622F5" w:rsidR="00562516" w:rsidRPr="00562516" w:rsidRDefault="0069259F" w:rsidP="00C01EFB">
      <w:pPr>
        <w:pStyle w:val="Paragraphedeliste"/>
        <w:numPr>
          <w:ilvl w:val="0"/>
          <w:numId w:val="2"/>
        </w:numPr>
        <w:spacing w:line="276" w:lineRule="auto"/>
        <w:rPr>
          <w:rFonts w:eastAsia="Lucida Grande" w:cs="Lucida Grande"/>
          <w:color w:val="000000" w:themeColor="text1"/>
          <w:szCs w:val="23"/>
        </w:rPr>
      </w:pPr>
      <w:hyperlink r:id="rId14" w:history="1">
        <w:r w:rsidR="00FE2326" w:rsidRPr="00083466">
          <w:rPr>
            <w:rStyle w:val="Lienhypertexte"/>
            <w:rFonts w:eastAsia="Lucida Grande" w:cs="Lucida Grande"/>
            <w:szCs w:val="23"/>
          </w:rPr>
          <w:t xml:space="preserve">Témoignage de Cédric </w:t>
        </w:r>
        <w:proofErr w:type="spellStart"/>
        <w:r w:rsidR="00FE2326" w:rsidRPr="00083466">
          <w:rPr>
            <w:rStyle w:val="Lienhypertexte"/>
            <w:rFonts w:eastAsia="Lucida Grande" w:cs="Lucida Grande"/>
            <w:szCs w:val="23"/>
          </w:rPr>
          <w:t>Ropars</w:t>
        </w:r>
        <w:proofErr w:type="spellEnd"/>
      </w:hyperlink>
      <w:r w:rsidR="00FE2326">
        <w:rPr>
          <w:rFonts w:eastAsia="Lucida Grande" w:cs="Lucida Grande"/>
          <w:color w:val="000000" w:themeColor="text1"/>
          <w:szCs w:val="23"/>
        </w:rPr>
        <w:t>, Inspecteur de l’environnement au sein de l’Office français pour la biodiversité</w:t>
      </w:r>
    </w:p>
    <w:p w14:paraId="5B740BBB" w14:textId="4F61CC23" w:rsidR="00B57509" w:rsidRDefault="0069259F" w:rsidP="00C01EFB">
      <w:pPr>
        <w:pStyle w:val="Paragraphedeliste"/>
        <w:numPr>
          <w:ilvl w:val="0"/>
          <w:numId w:val="2"/>
        </w:numPr>
        <w:spacing w:line="276" w:lineRule="auto"/>
        <w:rPr>
          <w:rFonts w:eastAsia="Lucida Grande" w:cs="Lucida Grande"/>
          <w:color w:val="000000" w:themeColor="text1"/>
          <w:szCs w:val="23"/>
        </w:rPr>
      </w:pPr>
      <w:hyperlink r:id="rId15" w:history="1">
        <w:r w:rsidR="00FE2326" w:rsidRPr="00083466">
          <w:rPr>
            <w:rStyle w:val="Lienhypertexte"/>
            <w:rFonts w:eastAsia="Lucida Grande" w:cs="Lucida Grande"/>
            <w:szCs w:val="23"/>
          </w:rPr>
          <w:t xml:space="preserve">Témoignage de Yann </w:t>
        </w:r>
        <w:proofErr w:type="spellStart"/>
        <w:r w:rsidR="00FE2326" w:rsidRPr="00083466">
          <w:rPr>
            <w:rStyle w:val="Lienhypertexte"/>
            <w:rFonts w:eastAsia="Lucida Grande" w:cs="Lucida Grande"/>
            <w:szCs w:val="23"/>
          </w:rPr>
          <w:t>Toutain</w:t>
        </w:r>
        <w:proofErr w:type="spellEnd"/>
      </w:hyperlink>
      <w:r w:rsidR="00FE2326">
        <w:rPr>
          <w:rFonts w:eastAsia="Lucida Grande" w:cs="Lucida Grande"/>
          <w:color w:val="000000" w:themeColor="text1"/>
          <w:szCs w:val="23"/>
        </w:rPr>
        <w:t xml:space="preserve">, garde technicien sur la réserve naturelle des </w:t>
      </w:r>
      <w:proofErr w:type="spellStart"/>
      <w:r w:rsidR="00FE2326">
        <w:rPr>
          <w:rFonts w:eastAsia="Lucida Grande" w:cs="Lucida Grande"/>
          <w:color w:val="000000" w:themeColor="text1"/>
          <w:szCs w:val="23"/>
        </w:rPr>
        <w:t>Coussouls</w:t>
      </w:r>
      <w:proofErr w:type="spellEnd"/>
      <w:r w:rsidR="00FE2326">
        <w:rPr>
          <w:rFonts w:eastAsia="Lucida Grande" w:cs="Lucida Grande"/>
          <w:color w:val="000000" w:themeColor="text1"/>
          <w:szCs w:val="23"/>
        </w:rPr>
        <w:t xml:space="preserve"> de Crau.</w:t>
      </w:r>
    </w:p>
    <w:p w14:paraId="0DF2F601" w14:textId="282E27A9" w:rsidR="0023628F" w:rsidRDefault="0069259F" w:rsidP="00C01EFB">
      <w:pPr>
        <w:pStyle w:val="Paragraphedeliste"/>
        <w:numPr>
          <w:ilvl w:val="0"/>
          <w:numId w:val="2"/>
        </w:numPr>
        <w:spacing w:line="276" w:lineRule="auto"/>
        <w:rPr>
          <w:rFonts w:eastAsia="Lucida Grande" w:cs="Lucida Grande"/>
          <w:color w:val="000000" w:themeColor="text1"/>
          <w:szCs w:val="23"/>
        </w:rPr>
      </w:pPr>
      <w:hyperlink r:id="rId16" w:history="1">
        <w:r w:rsidR="0046675A" w:rsidRPr="005C72E6">
          <w:rPr>
            <w:rStyle w:val="Lienhypertexte"/>
            <w:rFonts w:eastAsia="Lucida Grande" w:cs="Lucida Grande"/>
            <w:szCs w:val="23"/>
          </w:rPr>
          <w:t xml:space="preserve">Témoignage de </w:t>
        </w:r>
        <w:r w:rsidR="0023628F" w:rsidRPr="005C72E6">
          <w:rPr>
            <w:rStyle w:val="Lienhypertexte"/>
            <w:rFonts w:eastAsia="Lucida Grande" w:cs="Lucida Grande"/>
            <w:szCs w:val="23"/>
          </w:rPr>
          <w:t xml:space="preserve">Régis </w:t>
        </w:r>
        <w:proofErr w:type="spellStart"/>
        <w:r w:rsidR="0023628F" w:rsidRPr="005C72E6">
          <w:rPr>
            <w:rStyle w:val="Lienhypertexte"/>
            <w:rFonts w:eastAsia="Lucida Grande" w:cs="Lucida Grande"/>
            <w:szCs w:val="23"/>
          </w:rPr>
          <w:t>Vianet</w:t>
        </w:r>
        <w:proofErr w:type="spellEnd"/>
      </w:hyperlink>
      <w:r w:rsidR="0023628F">
        <w:rPr>
          <w:rFonts w:eastAsia="Lucida Grande" w:cs="Lucida Grande"/>
          <w:color w:val="000000" w:themeColor="text1"/>
          <w:szCs w:val="23"/>
        </w:rPr>
        <w:t>, gestionnaire de Réserve de Biosphère</w:t>
      </w:r>
    </w:p>
    <w:p w14:paraId="3CD43B83" w14:textId="1498FA3F" w:rsidR="0023628F" w:rsidRDefault="0069259F" w:rsidP="0023628F">
      <w:pPr>
        <w:pStyle w:val="Paragraphedeliste"/>
        <w:numPr>
          <w:ilvl w:val="0"/>
          <w:numId w:val="2"/>
        </w:numPr>
        <w:spacing w:line="276" w:lineRule="auto"/>
        <w:rPr>
          <w:rFonts w:eastAsia="Lucida Grande" w:cs="Lucida Grande"/>
          <w:color w:val="000000" w:themeColor="text1"/>
          <w:szCs w:val="23"/>
        </w:rPr>
      </w:pPr>
      <w:hyperlink r:id="rId17" w:history="1">
        <w:r w:rsidR="0023628F" w:rsidRPr="00083466">
          <w:rPr>
            <w:rStyle w:val="Lienhypertexte"/>
            <w:rFonts w:eastAsia="Lucida Grande" w:cs="Lucida Grande"/>
            <w:szCs w:val="23"/>
          </w:rPr>
          <w:t>Témoignage de Lydia Seto</w:t>
        </w:r>
      </w:hyperlink>
      <w:r w:rsidR="0023628F">
        <w:rPr>
          <w:rFonts w:eastAsia="Lucida Grande" w:cs="Lucida Grande"/>
          <w:color w:val="000000" w:themeColor="text1"/>
          <w:szCs w:val="23"/>
        </w:rPr>
        <w:t>, technicienne forestière à l’Office national des forêts</w:t>
      </w:r>
    </w:p>
    <w:p w14:paraId="34FBDE71" w14:textId="6AFFB16A" w:rsidR="0023628F" w:rsidRDefault="0069259F" w:rsidP="0023628F">
      <w:pPr>
        <w:pStyle w:val="Paragraphedeliste"/>
        <w:numPr>
          <w:ilvl w:val="0"/>
          <w:numId w:val="2"/>
        </w:numPr>
        <w:spacing w:line="276" w:lineRule="auto"/>
        <w:rPr>
          <w:rFonts w:eastAsia="Lucida Grande" w:cs="Lucida Grande"/>
          <w:color w:val="000000" w:themeColor="text1"/>
          <w:szCs w:val="23"/>
        </w:rPr>
      </w:pPr>
      <w:hyperlink r:id="rId18" w:history="1">
        <w:r w:rsidR="0023628F" w:rsidRPr="00083466">
          <w:rPr>
            <w:rStyle w:val="Lienhypertexte"/>
            <w:rFonts w:eastAsia="Lucida Grande" w:cs="Lucida Grande"/>
            <w:szCs w:val="23"/>
          </w:rPr>
          <w:t xml:space="preserve">Témoignage de Paul </w:t>
        </w:r>
        <w:proofErr w:type="spellStart"/>
        <w:r w:rsidR="0023628F" w:rsidRPr="00083466">
          <w:rPr>
            <w:rStyle w:val="Lienhypertexte"/>
            <w:rFonts w:eastAsia="Lucida Grande" w:cs="Lucida Grande"/>
            <w:szCs w:val="23"/>
          </w:rPr>
          <w:t>Haettel</w:t>
        </w:r>
        <w:proofErr w:type="spellEnd"/>
      </w:hyperlink>
      <w:r w:rsidR="0023628F">
        <w:rPr>
          <w:rFonts w:eastAsia="Lucida Grande" w:cs="Lucida Grande"/>
          <w:color w:val="000000" w:themeColor="text1"/>
          <w:szCs w:val="23"/>
        </w:rPr>
        <w:t xml:space="preserve">, chef d’unité forestière territoriale à l’Office national des forêts </w:t>
      </w:r>
    </w:p>
    <w:p w14:paraId="3D916453" w14:textId="77777777" w:rsidR="00BB5201" w:rsidRPr="00AB74B7" w:rsidRDefault="0023628F" w:rsidP="0066083D">
      <w:pPr>
        <w:pStyle w:val="Titre2"/>
      </w:pPr>
      <w:r>
        <w:t>Air, climat</w:t>
      </w:r>
    </w:p>
    <w:p w14:paraId="0DC2A4BD" w14:textId="0055A27C" w:rsidR="00BB5201" w:rsidRDefault="0069259F" w:rsidP="00C01EFB">
      <w:pPr>
        <w:pStyle w:val="Paragraphedeliste"/>
        <w:numPr>
          <w:ilvl w:val="0"/>
          <w:numId w:val="2"/>
        </w:numPr>
        <w:spacing w:line="276" w:lineRule="auto"/>
        <w:rPr>
          <w:rFonts w:eastAsia="Lucida Grande" w:cs="Lucida Grande"/>
          <w:color w:val="000000" w:themeColor="text1"/>
          <w:szCs w:val="23"/>
        </w:rPr>
      </w:pPr>
      <w:hyperlink r:id="rId19" w:history="1">
        <w:r w:rsidR="000E30B9" w:rsidRPr="00A32498">
          <w:rPr>
            <w:rStyle w:val="Lienhypertexte"/>
            <w:rFonts w:eastAsia="Lucida Grande" w:cs="Lucida Grande"/>
            <w:szCs w:val="23"/>
          </w:rPr>
          <w:t xml:space="preserve">Témoignage de Sonia </w:t>
        </w:r>
        <w:proofErr w:type="spellStart"/>
        <w:r w:rsidR="000E30B9" w:rsidRPr="00A32498">
          <w:rPr>
            <w:rStyle w:val="Lienhypertexte"/>
            <w:rFonts w:eastAsia="Lucida Grande" w:cs="Lucida Grande"/>
            <w:szCs w:val="23"/>
          </w:rPr>
          <w:t>Oppo</w:t>
        </w:r>
        <w:proofErr w:type="spellEnd"/>
      </w:hyperlink>
      <w:r w:rsidR="000E30B9">
        <w:rPr>
          <w:rFonts w:eastAsia="Lucida Grande" w:cs="Lucida Grande"/>
          <w:color w:val="000000" w:themeColor="text1"/>
          <w:szCs w:val="23"/>
        </w:rPr>
        <w:t xml:space="preserve">, ingénieure en modélisation à </w:t>
      </w:r>
      <w:proofErr w:type="spellStart"/>
      <w:r w:rsidR="000E30B9">
        <w:rPr>
          <w:rFonts w:eastAsia="Lucida Grande" w:cs="Lucida Grande"/>
          <w:color w:val="000000" w:themeColor="text1"/>
          <w:szCs w:val="23"/>
        </w:rPr>
        <w:t>AtmoSud</w:t>
      </w:r>
      <w:proofErr w:type="spellEnd"/>
    </w:p>
    <w:p w14:paraId="7F369F4D" w14:textId="420B7B87" w:rsidR="004901F9" w:rsidRDefault="0069259F" w:rsidP="00C01EFB">
      <w:pPr>
        <w:pStyle w:val="Paragraphedeliste"/>
        <w:numPr>
          <w:ilvl w:val="0"/>
          <w:numId w:val="2"/>
        </w:numPr>
        <w:spacing w:line="276" w:lineRule="auto"/>
        <w:rPr>
          <w:rFonts w:eastAsia="Lucida Grande" w:cs="Lucida Grande"/>
          <w:color w:val="000000" w:themeColor="text1"/>
          <w:szCs w:val="23"/>
        </w:rPr>
      </w:pPr>
      <w:hyperlink r:id="rId20" w:history="1">
        <w:r w:rsidR="000E30B9" w:rsidRPr="00A32498">
          <w:rPr>
            <w:rStyle w:val="Lienhypertexte"/>
            <w:rFonts w:eastAsia="Lucida Grande" w:cs="Lucida Grande"/>
            <w:szCs w:val="23"/>
          </w:rPr>
          <w:t xml:space="preserve">Témoignage de </w:t>
        </w:r>
        <w:proofErr w:type="spellStart"/>
        <w:r w:rsidR="000E30B9" w:rsidRPr="00A32498">
          <w:rPr>
            <w:rStyle w:val="Lienhypertexte"/>
            <w:rFonts w:eastAsia="Lucida Grande" w:cs="Lucida Grande"/>
            <w:szCs w:val="23"/>
          </w:rPr>
          <w:t>Flavy</w:t>
        </w:r>
        <w:proofErr w:type="spellEnd"/>
        <w:r w:rsidR="000E30B9" w:rsidRPr="00A32498">
          <w:rPr>
            <w:rStyle w:val="Lienhypertexte"/>
            <w:rFonts w:eastAsia="Lucida Grande" w:cs="Lucida Grande"/>
            <w:szCs w:val="23"/>
          </w:rPr>
          <w:t xml:space="preserve"> </w:t>
        </w:r>
        <w:proofErr w:type="spellStart"/>
        <w:r w:rsidR="000E30B9" w:rsidRPr="00A32498">
          <w:rPr>
            <w:rStyle w:val="Lienhypertexte"/>
            <w:rFonts w:eastAsia="Lucida Grande" w:cs="Lucida Grande"/>
            <w:szCs w:val="23"/>
          </w:rPr>
          <w:t>Manieri</w:t>
        </w:r>
        <w:proofErr w:type="spellEnd"/>
      </w:hyperlink>
      <w:r w:rsidR="000E30B9">
        <w:rPr>
          <w:rFonts w:eastAsia="Lucida Grande" w:cs="Lucida Grande"/>
          <w:color w:val="000000" w:themeColor="text1"/>
          <w:szCs w:val="23"/>
        </w:rPr>
        <w:t xml:space="preserve">, technicien de surveillance de la qualité de l’air à </w:t>
      </w:r>
      <w:proofErr w:type="spellStart"/>
      <w:r w:rsidR="000E30B9">
        <w:rPr>
          <w:rFonts w:eastAsia="Lucida Grande" w:cs="Lucida Grande"/>
          <w:color w:val="000000" w:themeColor="text1"/>
          <w:szCs w:val="23"/>
        </w:rPr>
        <w:t>AtmoSud</w:t>
      </w:r>
      <w:proofErr w:type="spellEnd"/>
    </w:p>
    <w:p w14:paraId="6D8A5976" w14:textId="1C4455D2" w:rsidR="0023628F" w:rsidRDefault="0069259F" w:rsidP="0023628F">
      <w:pPr>
        <w:pStyle w:val="Paragraphedeliste"/>
        <w:numPr>
          <w:ilvl w:val="0"/>
          <w:numId w:val="2"/>
        </w:numPr>
        <w:spacing w:line="276" w:lineRule="auto"/>
        <w:rPr>
          <w:rFonts w:eastAsia="Lucida Grande" w:cs="Lucida Grande"/>
          <w:color w:val="000000" w:themeColor="text1"/>
          <w:szCs w:val="23"/>
        </w:rPr>
      </w:pPr>
      <w:hyperlink r:id="rId21" w:history="1">
        <w:r w:rsidR="0046675A" w:rsidRPr="00083466">
          <w:rPr>
            <w:rStyle w:val="Lienhypertexte"/>
            <w:rFonts w:eastAsia="Lucida Grande" w:cs="Lucida Grande"/>
            <w:szCs w:val="23"/>
          </w:rPr>
          <w:t>Témoignage d’</w:t>
        </w:r>
        <w:r w:rsidR="0023628F" w:rsidRPr="00083466">
          <w:rPr>
            <w:rStyle w:val="Lienhypertexte"/>
            <w:rFonts w:eastAsia="Lucida Grande" w:cs="Lucida Grande"/>
            <w:szCs w:val="23"/>
          </w:rPr>
          <w:t xml:space="preserve">Isabelle </w:t>
        </w:r>
        <w:proofErr w:type="spellStart"/>
        <w:r w:rsidR="0023628F" w:rsidRPr="00083466">
          <w:rPr>
            <w:rStyle w:val="Lienhypertexte"/>
            <w:rFonts w:eastAsia="Lucida Grande" w:cs="Lucida Grande"/>
            <w:szCs w:val="23"/>
          </w:rPr>
          <w:t>Boyeau</w:t>
        </w:r>
        <w:proofErr w:type="spellEnd"/>
      </w:hyperlink>
      <w:r w:rsidR="0023628F">
        <w:rPr>
          <w:rFonts w:eastAsia="Lucida Grande" w:cs="Lucida Grande"/>
          <w:color w:val="000000" w:themeColor="text1"/>
          <w:szCs w:val="23"/>
        </w:rPr>
        <w:t>, experte en calcul carbone au sein du groupe Eiffage</w:t>
      </w:r>
    </w:p>
    <w:p w14:paraId="6F96F3E2" w14:textId="77777777" w:rsidR="000E30B9" w:rsidRPr="00AB74B7" w:rsidRDefault="0046675A" w:rsidP="0066083D">
      <w:pPr>
        <w:pStyle w:val="Titre2"/>
      </w:pPr>
      <w:r>
        <w:t>D</w:t>
      </w:r>
      <w:r w:rsidR="000E30B9">
        <w:t>échets</w:t>
      </w:r>
      <w:r>
        <w:t>, ressources</w:t>
      </w:r>
    </w:p>
    <w:p w14:paraId="0D171439" w14:textId="76DDFDF9" w:rsidR="000E30B9" w:rsidRDefault="0069259F" w:rsidP="00C01EFB">
      <w:pPr>
        <w:pStyle w:val="Paragraphedeliste"/>
        <w:numPr>
          <w:ilvl w:val="0"/>
          <w:numId w:val="2"/>
        </w:numPr>
        <w:spacing w:line="276" w:lineRule="auto"/>
        <w:rPr>
          <w:rFonts w:eastAsia="Lucida Grande" w:cs="Lucida Grande"/>
          <w:color w:val="000000" w:themeColor="text1"/>
          <w:szCs w:val="23"/>
        </w:rPr>
      </w:pPr>
      <w:hyperlink r:id="rId22" w:history="1">
        <w:r w:rsidR="000E30B9" w:rsidRPr="00083466">
          <w:rPr>
            <w:rStyle w:val="Lienhypertexte"/>
            <w:rFonts w:eastAsia="Lucida Grande" w:cs="Lucida Grande"/>
            <w:szCs w:val="23"/>
          </w:rPr>
          <w:t>Témoignage de Julien Gras</w:t>
        </w:r>
      </w:hyperlink>
      <w:r w:rsidR="000E30B9">
        <w:rPr>
          <w:rFonts w:eastAsia="Lucida Grande" w:cs="Lucida Grande"/>
          <w:color w:val="000000" w:themeColor="text1"/>
          <w:szCs w:val="23"/>
        </w:rPr>
        <w:t>, conducteur de ligne à Veolia</w:t>
      </w:r>
    </w:p>
    <w:p w14:paraId="496F9092" w14:textId="6A641BF7" w:rsidR="0046675A" w:rsidRDefault="0069259F" w:rsidP="00C01EFB">
      <w:pPr>
        <w:pStyle w:val="Paragraphedeliste"/>
        <w:numPr>
          <w:ilvl w:val="0"/>
          <w:numId w:val="2"/>
        </w:numPr>
        <w:spacing w:line="276" w:lineRule="auto"/>
        <w:rPr>
          <w:rFonts w:eastAsia="Lucida Grande" w:cs="Lucida Grande"/>
          <w:color w:val="000000" w:themeColor="text1"/>
          <w:szCs w:val="23"/>
        </w:rPr>
      </w:pPr>
      <w:hyperlink r:id="rId23" w:history="1">
        <w:r w:rsidR="0046675A" w:rsidRPr="005C72E6">
          <w:rPr>
            <w:rStyle w:val="Lienhypertexte"/>
            <w:rFonts w:eastAsia="Lucida Grande" w:cs="Lucida Grande"/>
            <w:szCs w:val="23"/>
          </w:rPr>
          <w:t xml:space="preserve">Témoignage d’Amélie </w:t>
        </w:r>
        <w:proofErr w:type="spellStart"/>
        <w:r w:rsidR="0046675A" w:rsidRPr="005C72E6">
          <w:rPr>
            <w:rStyle w:val="Lienhypertexte"/>
            <w:rFonts w:eastAsia="Lucida Grande" w:cs="Lucida Grande"/>
            <w:szCs w:val="23"/>
          </w:rPr>
          <w:t>Guigueno</w:t>
        </w:r>
        <w:proofErr w:type="spellEnd"/>
      </w:hyperlink>
      <w:r w:rsidR="0046675A">
        <w:rPr>
          <w:rFonts w:eastAsia="Lucida Grande" w:cs="Lucida Grande"/>
          <w:color w:val="000000" w:themeColor="text1"/>
          <w:szCs w:val="23"/>
        </w:rPr>
        <w:t>, responsable collecte et traitement des déchets, agglomération de Paris-Saclay</w:t>
      </w:r>
      <w:bookmarkStart w:id="0" w:name="_GoBack"/>
      <w:bookmarkEnd w:id="0"/>
    </w:p>
    <w:p w14:paraId="5809FDEA" w14:textId="77777777" w:rsidR="000E30B9" w:rsidRPr="00AB74B7" w:rsidRDefault="0046675A" w:rsidP="0066083D">
      <w:pPr>
        <w:pStyle w:val="Titre2"/>
      </w:pPr>
      <w:r>
        <w:lastRenderedPageBreak/>
        <w:t>E</w:t>
      </w:r>
      <w:r w:rsidR="007B5EF0">
        <w:t>au</w:t>
      </w:r>
      <w:r>
        <w:t>, sol</w:t>
      </w:r>
    </w:p>
    <w:p w14:paraId="125EE1C9" w14:textId="2978D32D" w:rsidR="0046675A" w:rsidRPr="0046675A" w:rsidRDefault="0069259F" w:rsidP="00C01EFB">
      <w:pPr>
        <w:pStyle w:val="Paragraphedeliste"/>
        <w:numPr>
          <w:ilvl w:val="0"/>
          <w:numId w:val="2"/>
        </w:numPr>
        <w:spacing w:line="276" w:lineRule="auto"/>
        <w:rPr>
          <w:rFonts w:eastAsia="Lucida Grande" w:cs="Lucida Grande"/>
          <w:color w:val="000000" w:themeColor="text1"/>
          <w:szCs w:val="23"/>
        </w:rPr>
      </w:pPr>
      <w:hyperlink r:id="rId24" w:history="1">
        <w:r w:rsidR="0046675A" w:rsidRPr="00083466">
          <w:rPr>
            <w:rStyle w:val="Lienhypertexte"/>
            <w:rFonts w:eastAsia="Lucida Grande" w:cs="Lucida Grande"/>
            <w:szCs w:val="23"/>
          </w:rPr>
          <w:t xml:space="preserve">Témoignage de Pierre </w:t>
        </w:r>
        <w:proofErr w:type="spellStart"/>
        <w:r w:rsidR="0046675A" w:rsidRPr="00083466">
          <w:rPr>
            <w:rStyle w:val="Lienhypertexte"/>
            <w:rFonts w:eastAsia="Lucida Grande" w:cs="Lucida Grande"/>
            <w:szCs w:val="23"/>
          </w:rPr>
          <w:t>Hargous</w:t>
        </w:r>
        <w:proofErr w:type="spellEnd"/>
      </w:hyperlink>
      <w:r w:rsidR="0046675A" w:rsidRPr="0046675A">
        <w:rPr>
          <w:rFonts w:eastAsia="Lucida Grande" w:cs="Lucida Grande"/>
          <w:color w:val="000000" w:themeColor="text1"/>
          <w:szCs w:val="23"/>
        </w:rPr>
        <w:t>, chef de groupe traitement au sein de Suez Eau France</w:t>
      </w:r>
    </w:p>
    <w:p w14:paraId="5D08A573" w14:textId="34FFAD11" w:rsidR="000E30B9" w:rsidRPr="003B553E" w:rsidRDefault="0069259F" w:rsidP="00C01EFB">
      <w:pPr>
        <w:pStyle w:val="Paragraphedeliste"/>
        <w:numPr>
          <w:ilvl w:val="0"/>
          <w:numId w:val="2"/>
        </w:numPr>
        <w:spacing w:line="276" w:lineRule="auto"/>
        <w:rPr>
          <w:rFonts w:eastAsia="Lucida Grande" w:cs="Lucida Grande"/>
          <w:i/>
          <w:color w:val="000000" w:themeColor="text1"/>
          <w:szCs w:val="23"/>
        </w:rPr>
      </w:pPr>
      <w:hyperlink r:id="rId25" w:history="1">
        <w:r w:rsidR="000E30B9" w:rsidRPr="00083466">
          <w:rPr>
            <w:rStyle w:val="Lienhypertexte"/>
            <w:rFonts w:eastAsia="Lucida Grande" w:cs="Lucida Grande"/>
            <w:szCs w:val="23"/>
          </w:rPr>
          <w:t>Témoignage de Rébecca Pic</w:t>
        </w:r>
      </w:hyperlink>
      <w:r w:rsidR="000E30B9">
        <w:rPr>
          <w:rFonts w:eastAsia="Lucida Grande" w:cs="Lucida Grande"/>
          <w:color w:val="000000" w:themeColor="text1"/>
          <w:szCs w:val="23"/>
        </w:rPr>
        <w:t xml:space="preserve">, technicienne </w:t>
      </w:r>
      <w:r w:rsidR="0046675A">
        <w:rPr>
          <w:rFonts w:eastAsia="Lucida Grande" w:cs="Lucida Grande"/>
          <w:color w:val="000000" w:themeColor="text1"/>
          <w:szCs w:val="23"/>
        </w:rPr>
        <w:t>en usine de</w:t>
      </w:r>
      <w:r w:rsidR="000E30B9">
        <w:rPr>
          <w:rFonts w:eastAsia="Lucida Grande" w:cs="Lucida Grande"/>
          <w:color w:val="000000" w:themeColor="text1"/>
          <w:szCs w:val="23"/>
        </w:rPr>
        <w:t xml:space="preserve"> traitement</w:t>
      </w:r>
      <w:r w:rsidR="0046675A">
        <w:rPr>
          <w:rFonts w:eastAsia="Lucida Grande" w:cs="Lucida Grande"/>
          <w:color w:val="000000" w:themeColor="text1"/>
          <w:szCs w:val="23"/>
        </w:rPr>
        <w:t xml:space="preserve"> d’eaux usées au sein de la Société d’assainissement de Bordeaux Métropole</w:t>
      </w:r>
    </w:p>
    <w:p w14:paraId="2FC006EB" w14:textId="125DAEC8" w:rsidR="0046675A" w:rsidRPr="0046675A" w:rsidRDefault="0069259F" w:rsidP="00C01EFB">
      <w:pPr>
        <w:pStyle w:val="Paragraphedeliste"/>
        <w:numPr>
          <w:ilvl w:val="0"/>
          <w:numId w:val="2"/>
        </w:numPr>
        <w:spacing w:line="276" w:lineRule="auto"/>
        <w:jc w:val="left"/>
        <w:rPr>
          <w:rFonts w:eastAsia="Lucida Grande" w:cs="Lucida Grande"/>
          <w:i/>
          <w:color w:val="000000" w:themeColor="text1"/>
          <w:szCs w:val="23"/>
        </w:rPr>
      </w:pPr>
      <w:hyperlink r:id="rId26" w:history="1">
        <w:r w:rsidR="000E30B9" w:rsidRPr="006A7611">
          <w:rPr>
            <w:rStyle w:val="Lienhypertexte"/>
            <w:rFonts w:eastAsia="Lucida Grande" w:cs="Lucida Grande"/>
            <w:szCs w:val="23"/>
          </w:rPr>
          <w:t>Témoignage d</w:t>
        </w:r>
        <w:r w:rsidR="0046675A" w:rsidRPr="006A7611">
          <w:rPr>
            <w:rStyle w:val="Lienhypertexte"/>
            <w:rFonts w:eastAsia="Lucida Grande" w:cs="Lucida Grande"/>
            <w:szCs w:val="23"/>
          </w:rPr>
          <w:t>e Jean-Marc Weber</w:t>
        </w:r>
      </w:hyperlink>
      <w:r w:rsidR="0046675A">
        <w:rPr>
          <w:rFonts w:eastAsia="Lucida Grande" w:cs="Lucida Grande"/>
          <w:color w:val="000000" w:themeColor="text1"/>
          <w:szCs w:val="23"/>
        </w:rPr>
        <w:t>, responsable qualité de l’eau au sein de l’</w:t>
      </w:r>
      <w:proofErr w:type="spellStart"/>
      <w:r w:rsidR="0046675A">
        <w:rPr>
          <w:rFonts w:eastAsia="Lucida Grande" w:cs="Lucida Grande"/>
          <w:color w:val="000000" w:themeColor="text1"/>
          <w:szCs w:val="23"/>
        </w:rPr>
        <w:t>Eurométropole</w:t>
      </w:r>
      <w:proofErr w:type="spellEnd"/>
      <w:r w:rsidR="0046675A">
        <w:rPr>
          <w:rFonts w:eastAsia="Lucida Grande" w:cs="Lucida Grande"/>
          <w:color w:val="000000" w:themeColor="text1"/>
          <w:szCs w:val="23"/>
        </w:rPr>
        <w:t xml:space="preserve"> de Strasbourg</w:t>
      </w:r>
    </w:p>
    <w:p w14:paraId="74D62C8D" w14:textId="03C06920" w:rsidR="0046675A" w:rsidRPr="0046675A" w:rsidRDefault="0069259F" w:rsidP="00C01EFB">
      <w:pPr>
        <w:pStyle w:val="Paragraphedeliste"/>
        <w:numPr>
          <w:ilvl w:val="0"/>
          <w:numId w:val="2"/>
        </w:numPr>
        <w:spacing w:line="276" w:lineRule="auto"/>
        <w:jc w:val="left"/>
        <w:rPr>
          <w:rFonts w:eastAsia="Lucida Grande" w:cs="Lucida Grande"/>
          <w:i/>
          <w:color w:val="000000" w:themeColor="text1"/>
          <w:szCs w:val="23"/>
        </w:rPr>
      </w:pPr>
      <w:hyperlink r:id="rId27" w:history="1">
        <w:r w:rsidR="0046675A" w:rsidRPr="006A7611">
          <w:rPr>
            <w:rStyle w:val="Lienhypertexte"/>
            <w:rFonts w:eastAsia="Lucida Grande" w:cs="Lucida Grande"/>
            <w:szCs w:val="23"/>
          </w:rPr>
          <w:t xml:space="preserve">Témoignage de Paul </w:t>
        </w:r>
        <w:proofErr w:type="spellStart"/>
        <w:r w:rsidR="0046675A" w:rsidRPr="006A7611">
          <w:rPr>
            <w:rStyle w:val="Lienhypertexte"/>
            <w:rFonts w:eastAsia="Lucida Grande" w:cs="Lucida Grande"/>
            <w:szCs w:val="23"/>
          </w:rPr>
          <w:t>Pradeau</w:t>
        </w:r>
        <w:proofErr w:type="spellEnd"/>
      </w:hyperlink>
      <w:r w:rsidR="0046675A">
        <w:rPr>
          <w:rFonts w:eastAsia="Lucida Grande" w:cs="Lucida Grande"/>
          <w:color w:val="000000" w:themeColor="text1"/>
          <w:szCs w:val="23"/>
        </w:rPr>
        <w:t xml:space="preserve">, ingénieur R&amp;D au sein de BFG </w:t>
      </w:r>
      <w:proofErr w:type="spellStart"/>
      <w:r w:rsidR="0046675A">
        <w:rPr>
          <w:rFonts w:eastAsia="Lucida Grande" w:cs="Lucida Grande"/>
          <w:color w:val="000000" w:themeColor="text1"/>
          <w:szCs w:val="23"/>
        </w:rPr>
        <w:t>environmental</w:t>
      </w:r>
      <w:proofErr w:type="spellEnd"/>
      <w:r w:rsidR="0046675A">
        <w:rPr>
          <w:rFonts w:eastAsia="Lucida Grande" w:cs="Lucida Grande"/>
          <w:color w:val="000000" w:themeColor="text1"/>
          <w:szCs w:val="23"/>
        </w:rPr>
        <w:t xml:space="preserve"> technologies</w:t>
      </w:r>
    </w:p>
    <w:p w14:paraId="57780C7D" w14:textId="4245506D" w:rsidR="000E30B9" w:rsidRPr="003B553E" w:rsidRDefault="0069259F" w:rsidP="00C01EFB">
      <w:pPr>
        <w:pStyle w:val="Paragraphedeliste"/>
        <w:numPr>
          <w:ilvl w:val="0"/>
          <w:numId w:val="2"/>
        </w:numPr>
        <w:spacing w:line="276" w:lineRule="auto"/>
        <w:jc w:val="left"/>
        <w:rPr>
          <w:rFonts w:eastAsia="Lucida Grande" w:cs="Lucida Grande"/>
          <w:i/>
          <w:color w:val="000000" w:themeColor="text1"/>
          <w:szCs w:val="23"/>
        </w:rPr>
      </w:pPr>
      <w:hyperlink r:id="rId28" w:history="1">
        <w:r w:rsidR="0046675A" w:rsidRPr="006A7611">
          <w:rPr>
            <w:rStyle w:val="Lienhypertexte"/>
            <w:rFonts w:eastAsia="Lucida Grande" w:cs="Lucida Grande"/>
            <w:szCs w:val="23"/>
          </w:rPr>
          <w:t xml:space="preserve">Témoignage de Clothilde </w:t>
        </w:r>
        <w:proofErr w:type="spellStart"/>
        <w:r w:rsidR="0046675A" w:rsidRPr="006A7611">
          <w:rPr>
            <w:rStyle w:val="Lienhypertexte"/>
            <w:rFonts w:eastAsia="Lucida Grande" w:cs="Lucida Grande"/>
            <w:szCs w:val="23"/>
          </w:rPr>
          <w:t>Bourrassin</w:t>
        </w:r>
        <w:proofErr w:type="spellEnd"/>
      </w:hyperlink>
      <w:r w:rsidR="0046675A">
        <w:rPr>
          <w:rFonts w:eastAsia="Lucida Grande" w:cs="Lucida Grande"/>
          <w:color w:val="000000" w:themeColor="text1"/>
          <w:szCs w:val="23"/>
        </w:rPr>
        <w:t>, chargée d’affaires en bureau d’étude.</w:t>
      </w:r>
    </w:p>
    <w:p w14:paraId="33840D93" w14:textId="77777777" w:rsidR="000E30B9" w:rsidRPr="00AB74B7" w:rsidRDefault="0046675A" w:rsidP="0066083D">
      <w:pPr>
        <w:pStyle w:val="Titre2"/>
      </w:pPr>
      <w:r>
        <w:t>E</w:t>
      </w:r>
      <w:r w:rsidR="007B5EF0">
        <w:t>nergie</w:t>
      </w:r>
    </w:p>
    <w:p w14:paraId="6C098509" w14:textId="77777777" w:rsidR="000E30B9" w:rsidRPr="003B553E" w:rsidRDefault="000E30B9" w:rsidP="00C01EFB">
      <w:pPr>
        <w:pStyle w:val="Paragraphedeliste"/>
        <w:numPr>
          <w:ilvl w:val="0"/>
          <w:numId w:val="2"/>
        </w:numPr>
        <w:spacing w:line="276" w:lineRule="auto"/>
        <w:jc w:val="left"/>
        <w:rPr>
          <w:rFonts w:eastAsia="Lucida Grande" w:cs="Lucida Grande"/>
          <w:i/>
          <w:color w:val="000000" w:themeColor="text1"/>
          <w:szCs w:val="23"/>
        </w:rPr>
      </w:pPr>
      <w:r>
        <w:rPr>
          <w:rFonts w:eastAsia="Lucida Grande" w:cs="Lucida Grande"/>
          <w:color w:val="000000" w:themeColor="text1"/>
          <w:szCs w:val="23"/>
        </w:rPr>
        <w:t xml:space="preserve">Témoignage de Romain Barbot, </w:t>
      </w:r>
      <w:r w:rsidR="0046675A">
        <w:rPr>
          <w:rFonts w:eastAsia="Lucida Grande" w:cs="Lucida Grande"/>
          <w:color w:val="000000" w:themeColor="text1"/>
          <w:szCs w:val="23"/>
        </w:rPr>
        <w:t xml:space="preserve">ingénieur énergies renouvelables </w:t>
      </w:r>
      <w:r>
        <w:rPr>
          <w:rFonts w:eastAsia="Lucida Grande" w:cs="Lucida Grande"/>
          <w:color w:val="000000" w:themeColor="text1"/>
          <w:szCs w:val="23"/>
        </w:rPr>
        <w:t xml:space="preserve">à Valorem </w:t>
      </w:r>
      <w:r w:rsidR="003B553E">
        <w:rPr>
          <w:rFonts w:eastAsia="Lucida Grande" w:cs="Lucida Grande"/>
          <w:color w:val="000000" w:themeColor="text1"/>
          <w:szCs w:val="23"/>
        </w:rPr>
        <w:br/>
      </w:r>
      <w:r w:rsidRPr="003B553E">
        <w:rPr>
          <w:rFonts w:eastAsia="Lucida Grande" w:cs="Lucida Grande"/>
          <w:i/>
          <w:color w:val="000000" w:themeColor="text1"/>
          <w:szCs w:val="23"/>
        </w:rPr>
        <w:t>(en cours de production, bientôt disponible)</w:t>
      </w:r>
    </w:p>
    <w:p w14:paraId="444192CB" w14:textId="77777777" w:rsidR="0046675A" w:rsidRPr="00AB74B7" w:rsidRDefault="0046675A" w:rsidP="0066083D">
      <w:pPr>
        <w:pStyle w:val="Titre2"/>
      </w:pPr>
      <w:r>
        <w:t>Ingénierie, risques</w:t>
      </w:r>
    </w:p>
    <w:p w14:paraId="22A95E93" w14:textId="7186A9F2" w:rsidR="0046675A" w:rsidRDefault="0069259F" w:rsidP="0046675A">
      <w:pPr>
        <w:pStyle w:val="Paragraphedeliste"/>
        <w:numPr>
          <w:ilvl w:val="0"/>
          <w:numId w:val="2"/>
        </w:numPr>
        <w:spacing w:line="276" w:lineRule="auto"/>
        <w:rPr>
          <w:rFonts w:eastAsia="Lucida Grande" w:cs="Lucida Grande"/>
          <w:color w:val="000000" w:themeColor="text1"/>
          <w:szCs w:val="23"/>
        </w:rPr>
      </w:pPr>
      <w:hyperlink r:id="rId29" w:history="1">
        <w:r w:rsidR="0046675A" w:rsidRPr="00083466">
          <w:rPr>
            <w:rStyle w:val="Lienhypertexte"/>
            <w:rFonts w:eastAsia="Lucida Grande" w:cs="Lucida Grande"/>
            <w:szCs w:val="23"/>
          </w:rPr>
          <w:t xml:space="preserve">Témoignage de </w:t>
        </w:r>
        <w:proofErr w:type="spellStart"/>
        <w:r w:rsidR="0046675A" w:rsidRPr="00083466">
          <w:rPr>
            <w:rStyle w:val="Lienhypertexte"/>
            <w:rFonts w:eastAsia="Lucida Grande" w:cs="Lucida Grande"/>
            <w:szCs w:val="23"/>
          </w:rPr>
          <w:t>Guinevere</w:t>
        </w:r>
        <w:proofErr w:type="spellEnd"/>
        <w:r w:rsidR="0046675A" w:rsidRPr="00083466">
          <w:rPr>
            <w:rStyle w:val="Lienhypertexte"/>
            <w:rFonts w:eastAsia="Lucida Grande" w:cs="Lucida Grande"/>
            <w:szCs w:val="23"/>
          </w:rPr>
          <w:t xml:space="preserve"> </w:t>
        </w:r>
        <w:proofErr w:type="spellStart"/>
        <w:r w:rsidR="0046675A" w:rsidRPr="00083466">
          <w:rPr>
            <w:rStyle w:val="Lienhypertexte"/>
            <w:rFonts w:eastAsia="Lucida Grande" w:cs="Lucida Grande"/>
            <w:szCs w:val="23"/>
          </w:rPr>
          <w:t>Berben-Bonanno</w:t>
        </w:r>
        <w:proofErr w:type="spellEnd"/>
      </w:hyperlink>
      <w:r w:rsidR="0046675A">
        <w:rPr>
          <w:rFonts w:eastAsia="Lucida Grande" w:cs="Lucida Grande"/>
          <w:color w:val="000000" w:themeColor="text1"/>
          <w:szCs w:val="23"/>
        </w:rPr>
        <w:t>, responsable Hygiène sécurité qualité environnement au sein du SITCOM Côte sud des Landes</w:t>
      </w:r>
    </w:p>
    <w:p w14:paraId="569DE54C" w14:textId="1B5A5846" w:rsidR="00B6050A" w:rsidRDefault="0069259F" w:rsidP="00AA31FE">
      <w:pPr>
        <w:pStyle w:val="Paragraphedeliste"/>
        <w:numPr>
          <w:ilvl w:val="0"/>
          <w:numId w:val="2"/>
        </w:numPr>
        <w:spacing w:after="480" w:line="276" w:lineRule="auto"/>
        <w:ind w:left="714" w:hanging="357"/>
        <w:rPr>
          <w:rFonts w:eastAsia="Lucida Grande" w:cs="Lucida Grande"/>
          <w:color w:val="000000" w:themeColor="text1"/>
          <w:szCs w:val="23"/>
        </w:rPr>
      </w:pPr>
      <w:hyperlink r:id="rId30" w:history="1">
        <w:r w:rsidR="00B6050A" w:rsidRPr="00083466">
          <w:rPr>
            <w:rStyle w:val="Lienhypertexte"/>
            <w:rFonts w:eastAsia="Lucida Grande" w:cs="Lucida Grande"/>
            <w:szCs w:val="23"/>
          </w:rPr>
          <w:t>Témoignage d’Hélène Delmas</w:t>
        </w:r>
      </w:hyperlink>
      <w:r w:rsidR="00B6050A">
        <w:rPr>
          <w:rFonts w:eastAsia="Lucida Grande" w:cs="Lucida Grande"/>
          <w:color w:val="000000" w:themeColor="text1"/>
          <w:szCs w:val="23"/>
        </w:rPr>
        <w:t>, ingénieure environnement au sein du groupe Eiffage</w:t>
      </w:r>
    </w:p>
    <w:p w14:paraId="03A44813" w14:textId="3FD57FDC" w:rsidR="00643DAA" w:rsidRPr="00643DAA" w:rsidRDefault="00643DAA" w:rsidP="00AA31FE">
      <w:pPr>
        <w:pBdr>
          <w:left w:val="doubleWave" w:sz="6" w:space="4" w:color="AA092F"/>
        </w:pBdr>
        <w:spacing w:after="0" w:line="276" w:lineRule="auto"/>
        <w:ind w:left="142"/>
        <w:rPr>
          <w:rFonts w:eastAsia="Lucida Grande" w:cs="Lucida Grande"/>
          <w:i/>
          <w:color w:val="000000" w:themeColor="text1"/>
          <w:szCs w:val="23"/>
        </w:rPr>
      </w:pPr>
      <w:r w:rsidRPr="00E63499">
        <w:rPr>
          <w:rFonts w:asciiTheme="minorHAnsi" w:eastAsia="Lucida Grande" w:hAnsiTheme="minorHAnsi" w:cstheme="minorHAnsi"/>
          <w:b/>
          <w:i/>
          <w:color w:val="AA092F"/>
          <w:szCs w:val="23"/>
        </w:rPr>
        <w:t>En complément</w:t>
      </w:r>
      <w:r w:rsidRPr="00643DAA">
        <w:rPr>
          <w:rFonts w:eastAsia="Lucida Grande" w:cs="Lucida Grande"/>
          <w:i/>
          <w:color w:val="000000" w:themeColor="text1"/>
          <w:szCs w:val="23"/>
        </w:rPr>
        <w:t>, nous vous proposons pour chacun de ces secteurs une fiche thématique, à retrouver dans la mallette pédagogique, dans laquelle vous aurez accès à une sélection de fiches métiers, à une sélection de fiches formations, de niveau Bac+2 à Bac+5, pour se former à ces métiers, et à une sélection de sites d’ai</w:t>
      </w:r>
      <w:r>
        <w:rPr>
          <w:rFonts w:eastAsia="Lucida Grande" w:cs="Lucida Grande"/>
          <w:i/>
          <w:color w:val="000000" w:themeColor="text1"/>
          <w:szCs w:val="23"/>
        </w:rPr>
        <w:t>d</w:t>
      </w:r>
      <w:r w:rsidRPr="00643DAA">
        <w:rPr>
          <w:rFonts w:eastAsia="Lucida Grande" w:cs="Lucida Grande"/>
          <w:i/>
          <w:color w:val="000000" w:themeColor="text1"/>
          <w:szCs w:val="23"/>
        </w:rPr>
        <w:t xml:space="preserve">e à l’orientation vers les métiers de ces secteurs. </w:t>
      </w:r>
    </w:p>
    <w:p w14:paraId="027281C9" w14:textId="71177166" w:rsidR="004901F9" w:rsidRPr="0066083D" w:rsidRDefault="004901F9" w:rsidP="00E63499">
      <w:pPr>
        <w:pStyle w:val="Titre1"/>
        <w:spacing w:after="240"/>
      </w:pPr>
      <w:r w:rsidRPr="0066083D">
        <w:rPr>
          <w:rFonts w:asciiTheme="minorHAnsi" w:hAnsiTheme="minorHAnsi" w:cstheme="minorHAnsi"/>
        </w:rPr>
        <w:t xml:space="preserve">Partie </w:t>
      </w:r>
      <w:r w:rsidR="0066083D" w:rsidRPr="0066083D">
        <w:rPr>
          <w:rFonts w:asciiTheme="minorHAnsi" w:hAnsiTheme="minorHAnsi" w:cstheme="minorHAnsi"/>
        </w:rPr>
        <w:t>3.</w:t>
      </w:r>
      <w:r w:rsidRPr="0066083D">
        <w:t xml:space="preserve"> </w:t>
      </w:r>
      <w:r w:rsidR="008E7827" w:rsidRPr="0066083D">
        <w:rPr>
          <w:rStyle w:val="Titre1Car"/>
        </w:rPr>
        <w:t>Les secteurs d’activité fortement impactés par la transition écologique</w:t>
      </w:r>
    </w:p>
    <w:p w14:paraId="6977CB75" w14:textId="07E4A418" w:rsidR="003C349D" w:rsidRPr="005546A7" w:rsidRDefault="003C349D" w:rsidP="003C349D">
      <w:pPr>
        <w:spacing w:after="60"/>
      </w:pPr>
      <w:r w:rsidRPr="007347C3">
        <w:t>Cette partie est organisée autour de 11 secteurs d’activité, qui ne sont pas historiquement liés à la transition écologique, mais qui aujourd’hui sont amenés à intégrer ces enjeux.</w:t>
      </w:r>
      <w:r w:rsidRPr="005546A7">
        <w:t xml:space="preserve"> Voici ci-dessous la liste des témoignages vidéos proposées pour chacun d’en</w:t>
      </w:r>
      <w:r w:rsidR="00AA31FE">
        <w:t>tre eux :</w:t>
      </w:r>
    </w:p>
    <w:p w14:paraId="387016DE" w14:textId="77777777" w:rsidR="00DC4F37" w:rsidRPr="00AB74B7" w:rsidRDefault="00DC4F37" w:rsidP="0066083D">
      <w:pPr>
        <w:pStyle w:val="Titre2"/>
      </w:pPr>
      <w:r>
        <w:t>Architecture</w:t>
      </w:r>
      <w:r w:rsidR="00046BE9">
        <w:t>, construction,</w:t>
      </w:r>
      <w:r>
        <w:t xml:space="preserve"> habitat</w:t>
      </w:r>
    </w:p>
    <w:p w14:paraId="3F2A0CE7" w14:textId="16DA235C" w:rsidR="00DC4F37" w:rsidRDefault="0069259F" w:rsidP="00C01EFB">
      <w:pPr>
        <w:pStyle w:val="Paragraphedeliste"/>
        <w:numPr>
          <w:ilvl w:val="0"/>
          <w:numId w:val="2"/>
        </w:numPr>
        <w:spacing w:line="276" w:lineRule="auto"/>
        <w:rPr>
          <w:rFonts w:eastAsia="Lucida Grande" w:cs="Lucida Grande"/>
          <w:color w:val="000000" w:themeColor="text1"/>
          <w:szCs w:val="23"/>
        </w:rPr>
      </w:pPr>
      <w:hyperlink r:id="rId31" w:history="1">
        <w:r w:rsidR="00DC4F37" w:rsidRPr="004926D3">
          <w:rPr>
            <w:rStyle w:val="Lienhypertexte"/>
            <w:rFonts w:eastAsia="Lucida Grande" w:cs="Lucida Grande"/>
            <w:szCs w:val="23"/>
          </w:rPr>
          <w:t xml:space="preserve">Témoignage de Milena </w:t>
        </w:r>
        <w:proofErr w:type="spellStart"/>
        <w:r w:rsidR="00DC4F37" w:rsidRPr="004926D3">
          <w:rPr>
            <w:rStyle w:val="Lienhypertexte"/>
            <w:rFonts w:eastAsia="Lucida Grande" w:cs="Lucida Grande"/>
            <w:szCs w:val="23"/>
          </w:rPr>
          <w:t>Karanesheva</w:t>
        </w:r>
        <w:proofErr w:type="spellEnd"/>
      </w:hyperlink>
      <w:r w:rsidR="00DC4F37">
        <w:rPr>
          <w:rFonts w:eastAsia="Lucida Grande" w:cs="Lucida Grande"/>
          <w:color w:val="000000" w:themeColor="text1"/>
          <w:szCs w:val="23"/>
        </w:rPr>
        <w:t xml:space="preserve">, architecte au sein de l’agence </w:t>
      </w:r>
      <w:proofErr w:type="spellStart"/>
      <w:r w:rsidR="00DC4F37">
        <w:rPr>
          <w:rFonts w:eastAsia="Lucida Grande" w:cs="Lucida Grande"/>
          <w:color w:val="000000" w:themeColor="text1"/>
          <w:szCs w:val="23"/>
        </w:rPr>
        <w:t>Karawitz</w:t>
      </w:r>
      <w:proofErr w:type="spellEnd"/>
    </w:p>
    <w:p w14:paraId="4B3DD3FB" w14:textId="4BE8A89F" w:rsidR="00DC4F37" w:rsidRDefault="0069259F" w:rsidP="00C01EFB">
      <w:pPr>
        <w:pStyle w:val="Paragraphedeliste"/>
        <w:numPr>
          <w:ilvl w:val="0"/>
          <w:numId w:val="2"/>
        </w:numPr>
        <w:spacing w:line="276" w:lineRule="auto"/>
        <w:rPr>
          <w:rFonts w:eastAsia="Lucida Grande" w:cs="Lucida Grande"/>
          <w:color w:val="000000" w:themeColor="text1"/>
          <w:szCs w:val="23"/>
        </w:rPr>
      </w:pPr>
      <w:hyperlink r:id="rId32" w:history="1">
        <w:r w:rsidR="00DC4F37" w:rsidRPr="001169BF">
          <w:rPr>
            <w:rStyle w:val="Lienhypertexte"/>
            <w:rFonts w:eastAsia="Lucida Grande" w:cs="Lucida Grande"/>
            <w:szCs w:val="23"/>
          </w:rPr>
          <w:t xml:space="preserve">Témoignage de Julie </w:t>
        </w:r>
        <w:proofErr w:type="spellStart"/>
        <w:r w:rsidR="00DC4F37" w:rsidRPr="001169BF">
          <w:rPr>
            <w:rStyle w:val="Lienhypertexte"/>
            <w:rFonts w:eastAsia="Lucida Grande" w:cs="Lucida Grande"/>
            <w:szCs w:val="23"/>
          </w:rPr>
          <w:t>Trang</w:t>
        </w:r>
        <w:proofErr w:type="spellEnd"/>
      </w:hyperlink>
      <w:r w:rsidR="00DC4F37">
        <w:rPr>
          <w:rFonts w:eastAsia="Lucida Grande" w:cs="Lucida Grande"/>
          <w:color w:val="000000" w:themeColor="text1"/>
          <w:szCs w:val="23"/>
        </w:rPr>
        <w:t>, chargée de m</w:t>
      </w:r>
      <w:r w:rsidR="003B157E">
        <w:rPr>
          <w:rFonts w:eastAsia="Lucida Grande" w:cs="Lucida Grande"/>
          <w:color w:val="000000" w:themeColor="text1"/>
          <w:szCs w:val="23"/>
        </w:rPr>
        <w:t>ission Energi</w:t>
      </w:r>
      <w:r w:rsidR="00DC4F37">
        <w:rPr>
          <w:rFonts w:eastAsia="Lucida Grande" w:cs="Lucida Grande"/>
          <w:color w:val="000000" w:themeColor="text1"/>
          <w:szCs w:val="23"/>
        </w:rPr>
        <w:t xml:space="preserve">e et climat au sein de l’Agence Parisienne du Climat </w:t>
      </w:r>
    </w:p>
    <w:p w14:paraId="1DFA2AC3" w14:textId="5FDDBC2B" w:rsidR="00046BE9" w:rsidRDefault="0069259F" w:rsidP="00046BE9">
      <w:pPr>
        <w:pStyle w:val="Paragraphedeliste"/>
        <w:numPr>
          <w:ilvl w:val="0"/>
          <w:numId w:val="2"/>
        </w:numPr>
        <w:spacing w:line="276" w:lineRule="auto"/>
        <w:rPr>
          <w:rFonts w:eastAsia="Lucida Grande" w:cs="Lucida Grande"/>
          <w:color w:val="000000" w:themeColor="text1"/>
          <w:szCs w:val="23"/>
        </w:rPr>
      </w:pPr>
      <w:hyperlink r:id="rId33" w:history="1">
        <w:r w:rsidR="00046BE9" w:rsidRPr="00CD7324">
          <w:rPr>
            <w:rStyle w:val="Lienhypertexte"/>
            <w:rFonts w:eastAsia="Lucida Grande" w:cs="Lucida Grande"/>
            <w:szCs w:val="23"/>
          </w:rPr>
          <w:t xml:space="preserve">Témoignage de Nicolas </w:t>
        </w:r>
        <w:proofErr w:type="spellStart"/>
        <w:r w:rsidR="00046BE9" w:rsidRPr="00CD7324">
          <w:rPr>
            <w:rStyle w:val="Lienhypertexte"/>
            <w:rFonts w:eastAsia="Lucida Grande" w:cs="Lucida Grande"/>
            <w:szCs w:val="23"/>
          </w:rPr>
          <w:t>Guezel</w:t>
        </w:r>
        <w:proofErr w:type="spellEnd"/>
      </w:hyperlink>
      <w:r w:rsidR="00046BE9">
        <w:rPr>
          <w:rFonts w:eastAsia="Lucida Grande" w:cs="Lucida Grande"/>
          <w:color w:val="000000" w:themeColor="text1"/>
          <w:szCs w:val="23"/>
        </w:rPr>
        <w:t xml:space="preserve">, responsable adjoint du pôle Bâtiment durable du CD2E (Centre de </w:t>
      </w:r>
      <w:r w:rsidR="000A17E4">
        <w:rPr>
          <w:rFonts w:eastAsia="Lucida Grande" w:cs="Lucida Grande"/>
          <w:color w:val="000000" w:themeColor="text1"/>
          <w:szCs w:val="23"/>
        </w:rPr>
        <w:t>D</w:t>
      </w:r>
      <w:r w:rsidR="00046BE9">
        <w:rPr>
          <w:rFonts w:eastAsia="Lucida Grande" w:cs="Lucida Grande"/>
          <w:color w:val="000000" w:themeColor="text1"/>
          <w:szCs w:val="23"/>
        </w:rPr>
        <w:t xml:space="preserve">éveloppement des </w:t>
      </w:r>
      <w:proofErr w:type="spellStart"/>
      <w:r w:rsidR="000A17E4">
        <w:rPr>
          <w:rFonts w:eastAsia="Lucida Grande" w:cs="Lucida Grande"/>
          <w:color w:val="000000" w:themeColor="text1"/>
          <w:szCs w:val="23"/>
        </w:rPr>
        <w:t>E</w:t>
      </w:r>
      <w:r w:rsidR="00046BE9">
        <w:rPr>
          <w:rFonts w:eastAsia="Lucida Grande" w:cs="Lucida Grande"/>
          <w:color w:val="000000" w:themeColor="text1"/>
          <w:szCs w:val="23"/>
        </w:rPr>
        <w:t>co-</w:t>
      </w:r>
      <w:r w:rsidR="000A17E4">
        <w:rPr>
          <w:rFonts w:eastAsia="Lucida Grande" w:cs="Lucida Grande"/>
          <w:color w:val="000000" w:themeColor="text1"/>
          <w:szCs w:val="23"/>
        </w:rPr>
        <w:t>E</w:t>
      </w:r>
      <w:r w:rsidR="00046BE9">
        <w:rPr>
          <w:rFonts w:eastAsia="Lucida Grande" w:cs="Lucida Grande"/>
          <w:color w:val="000000" w:themeColor="text1"/>
          <w:szCs w:val="23"/>
        </w:rPr>
        <w:t>ntreprises</w:t>
      </w:r>
      <w:proofErr w:type="spellEnd"/>
      <w:r w:rsidR="00046BE9">
        <w:rPr>
          <w:rFonts w:eastAsia="Lucida Grande" w:cs="Lucida Grande"/>
          <w:color w:val="000000" w:themeColor="text1"/>
          <w:szCs w:val="23"/>
        </w:rPr>
        <w:t>)</w:t>
      </w:r>
    </w:p>
    <w:p w14:paraId="214747DE" w14:textId="09893B02" w:rsidR="00046BE9" w:rsidRDefault="0069259F" w:rsidP="00046BE9">
      <w:pPr>
        <w:pStyle w:val="Paragraphedeliste"/>
        <w:numPr>
          <w:ilvl w:val="0"/>
          <w:numId w:val="2"/>
        </w:numPr>
        <w:spacing w:line="276" w:lineRule="auto"/>
        <w:rPr>
          <w:rFonts w:eastAsia="Lucida Grande" w:cs="Lucida Grande"/>
          <w:color w:val="000000" w:themeColor="text1"/>
          <w:szCs w:val="23"/>
        </w:rPr>
      </w:pPr>
      <w:hyperlink r:id="rId34" w:history="1">
        <w:r w:rsidR="00046BE9" w:rsidRPr="00CD7324">
          <w:rPr>
            <w:rStyle w:val="Lienhypertexte"/>
            <w:rFonts w:eastAsia="Lucida Grande" w:cs="Lucida Grande"/>
            <w:szCs w:val="23"/>
          </w:rPr>
          <w:t>Témoignage de Maxence France</w:t>
        </w:r>
      </w:hyperlink>
      <w:r w:rsidR="00046BE9">
        <w:rPr>
          <w:rFonts w:eastAsia="Lucida Grande" w:cs="Lucida Grande"/>
          <w:color w:val="000000" w:themeColor="text1"/>
          <w:szCs w:val="23"/>
        </w:rPr>
        <w:t>, consultant GPE au sein du CD2E (</w:t>
      </w:r>
      <w:r w:rsidR="000A17E4" w:rsidRPr="000A17E4">
        <w:rPr>
          <w:rFonts w:eastAsia="Lucida Grande" w:cs="Lucida Grande"/>
          <w:color w:val="000000" w:themeColor="text1"/>
          <w:szCs w:val="23"/>
        </w:rPr>
        <w:t xml:space="preserve">Centre de Développement des </w:t>
      </w:r>
      <w:proofErr w:type="spellStart"/>
      <w:r w:rsidR="000A17E4" w:rsidRPr="000A17E4">
        <w:rPr>
          <w:rFonts w:eastAsia="Lucida Grande" w:cs="Lucida Grande"/>
          <w:color w:val="000000" w:themeColor="text1"/>
          <w:szCs w:val="23"/>
        </w:rPr>
        <w:t>Eco-Entreprises</w:t>
      </w:r>
      <w:proofErr w:type="spellEnd"/>
      <w:r w:rsidR="00046BE9">
        <w:rPr>
          <w:rFonts w:eastAsia="Lucida Grande" w:cs="Lucida Grande"/>
          <w:color w:val="000000" w:themeColor="text1"/>
          <w:szCs w:val="23"/>
        </w:rPr>
        <w:t>)</w:t>
      </w:r>
    </w:p>
    <w:p w14:paraId="469CDEFF" w14:textId="2B1A1ACC" w:rsidR="00046BE9" w:rsidRDefault="0069259F" w:rsidP="00046BE9">
      <w:pPr>
        <w:pStyle w:val="Paragraphedeliste"/>
        <w:numPr>
          <w:ilvl w:val="0"/>
          <w:numId w:val="2"/>
        </w:numPr>
        <w:spacing w:line="276" w:lineRule="auto"/>
        <w:rPr>
          <w:rFonts w:eastAsia="Lucida Grande" w:cs="Lucida Grande"/>
          <w:color w:val="000000" w:themeColor="text1"/>
          <w:szCs w:val="23"/>
        </w:rPr>
      </w:pPr>
      <w:hyperlink r:id="rId35" w:history="1">
        <w:r w:rsidR="00046BE9" w:rsidRPr="00CD7324">
          <w:rPr>
            <w:rStyle w:val="Lienhypertexte"/>
            <w:rFonts w:eastAsia="Lucida Grande" w:cs="Lucida Grande"/>
            <w:szCs w:val="23"/>
          </w:rPr>
          <w:t xml:space="preserve">Témoignage de </w:t>
        </w:r>
        <w:proofErr w:type="spellStart"/>
        <w:r w:rsidR="00046BE9" w:rsidRPr="00CD7324">
          <w:rPr>
            <w:rStyle w:val="Lienhypertexte"/>
            <w:rFonts w:eastAsia="Lucida Grande" w:cs="Lucida Grande"/>
            <w:szCs w:val="23"/>
          </w:rPr>
          <w:t>Pierric</w:t>
        </w:r>
        <w:proofErr w:type="spellEnd"/>
        <w:r w:rsidR="00046BE9" w:rsidRPr="00CD7324">
          <w:rPr>
            <w:rStyle w:val="Lienhypertexte"/>
            <w:rFonts w:eastAsia="Lucida Grande" w:cs="Lucida Grande"/>
            <w:szCs w:val="23"/>
          </w:rPr>
          <w:t xml:space="preserve"> Jourdain</w:t>
        </w:r>
      </w:hyperlink>
      <w:r w:rsidR="00046BE9">
        <w:rPr>
          <w:rFonts w:eastAsia="Lucida Grande" w:cs="Lucida Grande"/>
          <w:color w:val="000000" w:themeColor="text1"/>
          <w:szCs w:val="23"/>
        </w:rPr>
        <w:t>, consultant Bâtiment durable et numérique au sein du CD2E (</w:t>
      </w:r>
      <w:r w:rsidR="000A17E4" w:rsidRPr="000A17E4">
        <w:rPr>
          <w:rFonts w:eastAsia="Lucida Grande" w:cs="Lucida Grande"/>
          <w:color w:val="000000" w:themeColor="text1"/>
          <w:szCs w:val="23"/>
        </w:rPr>
        <w:t xml:space="preserve">Centre de Développement des </w:t>
      </w:r>
      <w:proofErr w:type="spellStart"/>
      <w:r w:rsidR="000A17E4" w:rsidRPr="000A17E4">
        <w:rPr>
          <w:rFonts w:eastAsia="Lucida Grande" w:cs="Lucida Grande"/>
          <w:color w:val="000000" w:themeColor="text1"/>
          <w:szCs w:val="23"/>
        </w:rPr>
        <w:t>Eco-Entreprises</w:t>
      </w:r>
      <w:proofErr w:type="spellEnd"/>
      <w:r w:rsidR="00046BE9">
        <w:rPr>
          <w:rFonts w:eastAsia="Lucida Grande" w:cs="Lucida Grande"/>
          <w:color w:val="000000" w:themeColor="text1"/>
          <w:szCs w:val="23"/>
        </w:rPr>
        <w:t>)</w:t>
      </w:r>
    </w:p>
    <w:p w14:paraId="0B23C431" w14:textId="766A865F" w:rsidR="00046BE9" w:rsidRDefault="0069259F" w:rsidP="00046BE9">
      <w:pPr>
        <w:pStyle w:val="Paragraphedeliste"/>
        <w:numPr>
          <w:ilvl w:val="0"/>
          <w:numId w:val="2"/>
        </w:numPr>
        <w:spacing w:line="276" w:lineRule="auto"/>
        <w:rPr>
          <w:rFonts w:eastAsia="Lucida Grande" w:cs="Lucida Grande"/>
          <w:color w:val="000000" w:themeColor="text1"/>
          <w:szCs w:val="23"/>
        </w:rPr>
      </w:pPr>
      <w:hyperlink r:id="rId36" w:history="1">
        <w:r w:rsidR="00046BE9" w:rsidRPr="00FF6C41">
          <w:rPr>
            <w:rStyle w:val="Lienhypertexte"/>
            <w:rFonts w:eastAsia="Lucida Grande" w:cs="Lucida Grande"/>
            <w:szCs w:val="23"/>
          </w:rPr>
          <w:t xml:space="preserve">Témoignage de Franck Mac </w:t>
        </w:r>
        <w:proofErr w:type="spellStart"/>
        <w:r w:rsidR="00046BE9" w:rsidRPr="00FF6C41">
          <w:rPr>
            <w:rStyle w:val="Lienhypertexte"/>
            <w:rFonts w:eastAsia="Lucida Grande" w:cs="Lucida Grande"/>
            <w:szCs w:val="23"/>
          </w:rPr>
          <w:t>Farlane</w:t>
        </w:r>
        <w:proofErr w:type="spellEnd"/>
      </w:hyperlink>
      <w:r w:rsidR="00046BE9">
        <w:rPr>
          <w:rFonts w:eastAsia="Lucida Grande" w:cs="Lucida Grande"/>
          <w:color w:val="000000" w:themeColor="text1"/>
          <w:szCs w:val="23"/>
        </w:rPr>
        <w:t xml:space="preserve">, responsable Recherche et expertise au sein de Maisons et Cités </w:t>
      </w:r>
    </w:p>
    <w:p w14:paraId="762A4053" w14:textId="7F3D9758" w:rsidR="00046BE9" w:rsidRPr="00046BE9" w:rsidRDefault="0069259F" w:rsidP="00046BE9">
      <w:pPr>
        <w:pStyle w:val="Paragraphedeliste"/>
        <w:numPr>
          <w:ilvl w:val="0"/>
          <w:numId w:val="2"/>
        </w:numPr>
        <w:spacing w:line="276" w:lineRule="auto"/>
        <w:rPr>
          <w:rFonts w:eastAsia="Lucida Grande" w:cs="Lucida Grande"/>
          <w:color w:val="000000" w:themeColor="text1"/>
          <w:szCs w:val="23"/>
        </w:rPr>
      </w:pPr>
      <w:hyperlink r:id="rId37" w:history="1">
        <w:r w:rsidR="00046BE9" w:rsidRPr="001169BF">
          <w:rPr>
            <w:rStyle w:val="Lienhypertexte"/>
            <w:rFonts w:eastAsia="Lucida Grande" w:cs="Lucida Grande"/>
            <w:szCs w:val="23"/>
          </w:rPr>
          <w:t xml:space="preserve">Témoignage de Philippe </w:t>
        </w:r>
        <w:proofErr w:type="spellStart"/>
        <w:r w:rsidR="00046BE9" w:rsidRPr="001169BF">
          <w:rPr>
            <w:rStyle w:val="Lienhypertexte"/>
            <w:rFonts w:eastAsia="Lucida Grande" w:cs="Lucida Grande"/>
            <w:szCs w:val="23"/>
          </w:rPr>
          <w:t>Tramouille</w:t>
        </w:r>
        <w:proofErr w:type="spellEnd"/>
      </w:hyperlink>
      <w:r w:rsidR="00046BE9">
        <w:rPr>
          <w:rFonts w:eastAsia="Lucida Grande" w:cs="Lucida Grande"/>
          <w:color w:val="000000" w:themeColor="text1"/>
          <w:szCs w:val="23"/>
        </w:rPr>
        <w:t xml:space="preserve">, directeur du bureau d’étude </w:t>
      </w:r>
      <w:proofErr w:type="spellStart"/>
      <w:r w:rsidR="00046BE9">
        <w:rPr>
          <w:rFonts w:eastAsia="Lucida Grande" w:cs="Lucida Grande"/>
          <w:color w:val="000000" w:themeColor="text1"/>
          <w:szCs w:val="23"/>
        </w:rPr>
        <w:t>Sogebat</w:t>
      </w:r>
      <w:proofErr w:type="spellEnd"/>
    </w:p>
    <w:p w14:paraId="4DF296A7" w14:textId="77777777" w:rsidR="00F402EC" w:rsidRPr="00AB74B7" w:rsidRDefault="00F402EC" w:rsidP="0066083D">
      <w:pPr>
        <w:pStyle w:val="Titre2"/>
      </w:pPr>
      <w:r>
        <w:t>Urbanisme</w:t>
      </w:r>
      <w:r w:rsidR="00046BE9">
        <w:t xml:space="preserve">, </w:t>
      </w:r>
      <w:r>
        <w:t>aménagement</w:t>
      </w:r>
      <w:r w:rsidR="00046BE9">
        <w:t>, espaces verts</w:t>
      </w:r>
    </w:p>
    <w:p w14:paraId="6E8A7116" w14:textId="7432344C" w:rsidR="00F402EC" w:rsidRDefault="0069259F" w:rsidP="00C01EFB">
      <w:pPr>
        <w:pStyle w:val="Paragraphedeliste"/>
        <w:numPr>
          <w:ilvl w:val="0"/>
          <w:numId w:val="2"/>
        </w:numPr>
        <w:spacing w:line="276" w:lineRule="auto"/>
        <w:rPr>
          <w:rFonts w:eastAsia="Lucida Grande" w:cs="Lucida Grande"/>
          <w:color w:val="000000" w:themeColor="text1"/>
          <w:szCs w:val="23"/>
        </w:rPr>
      </w:pPr>
      <w:hyperlink r:id="rId38" w:history="1">
        <w:r w:rsidR="00F402EC" w:rsidRPr="004C0429">
          <w:rPr>
            <w:rStyle w:val="Lienhypertexte"/>
            <w:rFonts w:eastAsia="Lucida Grande" w:cs="Lucida Grande"/>
            <w:szCs w:val="23"/>
          </w:rPr>
          <w:t xml:space="preserve">Témoignage de Renaud </w:t>
        </w:r>
        <w:proofErr w:type="spellStart"/>
        <w:r w:rsidR="00F402EC" w:rsidRPr="004C0429">
          <w:rPr>
            <w:rStyle w:val="Lienhypertexte"/>
            <w:rFonts w:eastAsia="Lucida Grande" w:cs="Lucida Grande"/>
            <w:szCs w:val="23"/>
          </w:rPr>
          <w:t>Eymard</w:t>
        </w:r>
        <w:proofErr w:type="spellEnd"/>
      </w:hyperlink>
      <w:r w:rsidR="00F402EC">
        <w:rPr>
          <w:rFonts w:eastAsia="Lucida Grande" w:cs="Lucida Grande"/>
          <w:color w:val="000000" w:themeColor="text1"/>
          <w:szCs w:val="23"/>
        </w:rPr>
        <w:t xml:space="preserve">, instructeur en autorisations d’urbanisme au sein de la Direction départementale des territoires et de la mer du Var </w:t>
      </w:r>
    </w:p>
    <w:p w14:paraId="502152D3" w14:textId="2838D47E" w:rsidR="00F402EC" w:rsidRDefault="0069259F" w:rsidP="00C01EFB">
      <w:pPr>
        <w:pStyle w:val="Paragraphedeliste"/>
        <w:numPr>
          <w:ilvl w:val="0"/>
          <w:numId w:val="2"/>
        </w:numPr>
        <w:spacing w:line="276" w:lineRule="auto"/>
        <w:rPr>
          <w:rFonts w:eastAsia="Lucida Grande" w:cs="Lucida Grande"/>
          <w:color w:val="000000" w:themeColor="text1"/>
          <w:szCs w:val="23"/>
        </w:rPr>
      </w:pPr>
      <w:hyperlink r:id="rId39" w:history="1">
        <w:r w:rsidR="00F402EC" w:rsidRPr="001169BF">
          <w:rPr>
            <w:rStyle w:val="Lienhypertexte"/>
            <w:rFonts w:eastAsia="Lucida Grande" w:cs="Lucida Grande"/>
            <w:szCs w:val="23"/>
          </w:rPr>
          <w:t xml:space="preserve">Témoignage de Xavier </w:t>
        </w:r>
        <w:proofErr w:type="spellStart"/>
        <w:r w:rsidR="00F402EC" w:rsidRPr="001169BF">
          <w:rPr>
            <w:rStyle w:val="Lienhypertexte"/>
            <w:rFonts w:eastAsia="Lucida Grande" w:cs="Lucida Grande"/>
            <w:szCs w:val="23"/>
          </w:rPr>
          <w:t>Vrbovska</w:t>
        </w:r>
        <w:proofErr w:type="spellEnd"/>
      </w:hyperlink>
      <w:r w:rsidR="00F402EC">
        <w:rPr>
          <w:rFonts w:eastAsia="Lucida Grande" w:cs="Lucida Grande"/>
          <w:color w:val="000000" w:themeColor="text1"/>
          <w:szCs w:val="23"/>
        </w:rPr>
        <w:t xml:space="preserve">, chef d’unité territoriale des espaces verts au sein de la métropole de Bordeaux </w:t>
      </w:r>
    </w:p>
    <w:p w14:paraId="29734FFB" w14:textId="34E89CD8" w:rsidR="00046BE9" w:rsidRDefault="0069259F" w:rsidP="00046BE9">
      <w:pPr>
        <w:pStyle w:val="Paragraphedeliste"/>
        <w:numPr>
          <w:ilvl w:val="0"/>
          <w:numId w:val="2"/>
        </w:numPr>
        <w:spacing w:line="276" w:lineRule="auto"/>
        <w:rPr>
          <w:rFonts w:eastAsia="Lucida Grande" w:cs="Lucida Grande"/>
          <w:color w:val="000000" w:themeColor="text1"/>
          <w:szCs w:val="23"/>
        </w:rPr>
      </w:pPr>
      <w:hyperlink r:id="rId40" w:history="1">
        <w:r w:rsidR="00046BE9" w:rsidRPr="001169BF">
          <w:rPr>
            <w:rStyle w:val="Lienhypertexte"/>
            <w:rFonts w:eastAsia="Lucida Grande" w:cs="Lucida Grande"/>
            <w:szCs w:val="23"/>
          </w:rPr>
          <w:t xml:space="preserve">Témoignage de Thérèse </w:t>
        </w:r>
        <w:proofErr w:type="spellStart"/>
        <w:r w:rsidR="00046BE9" w:rsidRPr="001169BF">
          <w:rPr>
            <w:rStyle w:val="Lienhypertexte"/>
            <w:rFonts w:eastAsia="Lucida Grande" w:cs="Lucida Grande"/>
            <w:szCs w:val="23"/>
          </w:rPr>
          <w:t>Placek</w:t>
        </w:r>
        <w:proofErr w:type="spellEnd"/>
      </w:hyperlink>
      <w:r w:rsidR="00046BE9">
        <w:rPr>
          <w:rFonts w:eastAsia="Lucida Grande" w:cs="Lucida Grande"/>
          <w:color w:val="000000" w:themeColor="text1"/>
          <w:szCs w:val="23"/>
        </w:rPr>
        <w:t>, directrice de projet Habitat et aménagement</w:t>
      </w:r>
    </w:p>
    <w:p w14:paraId="47D0162B" w14:textId="3F6E176A" w:rsidR="00046BE9" w:rsidRPr="00046BE9" w:rsidRDefault="0069259F" w:rsidP="00046BE9">
      <w:pPr>
        <w:pStyle w:val="Paragraphedeliste"/>
        <w:numPr>
          <w:ilvl w:val="0"/>
          <w:numId w:val="2"/>
        </w:numPr>
        <w:spacing w:line="276" w:lineRule="auto"/>
        <w:rPr>
          <w:rFonts w:eastAsia="Lucida Grande" w:cs="Lucida Grande"/>
          <w:color w:val="000000" w:themeColor="text1"/>
          <w:szCs w:val="23"/>
        </w:rPr>
      </w:pPr>
      <w:hyperlink r:id="rId41" w:history="1">
        <w:r w:rsidR="00046BE9" w:rsidRPr="00FF6C41">
          <w:rPr>
            <w:rStyle w:val="Lienhypertexte"/>
            <w:rFonts w:eastAsia="Lucida Grande" w:cs="Lucida Grande"/>
            <w:szCs w:val="23"/>
          </w:rPr>
          <w:t xml:space="preserve">Témoignage de François </w:t>
        </w:r>
        <w:proofErr w:type="spellStart"/>
        <w:r w:rsidR="00046BE9" w:rsidRPr="00FF6C41">
          <w:rPr>
            <w:rStyle w:val="Lienhypertexte"/>
            <w:rFonts w:eastAsia="Lucida Grande" w:cs="Lucida Grande"/>
            <w:szCs w:val="23"/>
          </w:rPr>
          <w:t>Dapilly</w:t>
        </w:r>
        <w:proofErr w:type="spellEnd"/>
      </w:hyperlink>
      <w:r w:rsidR="00046BE9">
        <w:rPr>
          <w:rFonts w:eastAsia="Lucida Grande" w:cs="Lucida Grande"/>
          <w:color w:val="000000" w:themeColor="text1"/>
          <w:szCs w:val="23"/>
        </w:rPr>
        <w:t>, responsable projet Innovation durable au sein du groupe Eiffage</w:t>
      </w:r>
    </w:p>
    <w:p w14:paraId="14EF3C20" w14:textId="77777777" w:rsidR="00F402EC" w:rsidRPr="00AB74B7" w:rsidRDefault="00F402EC" w:rsidP="0066083D">
      <w:pPr>
        <w:pStyle w:val="Titre2"/>
      </w:pPr>
      <w:r>
        <w:t>Agriculture</w:t>
      </w:r>
      <w:r w:rsidR="00046BE9">
        <w:t>, sylviculture</w:t>
      </w:r>
    </w:p>
    <w:p w14:paraId="38E25C8F" w14:textId="39CAE2C3" w:rsidR="00F402EC" w:rsidRDefault="0069259F" w:rsidP="00C01EFB">
      <w:pPr>
        <w:pStyle w:val="Paragraphedeliste"/>
        <w:numPr>
          <w:ilvl w:val="0"/>
          <w:numId w:val="2"/>
        </w:numPr>
        <w:spacing w:line="276" w:lineRule="auto"/>
        <w:rPr>
          <w:rFonts w:eastAsia="Lucida Grande" w:cs="Lucida Grande"/>
          <w:color w:val="000000" w:themeColor="text1"/>
          <w:szCs w:val="23"/>
        </w:rPr>
      </w:pPr>
      <w:hyperlink r:id="rId42" w:history="1">
        <w:r w:rsidR="00F402EC" w:rsidRPr="001169BF">
          <w:rPr>
            <w:rStyle w:val="Lienhypertexte"/>
            <w:rFonts w:eastAsia="Lucida Grande" w:cs="Lucida Grande"/>
            <w:szCs w:val="23"/>
          </w:rPr>
          <w:t>Témoignage de Stéphanie Florès</w:t>
        </w:r>
      </w:hyperlink>
      <w:r w:rsidR="00F402EC">
        <w:rPr>
          <w:rFonts w:eastAsia="Lucida Grande" w:cs="Lucida Grande"/>
          <w:color w:val="000000" w:themeColor="text1"/>
          <w:szCs w:val="23"/>
        </w:rPr>
        <w:t>, conseillère animatrice en viticulture au sein de la Chambre d‘agriculture de la Gironde</w:t>
      </w:r>
    </w:p>
    <w:p w14:paraId="5F05B7FC" w14:textId="40DFC3CD" w:rsidR="00F402EC" w:rsidRDefault="0069259F" w:rsidP="00C01EFB">
      <w:pPr>
        <w:pStyle w:val="Paragraphedeliste"/>
        <w:numPr>
          <w:ilvl w:val="0"/>
          <w:numId w:val="2"/>
        </w:numPr>
        <w:spacing w:line="276" w:lineRule="auto"/>
        <w:rPr>
          <w:rFonts w:eastAsia="Lucida Grande" w:cs="Lucida Grande"/>
          <w:color w:val="000000" w:themeColor="text1"/>
          <w:szCs w:val="23"/>
        </w:rPr>
      </w:pPr>
      <w:hyperlink r:id="rId43" w:history="1">
        <w:r w:rsidR="00F402EC" w:rsidRPr="001169BF">
          <w:rPr>
            <w:rStyle w:val="Lienhypertexte"/>
            <w:rFonts w:eastAsia="Lucida Grande" w:cs="Lucida Grande"/>
            <w:szCs w:val="23"/>
          </w:rPr>
          <w:t xml:space="preserve">Témoignage de Simon </w:t>
        </w:r>
        <w:proofErr w:type="spellStart"/>
        <w:r w:rsidR="00F402EC" w:rsidRPr="001169BF">
          <w:rPr>
            <w:rStyle w:val="Lienhypertexte"/>
            <w:rFonts w:eastAsia="Lucida Grande" w:cs="Lucida Grande"/>
            <w:szCs w:val="23"/>
          </w:rPr>
          <w:t>Ronceray</w:t>
        </w:r>
        <w:proofErr w:type="spellEnd"/>
      </w:hyperlink>
      <w:r w:rsidR="00F402EC">
        <w:rPr>
          <w:rFonts w:eastAsia="Lucida Grande" w:cs="Lucida Grande"/>
          <w:color w:val="000000" w:themeColor="text1"/>
          <w:szCs w:val="23"/>
        </w:rPr>
        <w:t xml:space="preserve">, maraîcher  </w:t>
      </w:r>
    </w:p>
    <w:p w14:paraId="797016CF" w14:textId="1C4B930C" w:rsidR="00046BE9" w:rsidRDefault="0069259F" w:rsidP="00046BE9">
      <w:pPr>
        <w:pStyle w:val="Paragraphedeliste"/>
        <w:numPr>
          <w:ilvl w:val="0"/>
          <w:numId w:val="2"/>
        </w:numPr>
        <w:spacing w:line="276" w:lineRule="auto"/>
        <w:rPr>
          <w:rFonts w:eastAsia="Lucida Grande" w:cs="Lucida Grande"/>
          <w:color w:val="000000" w:themeColor="text1"/>
          <w:szCs w:val="23"/>
        </w:rPr>
      </w:pPr>
      <w:hyperlink r:id="rId44" w:history="1">
        <w:r w:rsidR="00046BE9" w:rsidRPr="001169BF">
          <w:rPr>
            <w:rStyle w:val="Lienhypertexte"/>
            <w:rFonts w:eastAsia="Lucida Grande" w:cs="Lucida Grande"/>
            <w:szCs w:val="23"/>
          </w:rPr>
          <w:t>Témoignage de Richard Bonin</w:t>
        </w:r>
      </w:hyperlink>
      <w:r w:rsidR="00046BE9">
        <w:rPr>
          <w:rFonts w:eastAsia="Lucida Grande" w:cs="Lucida Grande"/>
          <w:color w:val="000000" w:themeColor="text1"/>
          <w:szCs w:val="23"/>
        </w:rPr>
        <w:t>, chargé de mission Agriculture au sein du Parc naturel régional des Monts d’Ardèche</w:t>
      </w:r>
    </w:p>
    <w:p w14:paraId="5C28025A" w14:textId="1077BB31" w:rsidR="00046BE9" w:rsidRDefault="0069259F" w:rsidP="00C01EFB">
      <w:pPr>
        <w:pStyle w:val="Paragraphedeliste"/>
        <w:numPr>
          <w:ilvl w:val="0"/>
          <w:numId w:val="2"/>
        </w:numPr>
        <w:spacing w:line="276" w:lineRule="auto"/>
        <w:rPr>
          <w:rFonts w:eastAsia="Lucida Grande" w:cs="Lucida Grande"/>
          <w:color w:val="000000" w:themeColor="text1"/>
          <w:szCs w:val="23"/>
        </w:rPr>
      </w:pPr>
      <w:hyperlink r:id="rId45" w:history="1">
        <w:r w:rsidR="00046BE9" w:rsidRPr="004C0429">
          <w:rPr>
            <w:rStyle w:val="Lienhypertexte"/>
            <w:rFonts w:eastAsia="Lucida Grande" w:cs="Lucida Grande"/>
            <w:szCs w:val="23"/>
          </w:rPr>
          <w:t>Témoignage de Flore-Anaïs Brunet</w:t>
        </w:r>
      </w:hyperlink>
      <w:r w:rsidR="00046BE9">
        <w:rPr>
          <w:rFonts w:eastAsia="Lucida Grande" w:cs="Lucida Grande"/>
          <w:color w:val="000000" w:themeColor="text1"/>
          <w:szCs w:val="23"/>
        </w:rPr>
        <w:t xml:space="preserve">, </w:t>
      </w:r>
      <w:proofErr w:type="spellStart"/>
      <w:r w:rsidR="00046BE9">
        <w:rPr>
          <w:rFonts w:eastAsia="Lucida Grande" w:cs="Lucida Grande"/>
          <w:color w:val="000000" w:themeColor="text1"/>
          <w:szCs w:val="23"/>
        </w:rPr>
        <w:t>cheff</w:t>
      </w:r>
      <w:proofErr w:type="spellEnd"/>
      <w:r w:rsidR="00046BE9">
        <w:rPr>
          <w:rFonts w:eastAsia="Lucida Grande" w:cs="Lucida Grande"/>
          <w:color w:val="000000" w:themeColor="text1"/>
          <w:szCs w:val="23"/>
        </w:rPr>
        <w:t xml:space="preserve"> de projet Si t’es jardin</w:t>
      </w:r>
    </w:p>
    <w:p w14:paraId="05EF19FB" w14:textId="2BFFAAB7" w:rsidR="00046BE9" w:rsidRDefault="0069259F" w:rsidP="00C01EFB">
      <w:pPr>
        <w:pStyle w:val="Paragraphedeliste"/>
        <w:numPr>
          <w:ilvl w:val="0"/>
          <w:numId w:val="2"/>
        </w:numPr>
        <w:spacing w:line="276" w:lineRule="auto"/>
        <w:rPr>
          <w:rFonts w:eastAsia="Lucida Grande" w:cs="Lucida Grande"/>
          <w:color w:val="000000" w:themeColor="text1"/>
          <w:szCs w:val="23"/>
        </w:rPr>
      </w:pPr>
      <w:hyperlink r:id="rId46" w:history="1">
        <w:r w:rsidR="00046BE9" w:rsidRPr="004C0429">
          <w:rPr>
            <w:rStyle w:val="Lienhypertexte"/>
            <w:rFonts w:eastAsia="Lucida Grande" w:cs="Lucida Grande"/>
            <w:szCs w:val="23"/>
          </w:rPr>
          <w:t xml:space="preserve">Témoignage de Guillaume </w:t>
        </w:r>
        <w:proofErr w:type="spellStart"/>
        <w:r w:rsidR="00046BE9" w:rsidRPr="004C0429">
          <w:rPr>
            <w:rStyle w:val="Lienhypertexte"/>
            <w:rFonts w:eastAsia="Lucida Grande" w:cs="Lucida Grande"/>
            <w:szCs w:val="23"/>
          </w:rPr>
          <w:t>Leterrier</w:t>
        </w:r>
        <w:proofErr w:type="spellEnd"/>
        <w:r w:rsidR="00046BE9" w:rsidRPr="004C0429">
          <w:rPr>
            <w:rStyle w:val="Lienhypertexte"/>
            <w:rFonts w:eastAsia="Lucida Grande" w:cs="Lucida Grande"/>
            <w:szCs w:val="23"/>
          </w:rPr>
          <w:t xml:space="preserve"> et Julie-Lou </w:t>
        </w:r>
        <w:proofErr w:type="spellStart"/>
        <w:r w:rsidR="00046BE9" w:rsidRPr="004C0429">
          <w:rPr>
            <w:rStyle w:val="Lienhypertexte"/>
            <w:rFonts w:eastAsia="Lucida Grande" w:cs="Lucida Grande"/>
            <w:szCs w:val="23"/>
          </w:rPr>
          <w:t>Dubreuilh</w:t>
        </w:r>
        <w:proofErr w:type="spellEnd"/>
      </w:hyperlink>
      <w:r w:rsidR="00046BE9">
        <w:rPr>
          <w:rFonts w:eastAsia="Lucida Grande" w:cs="Lucida Grande"/>
          <w:color w:val="000000" w:themeColor="text1"/>
          <w:szCs w:val="23"/>
        </w:rPr>
        <w:t>, co-responsables de Bergers urbains</w:t>
      </w:r>
    </w:p>
    <w:p w14:paraId="40C45926" w14:textId="1613AE3C" w:rsidR="00046BE9" w:rsidRDefault="0069259F" w:rsidP="00C01EFB">
      <w:pPr>
        <w:pStyle w:val="Paragraphedeliste"/>
        <w:numPr>
          <w:ilvl w:val="0"/>
          <w:numId w:val="2"/>
        </w:numPr>
        <w:spacing w:line="276" w:lineRule="auto"/>
        <w:rPr>
          <w:rFonts w:eastAsia="Lucida Grande" w:cs="Lucida Grande"/>
          <w:color w:val="000000" w:themeColor="text1"/>
          <w:szCs w:val="23"/>
        </w:rPr>
      </w:pPr>
      <w:hyperlink r:id="rId47" w:history="1">
        <w:r w:rsidR="00046BE9" w:rsidRPr="004C0429">
          <w:rPr>
            <w:rStyle w:val="Lienhypertexte"/>
            <w:rFonts w:eastAsia="Lucida Grande" w:cs="Lucida Grande"/>
            <w:szCs w:val="23"/>
          </w:rPr>
          <w:t xml:space="preserve">Témoignage de Floriane </w:t>
        </w:r>
        <w:proofErr w:type="spellStart"/>
        <w:r w:rsidR="00046BE9" w:rsidRPr="004C0429">
          <w:rPr>
            <w:rStyle w:val="Lienhypertexte"/>
            <w:rFonts w:eastAsia="Lucida Grande" w:cs="Lucida Grande"/>
            <w:szCs w:val="23"/>
          </w:rPr>
          <w:t>Navard</w:t>
        </w:r>
        <w:proofErr w:type="spellEnd"/>
      </w:hyperlink>
      <w:r w:rsidR="00046BE9">
        <w:rPr>
          <w:rFonts w:eastAsia="Lucida Grande" w:cs="Lucida Grande"/>
          <w:color w:val="000000" w:themeColor="text1"/>
          <w:szCs w:val="23"/>
        </w:rPr>
        <w:t>, co-présidente de l’association la Sauge</w:t>
      </w:r>
    </w:p>
    <w:p w14:paraId="479CCBAA" w14:textId="77777777" w:rsidR="00F402EC" w:rsidRPr="00AB74B7" w:rsidRDefault="00F402EC" w:rsidP="0066083D">
      <w:pPr>
        <w:pStyle w:val="Titre2"/>
      </w:pPr>
      <w:r>
        <w:t>Transport</w:t>
      </w:r>
      <w:r w:rsidR="00046BE9">
        <w:t>, mobilité,</w:t>
      </w:r>
      <w:r>
        <w:t xml:space="preserve"> logistique</w:t>
      </w:r>
    </w:p>
    <w:p w14:paraId="653E0FD3" w14:textId="6736C2AD" w:rsidR="00F402EC" w:rsidRDefault="0069259F" w:rsidP="00C01EFB">
      <w:pPr>
        <w:pStyle w:val="Paragraphedeliste"/>
        <w:numPr>
          <w:ilvl w:val="0"/>
          <w:numId w:val="2"/>
        </w:numPr>
        <w:spacing w:line="276" w:lineRule="auto"/>
        <w:rPr>
          <w:rFonts w:eastAsia="Lucida Grande" w:cs="Lucida Grande"/>
          <w:color w:val="000000" w:themeColor="text1"/>
          <w:szCs w:val="23"/>
        </w:rPr>
      </w:pPr>
      <w:hyperlink r:id="rId48" w:history="1">
        <w:r w:rsidR="00F402EC" w:rsidRPr="00CD7324">
          <w:rPr>
            <w:rStyle w:val="Lienhypertexte"/>
            <w:rFonts w:eastAsia="Lucida Grande" w:cs="Lucida Grande"/>
            <w:szCs w:val="23"/>
          </w:rPr>
          <w:t xml:space="preserve">Témoignage de Nicolas </w:t>
        </w:r>
        <w:proofErr w:type="spellStart"/>
        <w:r w:rsidR="00F402EC" w:rsidRPr="00CD7324">
          <w:rPr>
            <w:rStyle w:val="Lienhypertexte"/>
            <w:rFonts w:eastAsia="Lucida Grande" w:cs="Lucida Grande"/>
            <w:szCs w:val="23"/>
          </w:rPr>
          <w:t>Amblard</w:t>
        </w:r>
        <w:proofErr w:type="spellEnd"/>
      </w:hyperlink>
      <w:r w:rsidR="00F402EC">
        <w:rPr>
          <w:rFonts w:eastAsia="Lucida Grande" w:cs="Lucida Grande"/>
          <w:color w:val="000000" w:themeColor="text1"/>
          <w:szCs w:val="23"/>
        </w:rPr>
        <w:t xml:space="preserve">, chargé de mission Mobilité durable au sein du Parc naturel régional du Luberon </w:t>
      </w:r>
    </w:p>
    <w:p w14:paraId="18F1EE0B" w14:textId="0E9BEC52" w:rsidR="00F402EC" w:rsidRDefault="0069259F" w:rsidP="00C01EFB">
      <w:pPr>
        <w:pStyle w:val="Paragraphedeliste"/>
        <w:numPr>
          <w:ilvl w:val="0"/>
          <w:numId w:val="2"/>
        </w:numPr>
        <w:spacing w:line="276" w:lineRule="auto"/>
        <w:rPr>
          <w:rFonts w:eastAsia="Lucida Grande" w:cs="Lucida Grande"/>
          <w:color w:val="000000" w:themeColor="text1"/>
          <w:szCs w:val="23"/>
        </w:rPr>
      </w:pPr>
      <w:hyperlink r:id="rId49" w:history="1">
        <w:r w:rsidR="00F402EC" w:rsidRPr="001169BF">
          <w:rPr>
            <w:rStyle w:val="Lienhypertexte"/>
            <w:rFonts w:eastAsia="Lucida Grande" w:cs="Lucida Grande"/>
            <w:szCs w:val="23"/>
          </w:rPr>
          <w:t>Témoignage de Mathieu Avril</w:t>
        </w:r>
      </w:hyperlink>
      <w:r w:rsidR="00F402EC">
        <w:rPr>
          <w:rFonts w:eastAsia="Lucida Grande" w:cs="Lucida Grande"/>
          <w:color w:val="000000" w:themeColor="text1"/>
          <w:szCs w:val="23"/>
        </w:rPr>
        <w:t>, responsable logistique au sein d’un magasin Hyper U</w:t>
      </w:r>
    </w:p>
    <w:p w14:paraId="1445CE0D" w14:textId="77777777" w:rsidR="00F402EC" w:rsidRPr="00AB74B7" w:rsidRDefault="00F402EC" w:rsidP="0066083D">
      <w:pPr>
        <w:pStyle w:val="Titre2"/>
      </w:pPr>
      <w:r>
        <w:t>Education</w:t>
      </w:r>
      <w:r w:rsidR="00046BE9">
        <w:t>, animation,</w:t>
      </w:r>
      <w:r>
        <w:t xml:space="preserve"> communication</w:t>
      </w:r>
    </w:p>
    <w:p w14:paraId="54FE8916" w14:textId="059BC478" w:rsidR="00F402EC" w:rsidRDefault="0069259F" w:rsidP="00C01EFB">
      <w:pPr>
        <w:pStyle w:val="Paragraphedeliste"/>
        <w:numPr>
          <w:ilvl w:val="0"/>
          <w:numId w:val="2"/>
        </w:numPr>
        <w:spacing w:line="276" w:lineRule="auto"/>
        <w:rPr>
          <w:rFonts w:eastAsia="Lucida Grande" w:cs="Lucida Grande"/>
          <w:color w:val="000000" w:themeColor="text1"/>
          <w:szCs w:val="23"/>
        </w:rPr>
      </w:pPr>
      <w:hyperlink r:id="rId50" w:history="1">
        <w:r w:rsidR="00F402EC" w:rsidRPr="001169BF">
          <w:rPr>
            <w:rStyle w:val="Lienhypertexte"/>
            <w:rFonts w:eastAsia="Lucida Grande" w:cs="Lucida Grande"/>
            <w:szCs w:val="23"/>
          </w:rPr>
          <w:t>Témoignage de Julien Roi</w:t>
        </w:r>
      </w:hyperlink>
      <w:r w:rsidR="00F402EC">
        <w:rPr>
          <w:rFonts w:eastAsia="Lucida Grande" w:cs="Lucida Grande"/>
          <w:color w:val="000000" w:themeColor="text1"/>
          <w:szCs w:val="23"/>
        </w:rPr>
        <w:t xml:space="preserve">, animateur nature au sein de la Réserve naturelle de l’étang de la </w:t>
      </w:r>
      <w:proofErr w:type="spellStart"/>
      <w:r w:rsidR="00F402EC">
        <w:rPr>
          <w:rFonts w:eastAsia="Lucida Grande" w:cs="Lucida Grande"/>
          <w:color w:val="000000" w:themeColor="text1"/>
          <w:szCs w:val="23"/>
        </w:rPr>
        <w:t>Mazière</w:t>
      </w:r>
      <w:proofErr w:type="spellEnd"/>
    </w:p>
    <w:p w14:paraId="43DDEBF5" w14:textId="15173C65" w:rsidR="00046BE9" w:rsidRPr="00046BE9" w:rsidRDefault="0069259F" w:rsidP="00046BE9">
      <w:pPr>
        <w:pStyle w:val="Paragraphedeliste"/>
        <w:numPr>
          <w:ilvl w:val="0"/>
          <w:numId w:val="2"/>
        </w:numPr>
        <w:spacing w:line="276" w:lineRule="auto"/>
        <w:rPr>
          <w:rFonts w:eastAsia="Lucida Grande" w:cs="Lucida Grande"/>
          <w:color w:val="000000" w:themeColor="text1"/>
          <w:szCs w:val="23"/>
        </w:rPr>
      </w:pPr>
      <w:hyperlink r:id="rId51" w:history="1">
        <w:r w:rsidR="00046BE9" w:rsidRPr="00FF6C41">
          <w:rPr>
            <w:rStyle w:val="Lienhypertexte"/>
            <w:rFonts w:eastAsia="Lucida Grande" w:cs="Lucida Grande"/>
            <w:szCs w:val="23"/>
          </w:rPr>
          <w:t xml:space="preserve">Témoignage de </w:t>
        </w:r>
        <w:proofErr w:type="spellStart"/>
        <w:r w:rsidR="00046BE9" w:rsidRPr="00FF6C41">
          <w:rPr>
            <w:rStyle w:val="Lienhypertexte"/>
            <w:rFonts w:eastAsia="Lucida Grande" w:cs="Lucida Grande"/>
            <w:szCs w:val="23"/>
          </w:rPr>
          <w:t>Laury</w:t>
        </w:r>
        <w:proofErr w:type="spellEnd"/>
        <w:r w:rsidR="00046BE9" w:rsidRPr="00FF6C41">
          <w:rPr>
            <w:rStyle w:val="Lienhypertexte"/>
            <w:rFonts w:eastAsia="Lucida Grande" w:cs="Lucida Grande"/>
            <w:szCs w:val="23"/>
          </w:rPr>
          <w:t xml:space="preserve"> </w:t>
        </w:r>
        <w:proofErr w:type="spellStart"/>
        <w:r w:rsidR="00046BE9" w:rsidRPr="00FF6C41">
          <w:rPr>
            <w:rStyle w:val="Lienhypertexte"/>
            <w:rFonts w:eastAsia="Lucida Grande" w:cs="Lucida Grande"/>
            <w:szCs w:val="23"/>
          </w:rPr>
          <w:t>Ghillebaert</w:t>
        </w:r>
        <w:proofErr w:type="spellEnd"/>
      </w:hyperlink>
      <w:r w:rsidR="00046BE9">
        <w:rPr>
          <w:rFonts w:eastAsia="Lucida Grande" w:cs="Lucida Grande"/>
          <w:color w:val="000000" w:themeColor="text1"/>
          <w:szCs w:val="23"/>
        </w:rPr>
        <w:t>, chargée de communication au sein du CD2E (</w:t>
      </w:r>
      <w:r w:rsidR="000A17E4" w:rsidRPr="000A17E4">
        <w:rPr>
          <w:rFonts w:eastAsia="Lucida Grande" w:cs="Lucida Grande"/>
          <w:color w:val="000000" w:themeColor="text1"/>
          <w:szCs w:val="23"/>
        </w:rPr>
        <w:t xml:space="preserve">Centre de Développement des </w:t>
      </w:r>
      <w:proofErr w:type="spellStart"/>
      <w:r w:rsidR="000A17E4" w:rsidRPr="000A17E4">
        <w:rPr>
          <w:rFonts w:eastAsia="Lucida Grande" w:cs="Lucida Grande"/>
          <w:color w:val="000000" w:themeColor="text1"/>
          <w:szCs w:val="23"/>
        </w:rPr>
        <w:t>Eco-Entreprises</w:t>
      </w:r>
      <w:proofErr w:type="spellEnd"/>
      <w:r w:rsidR="00046BE9">
        <w:rPr>
          <w:rFonts w:eastAsia="Lucida Grande" w:cs="Lucida Grande"/>
          <w:color w:val="000000" w:themeColor="text1"/>
          <w:szCs w:val="23"/>
        </w:rPr>
        <w:t>)</w:t>
      </w:r>
    </w:p>
    <w:p w14:paraId="33B1DD1D" w14:textId="77777777" w:rsidR="00F402EC" w:rsidRPr="00AB74B7" w:rsidRDefault="00046BE9" w:rsidP="0066083D">
      <w:pPr>
        <w:pStyle w:val="Titre2"/>
      </w:pPr>
      <w:r>
        <w:t>Banque, assurance, f</w:t>
      </w:r>
      <w:r w:rsidR="00F402EC">
        <w:t>inance</w:t>
      </w:r>
    </w:p>
    <w:p w14:paraId="497C6379" w14:textId="3DD6BF73" w:rsidR="00F402EC" w:rsidRDefault="0069259F" w:rsidP="00C01EFB">
      <w:pPr>
        <w:pStyle w:val="Paragraphedeliste"/>
        <w:numPr>
          <w:ilvl w:val="0"/>
          <w:numId w:val="2"/>
        </w:numPr>
        <w:spacing w:line="276" w:lineRule="auto"/>
        <w:rPr>
          <w:rFonts w:eastAsia="Lucida Grande" w:cs="Lucida Grande"/>
          <w:color w:val="000000" w:themeColor="text1"/>
          <w:szCs w:val="23"/>
        </w:rPr>
      </w:pPr>
      <w:hyperlink r:id="rId52" w:history="1">
        <w:r w:rsidR="00F402EC" w:rsidRPr="001169BF">
          <w:rPr>
            <w:rStyle w:val="Lienhypertexte"/>
            <w:rFonts w:eastAsia="Lucida Grande" w:cs="Lucida Grande"/>
            <w:szCs w:val="23"/>
          </w:rPr>
          <w:t>Témoignage d’Eva l’Homme</w:t>
        </w:r>
      </w:hyperlink>
      <w:r w:rsidR="00F402EC">
        <w:rPr>
          <w:rFonts w:eastAsia="Lucida Grande" w:cs="Lucida Grande"/>
          <w:color w:val="000000" w:themeColor="text1"/>
          <w:szCs w:val="23"/>
        </w:rPr>
        <w:t xml:space="preserve">, analyste Investissement Socialement Responsable à </w:t>
      </w:r>
      <w:proofErr w:type="spellStart"/>
      <w:r w:rsidR="00F402EC">
        <w:rPr>
          <w:rFonts w:eastAsia="Lucida Grande" w:cs="Lucida Grande"/>
          <w:color w:val="000000" w:themeColor="text1"/>
          <w:szCs w:val="23"/>
        </w:rPr>
        <w:t>Mirova</w:t>
      </w:r>
      <w:proofErr w:type="spellEnd"/>
    </w:p>
    <w:p w14:paraId="4400ECCD" w14:textId="77777777" w:rsidR="00C27942" w:rsidRPr="00AB74B7" w:rsidRDefault="001240BD" w:rsidP="0066083D">
      <w:pPr>
        <w:pStyle w:val="Titre2"/>
      </w:pPr>
      <w:r>
        <w:t>Hôtellerie, restauration, tourisme</w:t>
      </w:r>
    </w:p>
    <w:p w14:paraId="14C08F45" w14:textId="4C52ED17" w:rsidR="001169BF" w:rsidRDefault="0069259F" w:rsidP="00C01EFB">
      <w:pPr>
        <w:pStyle w:val="Paragraphedeliste"/>
        <w:numPr>
          <w:ilvl w:val="0"/>
          <w:numId w:val="2"/>
        </w:numPr>
        <w:spacing w:line="276" w:lineRule="auto"/>
        <w:rPr>
          <w:rFonts w:eastAsia="Lucida Grande" w:cs="Lucida Grande"/>
          <w:color w:val="000000" w:themeColor="text1"/>
          <w:szCs w:val="23"/>
        </w:rPr>
      </w:pPr>
      <w:hyperlink r:id="rId53" w:history="1">
        <w:r w:rsidR="00C27942" w:rsidRPr="001169BF">
          <w:rPr>
            <w:rStyle w:val="Lienhypertexte"/>
            <w:rFonts w:eastAsia="Lucida Grande" w:cs="Lucida Grande"/>
            <w:szCs w:val="23"/>
          </w:rPr>
          <w:t>Témoignage</w:t>
        </w:r>
        <w:r w:rsidR="001240BD" w:rsidRPr="001169BF">
          <w:rPr>
            <w:rStyle w:val="Lienhypertexte"/>
            <w:rFonts w:eastAsia="Lucida Grande" w:cs="Lucida Grande"/>
            <w:szCs w:val="23"/>
          </w:rPr>
          <w:t xml:space="preserve"> </w:t>
        </w:r>
        <w:r w:rsidR="001169BF" w:rsidRPr="001169BF">
          <w:rPr>
            <w:rStyle w:val="Lienhypertexte"/>
            <w:rFonts w:eastAsia="Lucida Grande" w:cs="Lucida Grande"/>
            <w:szCs w:val="23"/>
          </w:rPr>
          <w:t xml:space="preserve">de Pascal </w:t>
        </w:r>
        <w:proofErr w:type="spellStart"/>
        <w:r w:rsidR="001169BF" w:rsidRPr="001169BF">
          <w:rPr>
            <w:rStyle w:val="Lienhypertexte"/>
            <w:rFonts w:eastAsia="Lucida Grande" w:cs="Lucida Grande"/>
            <w:szCs w:val="23"/>
          </w:rPr>
          <w:t>Guémené</w:t>
        </w:r>
        <w:proofErr w:type="spellEnd"/>
      </w:hyperlink>
      <w:r w:rsidR="001169BF">
        <w:rPr>
          <w:rFonts w:eastAsia="Lucida Grande" w:cs="Lucida Grande"/>
          <w:color w:val="000000" w:themeColor="text1"/>
          <w:szCs w:val="23"/>
        </w:rPr>
        <w:t>, responsable de marque Greet au sein du groupe Accor</w:t>
      </w:r>
    </w:p>
    <w:p w14:paraId="72895820" w14:textId="245E614D" w:rsidR="00C27942" w:rsidRDefault="001169BF" w:rsidP="00C01EFB">
      <w:pPr>
        <w:pStyle w:val="Paragraphedeliste"/>
        <w:numPr>
          <w:ilvl w:val="0"/>
          <w:numId w:val="2"/>
        </w:numPr>
        <w:spacing w:line="276" w:lineRule="auto"/>
        <w:rPr>
          <w:rFonts w:eastAsia="Lucida Grande" w:cs="Lucida Grande"/>
          <w:color w:val="000000" w:themeColor="text1"/>
          <w:szCs w:val="23"/>
        </w:rPr>
      </w:pPr>
      <w:r>
        <w:rPr>
          <w:rFonts w:eastAsia="Lucida Grande" w:cs="Lucida Grande"/>
          <w:color w:val="000000" w:themeColor="text1"/>
          <w:szCs w:val="23"/>
        </w:rPr>
        <w:t xml:space="preserve">Témoignage de Mounir </w:t>
      </w:r>
      <w:proofErr w:type="spellStart"/>
      <w:r>
        <w:rPr>
          <w:rFonts w:eastAsia="Lucida Grande" w:cs="Lucida Grande"/>
          <w:color w:val="000000" w:themeColor="text1"/>
          <w:szCs w:val="23"/>
        </w:rPr>
        <w:t>Creanza</w:t>
      </w:r>
      <w:proofErr w:type="spellEnd"/>
      <w:r>
        <w:rPr>
          <w:rFonts w:eastAsia="Lucida Grande" w:cs="Lucida Grande"/>
          <w:color w:val="000000" w:themeColor="text1"/>
          <w:szCs w:val="23"/>
        </w:rPr>
        <w:t xml:space="preserve">, cofondateur du restaurant Casa Gaïa, bio et </w:t>
      </w:r>
      <w:proofErr w:type="spellStart"/>
      <w:r>
        <w:rPr>
          <w:rFonts w:eastAsia="Lucida Grande" w:cs="Lucida Grande"/>
          <w:color w:val="000000" w:themeColor="text1"/>
          <w:szCs w:val="23"/>
        </w:rPr>
        <w:t>locavore</w:t>
      </w:r>
      <w:proofErr w:type="spellEnd"/>
      <w:r>
        <w:rPr>
          <w:rFonts w:eastAsia="Lucida Grande" w:cs="Lucida Grande"/>
          <w:color w:val="000000" w:themeColor="text1"/>
          <w:szCs w:val="23"/>
        </w:rPr>
        <w:t xml:space="preserve"> (témoignage à venir)</w:t>
      </w:r>
    </w:p>
    <w:p w14:paraId="1A06B3CC" w14:textId="77777777" w:rsidR="001240BD" w:rsidRPr="00AB74B7" w:rsidRDefault="001240BD" w:rsidP="0066083D">
      <w:pPr>
        <w:pStyle w:val="Titre2"/>
      </w:pPr>
      <w:r>
        <w:t>Santé</w:t>
      </w:r>
    </w:p>
    <w:p w14:paraId="0E2C4971" w14:textId="77777777" w:rsidR="001240BD" w:rsidRDefault="001240BD" w:rsidP="001240BD">
      <w:pPr>
        <w:pStyle w:val="Paragraphedeliste"/>
        <w:numPr>
          <w:ilvl w:val="0"/>
          <w:numId w:val="2"/>
        </w:numPr>
        <w:spacing w:line="276" w:lineRule="auto"/>
        <w:rPr>
          <w:rFonts w:eastAsia="Lucida Grande" w:cs="Lucida Grande"/>
          <w:color w:val="000000" w:themeColor="text1"/>
          <w:szCs w:val="23"/>
        </w:rPr>
      </w:pPr>
      <w:r>
        <w:rPr>
          <w:rFonts w:eastAsia="Lucida Grande" w:cs="Lucida Grande"/>
          <w:color w:val="000000" w:themeColor="text1"/>
          <w:szCs w:val="23"/>
        </w:rPr>
        <w:t>Témoignages à venir</w:t>
      </w:r>
    </w:p>
    <w:p w14:paraId="540A2D98" w14:textId="77777777" w:rsidR="001240BD" w:rsidRPr="00AB74B7" w:rsidRDefault="001240BD" w:rsidP="0066083D">
      <w:pPr>
        <w:pStyle w:val="Titre2"/>
      </w:pPr>
      <w:r>
        <w:t>Chimie, matériaux</w:t>
      </w:r>
    </w:p>
    <w:p w14:paraId="25840D3E" w14:textId="77777777" w:rsidR="001240BD" w:rsidRDefault="001240BD" w:rsidP="001240BD">
      <w:pPr>
        <w:pStyle w:val="Paragraphedeliste"/>
        <w:numPr>
          <w:ilvl w:val="0"/>
          <w:numId w:val="2"/>
        </w:numPr>
        <w:spacing w:line="276" w:lineRule="auto"/>
        <w:rPr>
          <w:rFonts w:eastAsia="Lucida Grande" w:cs="Lucida Grande"/>
          <w:color w:val="000000" w:themeColor="text1"/>
          <w:szCs w:val="23"/>
        </w:rPr>
      </w:pPr>
      <w:r>
        <w:rPr>
          <w:rFonts w:eastAsia="Lucida Grande" w:cs="Lucida Grande"/>
          <w:color w:val="000000" w:themeColor="text1"/>
          <w:szCs w:val="23"/>
        </w:rPr>
        <w:t>Témoignages à venir</w:t>
      </w:r>
    </w:p>
    <w:p w14:paraId="55FCC203" w14:textId="77777777" w:rsidR="001240BD" w:rsidRPr="00AB74B7" w:rsidRDefault="001240BD" w:rsidP="0066083D">
      <w:pPr>
        <w:pStyle w:val="Titre2"/>
      </w:pPr>
      <w:r>
        <w:t>Management, RSE</w:t>
      </w:r>
    </w:p>
    <w:p w14:paraId="5CABD9A9" w14:textId="5C2DD246" w:rsidR="001240BD" w:rsidRDefault="0069259F" w:rsidP="001240BD">
      <w:pPr>
        <w:pStyle w:val="Paragraphedeliste"/>
        <w:numPr>
          <w:ilvl w:val="0"/>
          <w:numId w:val="4"/>
        </w:numPr>
        <w:spacing w:line="276" w:lineRule="auto"/>
        <w:ind w:left="720"/>
        <w:rPr>
          <w:rFonts w:eastAsia="Lucida Grande" w:cs="Lucida Grande"/>
          <w:color w:val="000000" w:themeColor="text1"/>
          <w:szCs w:val="23"/>
        </w:rPr>
      </w:pPr>
      <w:hyperlink r:id="rId54" w:history="1">
        <w:r w:rsidR="001240BD" w:rsidRPr="001169BF">
          <w:rPr>
            <w:rStyle w:val="Lienhypertexte"/>
            <w:rFonts w:eastAsia="Lucida Grande" w:cs="Lucida Grande"/>
            <w:szCs w:val="23"/>
          </w:rPr>
          <w:t xml:space="preserve">Témoignage de Joachim </w:t>
        </w:r>
        <w:proofErr w:type="spellStart"/>
        <w:r w:rsidR="001240BD" w:rsidRPr="001169BF">
          <w:rPr>
            <w:rStyle w:val="Lienhypertexte"/>
            <w:rFonts w:eastAsia="Lucida Grande" w:cs="Lucida Grande"/>
            <w:szCs w:val="23"/>
          </w:rPr>
          <w:t>Lémeri</w:t>
        </w:r>
        <w:proofErr w:type="spellEnd"/>
      </w:hyperlink>
      <w:r w:rsidR="001240BD">
        <w:rPr>
          <w:rFonts w:eastAsia="Lucida Grande" w:cs="Lucida Grande"/>
          <w:color w:val="000000" w:themeColor="text1"/>
          <w:szCs w:val="23"/>
        </w:rPr>
        <w:t>, directeur adjoint de la Direction du développement durable et de l’innovation transverse du groupe Eiffage</w:t>
      </w:r>
    </w:p>
    <w:p w14:paraId="47CA09CD" w14:textId="319D7FC6" w:rsidR="001240BD" w:rsidRDefault="0069259F" w:rsidP="001240BD">
      <w:pPr>
        <w:pStyle w:val="Paragraphedeliste"/>
        <w:numPr>
          <w:ilvl w:val="0"/>
          <w:numId w:val="4"/>
        </w:numPr>
        <w:spacing w:line="276" w:lineRule="auto"/>
        <w:ind w:left="720"/>
        <w:rPr>
          <w:rFonts w:eastAsia="Lucida Grande" w:cs="Lucida Grande"/>
          <w:color w:val="000000" w:themeColor="text1"/>
          <w:szCs w:val="23"/>
        </w:rPr>
      </w:pPr>
      <w:hyperlink r:id="rId55" w:history="1">
        <w:r w:rsidR="001240BD" w:rsidRPr="00FF6C41">
          <w:rPr>
            <w:rStyle w:val="Lienhypertexte"/>
            <w:rFonts w:eastAsia="Lucida Grande" w:cs="Lucida Grande"/>
            <w:szCs w:val="23"/>
          </w:rPr>
          <w:t xml:space="preserve">Témoignage de François </w:t>
        </w:r>
        <w:proofErr w:type="spellStart"/>
        <w:r w:rsidR="001240BD" w:rsidRPr="00FF6C41">
          <w:rPr>
            <w:rStyle w:val="Lienhypertexte"/>
            <w:rFonts w:eastAsia="Lucida Grande" w:cs="Lucida Grande"/>
            <w:szCs w:val="23"/>
          </w:rPr>
          <w:t>Dapilly</w:t>
        </w:r>
        <w:proofErr w:type="spellEnd"/>
      </w:hyperlink>
      <w:r w:rsidR="001240BD">
        <w:rPr>
          <w:rFonts w:eastAsia="Lucida Grande" w:cs="Lucida Grande"/>
          <w:color w:val="000000" w:themeColor="text1"/>
          <w:szCs w:val="23"/>
        </w:rPr>
        <w:t>, responsable projet Innovation durable au sein du groupe Eiffage</w:t>
      </w:r>
    </w:p>
    <w:p w14:paraId="2CE6DC69" w14:textId="359F439E" w:rsidR="001240BD" w:rsidRPr="001240BD" w:rsidRDefault="0069259F" w:rsidP="001240BD">
      <w:pPr>
        <w:pStyle w:val="Paragraphedeliste"/>
        <w:numPr>
          <w:ilvl w:val="0"/>
          <w:numId w:val="4"/>
        </w:numPr>
        <w:spacing w:line="276" w:lineRule="auto"/>
        <w:ind w:left="720"/>
        <w:rPr>
          <w:rFonts w:eastAsia="Lucida Grande" w:cs="Lucida Grande"/>
          <w:color w:val="000000" w:themeColor="text1"/>
          <w:szCs w:val="23"/>
        </w:rPr>
      </w:pPr>
      <w:hyperlink r:id="rId56" w:history="1">
        <w:r w:rsidR="001240BD" w:rsidRPr="00FF6C41">
          <w:rPr>
            <w:rStyle w:val="Lienhypertexte"/>
            <w:rFonts w:eastAsia="Lucida Grande" w:cs="Lucida Grande"/>
            <w:szCs w:val="23"/>
          </w:rPr>
          <w:t xml:space="preserve">Témoignage de Thérèse </w:t>
        </w:r>
        <w:proofErr w:type="spellStart"/>
        <w:r w:rsidR="001240BD" w:rsidRPr="00FF6C41">
          <w:rPr>
            <w:rStyle w:val="Lienhypertexte"/>
            <w:rFonts w:eastAsia="Lucida Grande" w:cs="Lucida Grande"/>
            <w:szCs w:val="23"/>
          </w:rPr>
          <w:t>Placek</w:t>
        </w:r>
        <w:proofErr w:type="spellEnd"/>
      </w:hyperlink>
      <w:r w:rsidR="001240BD">
        <w:rPr>
          <w:rFonts w:eastAsia="Lucida Grande" w:cs="Lucida Grande"/>
          <w:color w:val="000000" w:themeColor="text1"/>
          <w:szCs w:val="23"/>
        </w:rPr>
        <w:t>, directrice de projet Habitat et aménagement</w:t>
      </w:r>
    </w:p>
    <w:p w14:paraId="2FA260F1" w14:textId="77777777" w:rsidR="0046675A" w:rsidRPr="00AB74B7" w:rsidRDefault="0046675A" w:rsidP="0066083D">
      <w:pPr>
        <w:pStyle w:val="Titre2"/>
      </w:pPr>
      <w:r>
        <w:t>Droit de l’environnement</w:t>
      </w:r>
    </w:p>
    <w:p w14:paraId="036DCB41" w14:textId="68E2EBB3" w:rsidR="0046675A" w:rsidRPr="00AA31FE" w:rsidRDefault="0069259F" w:rsidP="00AA31FE">
      <w:pPr>
        <w:pStyle w:val="Paragraphedeliste"/>
        <w:numPr>
          <w:ilvl w:val="0"/>
          <w:numId w:val="2"/>
        </w:numPr>
        <w:spacing w:after="480" w:line="276" w:lineRule="auto"/>
        <w:ind w:left="714" w:hanging="357"/>
        <w:rPr>
          <w:rFonts w:eastAsia="Lucida Grande" w:cs="Lucida Grande"/>
          <w:i/>
          <w:color w:val="000000" w:themeColor="text1"/>
          <w:szCs w:val="23"/>
        </w:rPr>
      </w:pPr>
      <w:hyperlink r:id="rId57" w:history="1">
        <w:r w:rsidR="0046675A" w:rsidRPr="004926D3">
          <w:rPr>
            <w:rStyle w:val="Lienhypertexte"/>
            <w:rFonts w:eastAsia="Lucida Grande" w:cs="Lucida Grande"/>
            <w:szCs w:val="23"/>
          </w:rPr>
          <w:t xml:space="preserve">Témoignage d’Antoine </w:t>
        </w:r>
        <w:proofErr w:type="spellStart"/>
        <w:r w:rsidR="0046675A" w:rsidRPr="004926D3">
          <w:rPr>
            <w:rStyle w:val="Lienhypertexte"/>
            <w:rFonts w:eastAsia="Lucida Grande" w:cs="Lucida Grande"/>
            <w:szCs w:val="23"/>
          </w:rPr>
          <w:t>Gatet</w:t>
        </w:r>
        <w:proofErr w:type="spellEnd"/>
      </w:hyperlink>
      <w:r w:rsidR="0046675A">
        <w:rPr>
          <w:rFonts w:eastAsia="Lucida Grande" w:cs="Lucida Grande"/>
          <w:color w:val="000000" w:themeColor="text1"/>
          <w:szCs w:val="23"/>
        </w:rPr>
        <w:t>, juriste environnement à France Nature Environnement</w:t>
      </w:r>
    </w:p>
    <w:p w14:paraId="6977D70D" w14:textId="39265F20" w:rsidR="00AA31FE" w:rsidRPr="00AA31FE" w:rsidRDefault="00AA31FE" w:rsidP="00AA31FE">
      <w:pPr>
        <w:pBdr>
          <w:left w:val="doubleWave" w:sz="6" w:space="4" w:color="AA092F"/>
        </w:pBdr>
        <w:spacing w:after="0" w:line="276" w:lineRule="auto"/>
        <w:ind w:left="142"/>
        <w:rPr>
          <w:rFonts w:eastAsia="Lucida Grande" w:cs="Lucida Grande"/>
          <w:i/>
          <w:color w:val="000000" w:themeColor="text1"/>
          <w:szCs w:val="23"/>
        </w:rPr>
      </w:pPr>
      <w:r w:rsidRPr="0066083D">
        <w:rPr>
          <w:rFonts w:asciiTheme="minorHAnsi" w:eastAsia="Lucida Grande" w:hAnsiTheme="minorHAnsi" w:cstheme="minorHAnsi"/>
          <w:b/>
          <w:i/>
          <w:color w:val="AA092F"/>
          <w:szCs w:val="23"/>
        </w:rPr>
        <w:t>En complément</w:t>
      </w:r>
      <w:r w:rsidRPr="00AA31FE">
        <w:rPr>
          <w:rFonts w:eastAsia="Lucida Grande" w:cs="Lucida Grande"/>
          <w:i/>
          <w:color w:val="000000" w:themeColor="text1"/>
          <w:szCs w:val="23"/>
        </w:rPr>
        <w:t>, nous vous proposons pour chacun de ces secteurs une fiche thématique, à retrouver dans la mallette pédagogique, dans laquelle vous aurez accès à une sélection de fiches métiers, à une sélection de fiches formations, de niveau Bac+2 à Bac+5, pour se former à ces métiers, et à une sélection de sites d’</w:t>
      </w:r>
      <w:proofErr w:type="spellStart"/>
      <w:r w:rsidRPr="00AA31FE">
        <w:rPr>
          <w:rFonts w:eastAsia="Lucida Grande" w:cs="Lucida Grande"/>
          <w:i/>
          <w:color w:val="000000" w:themeColor="text1"/>
          <w:szCs w:val="23"/>
        </w:rPr>
        <w:t>aie</w:t>
      </w:r>
      <w:proofErr w:type="spellEnd"/>
      <w:r w:rsidRPr="00AA31FE">
        <w:rPr>
          <w:rFonts w:eastAsia="Lucida Grande" w:cs="Lucida Grande"/>
          <w:i/>
          <w:color w:val="000000" w:themeColor="text1"/>
          <w:szCs w:val="23"/>
        </w:rPr>
        <w:t xml:space="preserve"> à l’orientation vers les métiers de ces secteurs.</w:t>
      </w:r>
    </w:p>
    <w:p w14:paraId="261B3DF4" w14:textId="2E4069C3" w:rsidR="00111FEA" w:rsidRPr="00493AB7" w:rsidRDefault="004901F9" w:rsidP="00E63499">
      <w:pPr>
        <w:pStyle w:val="Titre1"/>
        <w:pageBreakBefore/>
        <w:spacing w:after="240"/>
      </w:pPr>
      <w:r w:rsidRPr="00493AB7">
        <w:rPr>
          <w:rFonts w:asciiTheme="minorHAnsi" w:hAnsiTheme="minorHAnsi" w:cstheme="minorHAnsi"/>
        </w:rPr>
        <w:lastRenderedPageBreak/>
        <w:t>Partie</w:t>
      </w:r>
      <w:r w:rsidR="002E5CDA" w:rsidRPr="00493AB7">
        <w:rPr>
          <w:rFonts w:asciiTheme="minorHAnsi" w:hAnsiTheme="minorHAnsi" w:cstheme="minorHAnsi"/>
        </w:rPr>
        <w:t xml:space="preserve"> 4</w:t>
      </w:r>
      <w:r w:rsidR="0066083D" w:rsidRPr="00493AB7">
        <w:rPr>
          <w:rFonts w:asciiTheme="minorHAnsi" w:hAnsiTheme="minorHAnsi" w:cstheme="minorHAnsi"/>
        </w:rPr>
        <w:t>.</w:t>
      </w:r>
      <w:r w:rsidRPr="00493AB7">
        <w:rPr>
          <w:rFonts w:asciiTheme="minorHAnsi" w:hAnsiTheme="minorHAnsi" w:cstheme="minorHAnsi"/>
        </w:rPr>
        <w:t xml:space="preserve"> </w:t>
      </w:r>
      <w:r w:rsidR="003B157E" w:rsidRPr="00493AB7">
        <w:rPr>
          <w:rStyle w:val="Titre1Car"/>
        </w:rPr>
        <w:t>Des projets collaboratifs</w:t>
      </w:r>
    </w:p>
    <w:p w14:paraId="1001066B" w14:textId="77777777" w:rsidR="00F60864" w:rsidRDefault="003B157E" w:rsidP="007347C3">
      <w:pPr>
        <w:spacing w:after="60"/>
      </w:pPr>
      <w:r w:rsidRPr="00F60864">
        <w:t>Cette partie vous propose 4 projets en cours faisant intervenir des professionnels aux expertises variées et souvent issus de structures et d'établissements différents. Ces projets, de plus en plus répandus, ont une dimension partenariale, collaborative et pluridisciplinaire très marquée. Cela conduit les professionnels concernés à solliciter des compétences transversales en plus de leurs compétences "cœur de métier".</w:t>
      </w:r>
      <w:r w:rsidR="005546A7" w:rsidRPr="00F60864">
        <w:t xml:space="preserve"> </w:t>
      </w:r>
    </w:p>
    <w:p w14:paraId="7E247C19" w14:textId="125FFBCF" w:rsidR="00544C93" w:rsidRPr="00F60864" w:rsidRDefault="005546A7" w:rsidP="007347C3">
      <w:pPr>
        <w:spacing w:after="60"/>
      </w:pPr>
      <w:r w:rsidRPr="00F60864">
        <w:t>Voici ci-dessous la liste des témoignages vidéos proposées pour chacun de ces projets.</w:t>
      </w:r>
    </w:p>
    <w:p w14:paraId="58B9CFB4" w14:textId="77777777" w:rsidR="006A4373" w:rsidRDefault="00587D25" w:rsidP="0066083D">
      <w:pPr>
        <w:pStyle w:val="Titre2"/>
      </w:pPr>
      <w:r>
        <w:t xml:space="preserve">Projet de construction d’un </w:t>
      </w:r>
      <w:proofErr w:type="spellStart"/>
      <w:r w:rsidR="003B157E">
        <w:t>écoquartier</w:t>
      </w:r>
      <w:proofErr w:type="spellEnd"/>
    </w:p>
    <w:p w14:paraId="6B6219B5" w14:textId="62BDEF76" w:rsidR="00544C93" w:rsidRDefault="0069259F" w:rsidP="00C01EFB">
      <w:pPr>
        <w:pStyle w:val="Paragraphedeliste"/>
        <w:numPr>
          <w:ilvl w:val="0"/>
          <w:numId w:val="4"/>
        </w:numPr>
        <w:spacing w:line="276" w:lineRule="auto"/>
        <w:ind w:left="720"/>
        <w:rPr>
          <w:rFonts w:eastAsia="Lucida Grande" w:cs="Lucida Grande"/>
          <w:color w:val="000000" w:themeColor="text1"/>
          <w:szCs w:val="23"/>
        </w:rPr>
      </w:pPr>
      <w:hyperlink r:id="rId58" w:history="1">
        <w:r w:rsidR="003B157E" w:rsidRPr="001169BF">
          <w:rPr>
            <w:rStyle w:val="Lienhypertexte"/>
            <w:rFonts w:eastAsia="Lucida Grande" w:cs="Lucida Grande"/>
            <w:szCs w:val="23"/>
          </w:rPr>
          <w:t xml:space="preserve">Témoignage de Joachim </w:t>
        </w:r>
        <w:proofErr w:type="spellStart"/>
        <w:r w:rsidR="003B157E" w:rsidRPr="001169BF">
          <w:rPr>
            <w:rStyle w:val="Lienhypertexte"/>
            <w:rFonts w:eastAsia="Lucida Grande" w:cs="Lucida Grande"/>
            <w:szCs w:val="23"/>
          </w:rPr>
          <w:t>Lémeri</w:t>
        </w:r>
        <w:proofErr w:type="spellEnd"/>
      </w:hyperlink>
      <w:r w:rsidR="003B157E">
        <w:rPr>
          <w:rFonts w:eastAsia="Lucida Grande" w:cs="Lucida Grande"/>
          <w:color w:val="000000" w:themeColor="text1"/>
          <w:szCs w:val="23"/>
        </w:rPr>
        <w:t>, directeur adjoint de la Direction du développement durable et de l’innovation transverse du groupe Eiffage</w:t>
      </w:r>
    </w:p>
    <w:p w14:paraId="2D81357B" w14:textId="55C3AC9E" w:rsidR="004901F9" w:rsidRDefault="0069259F" w:rsidP="00C01EFB">
      <w:pPr>
        <w:pStyle w:val="Paragraphedeliste"/>
        <w:numPr>
          <w:ilvl w:val="0"/>
          <w:numId w:val="4"/>
        </w:numPr>
        <w:spacing w:line="276" w:lineRule="auto"/>
        <w:ind w:left="720"/>
        <w:rPr>
          <w:rFonts w:eastAsia="Lucida Grande" w:cs="Lucida Grande"/>
          <w:color w:val="000000" w:themeColor="text1"/>
          <w:szCs w:val="23"/>
        </w:rPr>
      </w:pPr>
      <w:hyperlink r:id="rId59" w:history="1">
        <w:r w:rsidR="003B157E" w:rsidRPr="00FF6C41">
          <w:rPr>
            <w:rStyle w:val="Lienhypertexte"/>
            <w:rFonts w:eastAsia="Lucida Grande" w:cs="Lucida Grande"/>
            <w:szCs w:val="23"/>
          </w:rPr>
          <w:t xml:space="preserve">Témoignage de François </w:t>
        </w:r>
        <w:proofErr w:type="spellStart"/>
        <w:r w:rsidR="003B157E" w:rsidRPr="00FF6C41">
          <w:rPr>
            <w:rStyle w:val="Lienhypertexte"/>
            <w:rFonts w:eastAsia="Lucida Grande" w:cs="Lucida Grande"/>
            <w:szCs w:val="23"/>
          </w:rPr>
          <w:t>Dapilly</w:t>
        </w:r>
        <w:proofErr w:type="spellEnd"/>
      </w:hyperlink>
      <w:r w:rsidR="003B157E">
        <w:rPr>
          <w:rFonts w:eastAsia="Lucida Grande" w:cs="Lucida Grande"/>
          <w:color w:val="000000" w:themeColor="text1"/>
          <w:szCs w:val="23"/>
        </w:rPr>
        <w:t>, responsable projet Innovation durable au sein du groupe Eiffage</w:t>
      </w:r>
    </w:p>
    <w:p w14:paraId="50ED8BEB" w14:textId="3DA69930" w:rsidR="00457FA3" w:rsidRDefault="0069259F" w:rsidP="00C01EFB">
      <w:pPr>
        <w:pStyle w:val="Paragraphedeliste"/>
        <w:numPr>
          <w:ilvl w:val="0"/>
          <w:numId w:val="4"/>
        </w:numPr>
        <w:spacing w:line="276" w:lineRule="auto"/>
        <w:ind w:left="720"/>
        <w:rPr>
          <w:rFonts w:eastAsia="Lucida Grande" w:cs="Lucida Grande"/>
          <w:color w:val="000000" w:themeColor="text1"/>
          <w:szCs w:val="23"/>
        </w:rPr>
      </w:pPr>
      <w:hyperlink r:id="rId60" w:history="1">
        <w:r w:rsidR="003B157E" w:rsidRPr="00FF6C41">
          <w:rPr>
            <w:rStyle w:val="Lienhypertexte"/>
            <w:rFonts w:eastAsia="Lucida Grande" w:cs="Lucida Grande"/>
            <w:szCs w:val="23"/>
          </w:rPr>
          <w:t>Témoignage d’Hélène Delmas</w:t>
        </w:r>
      </w:hyperlink>
      <w:r w:rsidR="003B157E">
        <w:rPr>
          <w:rFonts w:eastAsia="Lucida Grande" w:cs="Lucida Grande"/>
          <w:color w:val="000000" w:themeColor="text1"/>
          <w:szCs w:val="23"/>
        </w:rPr>
        <w:t>, ingénieure environnement au sein du groupe Eiffage</w:t>
      </w:r>
    </w:p>
    <w:p w14:paraId="441DA737" w14:textId="7E9F2DEE" w:rsidR="003B157E" w:rsidRDefault="0069259F" w:rsidP="00C01EFB">
      <w:pPr>
        <w:pStyle w:val="Paragraphedeliste"/>
        <w:numPr>
          <w:ilvl w:val="0"/>
          <w:numId w:val="4"/>
        </w:numPr>
        <w:spacing w:line="276" w:lineRule="auto"/>
        <w:ind w:left="720"/>
        <w:rPr>
          <w:rFonts w:eastAsia="Lucida Grande" w:cs="Lucida Grande"/>
          <w:color w:val="000000" w:themeColor="text1"/>
          <w:szCs w:val="23"/>
        </w:rPr>
      </w:pPr>
      <w:hyperlink r:id="rId61" w:history="1">
        <w:r w:rsidR="003B157E" w:rsidRPr="00FF6C41">
          <w:rPr>
            <w:rStyle w:val="Lienhypertexte"/>
            <w:rFonts w:eastAsia="Lucida Grande" w:cs="Lucida Grande"/>
            <w:szCs w:val="23"/>
          </w:rPr>
          <w:t xml:space="preserve">Témoignage d’Isabelle </w:t>
        </w:r>
        <w:proofErr w:type="spellStart"/>
        <w:r w:rsidR="003B157E" w:rsidRPr="00FF6C41">
          <w:rPr>
            <w:rStyle w:val="Lienhypertexte"/>
            <w:rFonts w:eastAsia="Lucida Grande" w:cs="Lucida Grande"/>
            <w:szCs w:val="23"/>
          </w:rPr>
          <w:t>Boyeau</w:t>
        </w:r>
        <w:proofErr w:type="spellEnd"/>
      </w:hyperlink>
      <w:r w:rsidR="003B157E">
        <w:rPr>
          <w:rFonts w:eastAsia="Lucida Grande" w:cs="Lucida Grande"/>
          <w:color w:val="000000" w:themeColor="text1"/>
          <w:szCs w:val="23"/>
        </w:rPr>
        <w:t>, experte en calcul carbone au sein du groupe Eiffage</w:t>
      </w:r>
    </w:p>
    <w:p w14:paraId="40A4B196" w14:textId="202B03B5" w:rsidR="003B157E" w:rsidRDefault="0069259F" w:rsidP="00C01EFB">
      <w:pPr>
        <w:pStyle w:val="Paragraphedeliste"/>
        <w:numPr>
          <w:ilvl w:val="0"/>
          <w:numId w:val="4"/>
        </w:numPr>
        <w:spacing w:line="276" w:lineRule="auto"/>
        <w:ind w:left="720"/>
        <w:rPr>
          <w:rFonts w:eastAsia="Lucida Grande" w:cs="Lucida Grande"/>
          <w:color w:val="000000" w:themeColor="text1"/>
          <w:szCs w:val="23"/>
        </w:rPr>
      </w:pPr>
      <w:hyperlink r:id="rId62" w:history="1">
        <w:r w:rsidR="003B157E" w:rsidRPr="00FF6C41">
          <w:rPr>
            <w:rStyle w:val="Lienhypertexte"/>
            <w:rFonts w:eastAsia="Lucida Grande" w:cs="Lucida Grande"/>
            <w:szCs w:val="23"/>
          </w:rPr>
          <w:t xml:space="preserve">Témoignage de </w:t>
        </w:r>
        <w:proofErr w:type="spellStart"/>
        <w:r w:rsidR="003B157E" w:rsidRPr="00FF6C41">
          <w:rPr>
            <w:rStyle w:val="Lienhypertexte"/>
            <w:rFonts w:eastAsia="Lucida Grande" w:cs="Lucida Grande"/>
            <w:szCs w:val="23"/>
          </w:rPr>
          <w:t>Dena</w:t>
        </w:r>
        <w:proofErr w:type="spellEnd"/>
        <w:r w:rsidR="003B157E" w:rsidRPr="00FF6C41">
          <w:rPr>
            <w:rStyle w:val="Lienhypertexte"/>
            <w:rFonts w:eastAsia="Lucida Grande" w:cs="Lucida Grande"/>
            <w:szCs w:val="23"/>
          </w:rPr>
          <w:t xml:space="preserve"> Villanueva</w:t>
        </w:r>
      </w:hyperlink>
      <w:r w:rsidR="003B157E">
        <w:rPr>
          <w:rFonts w:eastAsia="Lucida Grande" w:cs="Lucida Grande"/>
          <w:color w:val="000000" w:themeColor="text1"/>
          <w:szCs w:val="23"/>
        </w:rPr>
        <w:t xml:space="preserve">, responsable de la gestion des connaissances au sein du groupe Eiffage </w:t>
      </w:r>
    </w:p>
    <w:p w14:paraId="093DA1B6" w14:textId="77777777" w:rsidR="003B157E" w:rsidRDefault="00587D25" w:rsidP="0066083D">
      <w:pPr>
        <w:pStyle w:val="Titre2"/>
      </w:pPr>
      <w:r>
        <w:t xml:space="preserve">Projet de </w:t>
      </w:r>
      <w:r w:rsidR="003B157E">
        <w:t>renouve</w:t>
      </w:r>
      <w:r>
        <w:t xml:space="preserve">llement </w:t>
      </w:r>
      <w:r w:rsidR="003B157E">
        <w:t>d</w:t>
      </w:r>
      <w:r>
        <w:t>’</w:t>
      </w:r>
      <w:r w:rsidR="003B157E">
        <w:t>u</w:t>
      </w:r>
      <w:r>
        <w:t>n</w:t>
      </w:r>
      <w:r w:rsidR="003B157E">
        <w:t xml:space="preserve"> bassin minier</w:t>
      </w:r>
      <w:r w:rsidR="003B157E">
        <w:tab/>
      </w:r>
    </w:p>
    <w:p w14:paraId="1C716AE8" w14:textId="787E6798" w:rsidR="003B157E" w:rsidRDefault="0069259F" w:rsidP="00C01EFB">
      <w:pPr>
        <w:pStyle w:val="Paragraphedeliste"/>
        <w:numPr>
          <w:ilvl w:val="0"/>
          <w:numId w:val="4"/>
        </w:numPr>
        <w:spacing w:line="276" w:lineRule="auto"/>
        <w:ind w:left="720"/>
        <w:rPr>
          <w:rFonts w:eastAsia="Lucida Grande" w:cs="Lucida Grande"/>
          <w:color w:val="000000" w:themeColor="text1"/>
          <w:szCs w:val="23"/>
        </w:rPr>
      </w:pPr>
      <w:hyperlink r:id="rId63" w:history="1">
        <w:r w:rsidR="003B157E" w:rsidRPr="00FF6C41">
          <w:rPr>
            <w:rStyle w:val="Lienhypertexte"/>
            <w:rFonts w:eastAsia="Lucida Grande" w:cs="Lucida Grande"/>
            <w:szCs w:val="23"/>
          </w:rPr>
          <w:t xml:space="preserve">Témoignage de Thérèse </w:t>
        </w:r>
        <w:proofErr w:type="spellStart"/>
        <w:r w:rsidR="003B157E" w:rsidRPr="00FF6C41">
          <w:rPr>
            <w:rStyle w:val="Lienhypertexte"/>
            <w:rFonts w:eastAsia="Lucida Grande" w:cs="Lucida Grande"/>
            <w:szCs w:val="23"/>
          </w:rPr>
          <w:t>Placek</w:t>
        </w:r>
        <w:proofErr w:type="spellEnd"/>
      </w:hyperlink>
      <w:r w:rsidR="003B157E">
        <w:rPr>
          <w:rFonts w:eastAsia="Lucida Grande" w:cs="Lucida Grande"/>
          <w:color w:val="000000" w:themeColor="text1"/>
          <w:szCs w:val="23"/>
        </w:rPr>
        <w:t>, directrice de projet Habitat et aménagement</w:t>
      </w:r>
    </w:p>
    <w:p w14:paraId="461F0B11" w14:textId="6A27A711" w:rsidR="003B157E" w:rsidRDefault="0069259F" w:rsidP="00C01EFB">
      <w:pPr>
        <w:pStyle w:val="Paragraphedeliste"/>
        <w:numPr>
          <w:ilvl w:val="0"/>
          <w:numId w:val="4"/>
        </w:numPr>
        <w:spacing w:line="276" w:lineRule="auto"/>
        <w:ind w:left="720"/>
        <w:rPr>
          <w:rFonts w:eastAsia="Lucida Grande" w:cs="Lucida Grande"/>
          <w:color w:val="000000" w:themeColor="text1"/>
          <w:szCs w:val="23"/>
        </w:rPr>
      </w:pPr>
      <w:hyperlink r:id="rId64" w:history="1">
        <w:r w:rsidR="003B157E" w:rsidRPr="00FF6C41">
          <w:rPr>
            <w:rStyle w:val="Lienhypertexte"/>
            <w:rFonts w:eastAsia="Lucida Grande" w:cs="Lucida Grande"/>
            <w:szCs w:val="23"/>
          </w:rPr>
          <w:t>Témoignage de</w:t>
        </w:r>
        <w:r w:rsidR="00BD3A1F" w:rsidRPr="00FF6C41">
          <w:rPr>
            <w:rStyle w:val="Lienhypertexte"/>
            <w:rFonts w:eastAsia="Lucida Grande" w:cs="Lucida Grande"/>
            <w:szCs w:val="23"/>
          </w:rPr>
          <w:t xml:space="preserve"> Franck Mac </w:t>
        </w:r>
        <w:proofErr w:type="spellStart"/>
        <w:r w:rsidR="00BD3A1F" w:rsidRPr="00FF6C41">
          <w:rPr>
            <w:rStyle w:val="Lienhypertexte"/>
            <w:rFonts w:eastAsia="Lucida Grande" w:cs="Lucida Grande"/>
            <w:szCs w:val="23"/>
          </w:rPr>
          <w:t>Farlane</w:t>
        </w:r>
        <w:proofErr w:type="spellEnd"/>
      </w:hyperlink>
      <w:r w:rsidR="00BD3A1F">
        <w:rPr>
          <w:rFonts w:eastAsia="Lucida Grande" w:cs="Lucida Grande"/>
          <w:color w:val="000000" w:themeColor="text1"/>
          <w:szCs w:val="23"/>
        </w:rPr>
        <w:t xml:space="preserve">, responsable Recherche et expertise au sein de Maisons et Cités </w:t>
      </w:r>
    </w:p>
    <w:p w14:paraId="2FF85B47" w14:textId="0B29508F" w:rsidR="003B157E" w:rsidRDefault="0069259F" w:rsidP="00C01EFB">
      <w:pPr>
        <w:pStyle w:val="Paragraphedeliste"/>
        <w:numPr>
          <w:ilvl w:val="0"/>
          <w:numId w:val="4"/>
        </w:numPr>
        <w:spacing w:line="276" w:lineRule="auto"/>
        <w:ind w:left="720"/>
        <w:rPr>
          <w:rFonts w:eastAsia="Lucida Grande" w:cs="Lucida Grande"/>
          <w:color w:val="000000" w:themeColor="text1"/>
          <w:szCs w:val="23"/>
        </w:rPr>
      </w:pPr>
      <w:hyperlink r:id="rId65" w:history="1">
        <w:r w:rsidR="003B157E" w:rsidRPr="001169BF">
          <w:rPr>
            <w:rStyle w:val="Lienhypertexte"/>
            <w:rFonts w:eastAsia="Lucida Grande" w:cs="Lucida Grande"/>
            <w:szCs w:val="23"/>
          </w:rPr>
          <w:t>Témoignage d</w:t>
        </w:r>
        <w:r w:rsidR="00BD3A1F" w:rsidRPr="001169BF">
          <w:rPr>
            <w:rStyle w:val="Lienhypertexte"/>
            <w:rFonts w:eastAsia="Lucida Grande" w:cs="Lucida Grande"/>
            <w:szCs w:val="23"/>
          </w:rPr>
          <w:t xml:space="preserve">e Philippe </w:t>
        </w:r>
        <w:proofErr w:type="spellStart"/>
        <w:r w:rsidR="00BD3A1F" w:rsidRPr="001169BF">
          <w:rPr>
            <w:rStyle w:val="Lienhypertexte"/>
            <w:rFonts w:eastAsia="Lucida Grande" w:cs="Lucida Grande"/>
            <w:szCs w:val="23"/>
          </w:rPr>
          <w:t>Tramouille</w:t>
        </w:r>
        <w:proofErr w:type="spellEnd"/>
      </w:hyperlink>
      <w:r w:rsidR="00BD3A1F">
        <w:rPr>
          <w:rFonts w:eastAsia="Lucida Grande" w:cs="Lucida Grande"/>
          <w:color w:val="000000" w:themeColor="text1"/>
          <w:szCs w:val="23"/>
        </w:rPr>
        <w:t xml:space="preserve">, directeur du bureau d’étude </w:t>
      </w:r>
      <w:proofErr w:type="spellStart"/>
      <w:r w:rsidR="00BD3A1F">
        <w:rPr>
          <w:rFonts w:eastAsia="Lucida Grande" w:cs="Lucida Grande"/>
          <w:color w:val="000000" w:themeColor="text1"/>
          <w:szCs w:val="23"/>
        </w:rPr>
        <w:t>Sogebat</w:t>
      </w:r>
      <w:proofErr w:type="spellEnd"/>
    </w:p>
    <w:p w14:paraId="65D26CEF" w14:textId="77777777" w:rsidR="00BD3A1F" w:rsidRDefault="00587D25" w:rsidP="0066083D">
      <w:pPr>
        <w:pStyle w:val="Titre2"/>
      </w:pPr>
      <w:r>
        <w:t>Projet d’efficacité énergétique du bâtiment</w:t>
      </w:r>
      <w:r w:rsidR="00BD3A1F">
        <w:tab/>
      </w:r>
    </w:p>
    <w:p w14:paraId="54AA0B3A" w14:textId="2D62E9C2" w:rsidR="00BD3A1F" w:rsidRDefault="0069259F" w:rsidP="00C01EFB">
      <w:pPr>
        <w:pStyle w:val="Paragraphedeliste"/>
        <w:numPr>
          <w:ilvl w:val="0"/>
          <w:numId w:val="4"/>
        </w:numPr>
        <w:spacing w:line="276" w:lineRule="auto"/>
        <w:ind w:left="720"/>
        <w:rPr>
          <w:rFonts w:eastAsia="Lucida Grande" w:cs="Lucida Grande"/>
          <w:color w:val="000000" w:themeColor="text1"/>
          <w:szCs w:val="23"/>
        </w:rPr>
      </w:pPr>
      <w:hyperlink r:id="rId66" w:history="1">
        <w:r w:rsidR="00BD3A1F" w:rsidRPr="00CD7324">
          <w:rPr>
            <w:rStyle w:val="Lienhypertexte"/>
            <w:rFonts w:eastAsia="Lucida Grande" w:cs="Lucida Grande"/>
            <w:szCs w:val="23"/>
          </w:rPr>
          <w:t xml:space="preserve">Témoignage de Nicolas </w:t>
        </w:r>
        <w:proofErr w:type="spellStart"/>
        <w:r w:rsidR="00BD3A1F" w:rsidRPr="00CD7324">
          <w:rPr>
            <w:rStyle w:val="Lienhypertexte"/>
            <w:rFonts w:eastAsia="Lucida Grande" w:cs="Lucida Grande"/>
            <w:szCs w:val="23"/>
          </w:rPr>
          <w:t>Guezel</w:t>
        </w:r>
        <w:proofErr w:type="spellEnd"/>
      </w:hyperlink>
      <w:r w:rsidR="00BD3A1F">
        <w:rPr>
          <w:rFonts w:eastAsia="Lucida Grande" w:cs="Lucida Grande"/>
          <w:color w:val="000000" w:themeColor="text1"/>
          <w:szCs w:val="23"/>
        </w:rPr>
        <w:t>, responsable adjoint du pôle Bâtiment durable du CD2E (</w:t>
      </w:r>
      <w:r w:rsidR="000A17E4" w:rsidRPr="000A17E4">
        <w:rPr>
          <w:rFonts w:eastAsia="Lucida Grande" w:cs="Lucida Grande"/>
          <w:color w:val="000000" w:themeColor="text1"/>
          <w:szCs w:val="23"/>
        </w:rPr>
        <w:t xml:space="preserve">Centre de Développement des </w:t>
      </w:r>
      <w:proofErr w:type="spellStart"/>
      <w:r w:rsidR="000A17E4" w:rsidRPr="000A17E4">
        <w:rPr>
          <w:rFonts w:eastAsia="Lucida Grande" w:cs="Lucida Grande"/>
          <w:color w:val="000000" w:themeColor="text1"/>
          <w:szCs w:val="23"/>
        </w:rPr>
        <w:t>Eco-Entreprises</w:t>
      </w:r>
      <w:proofErr w:type="spellEnd"/>
      <w:r w:rsidR="00BD3A1F">
        <w:rPr>
          <w:rFonts w:eastAsia="Lucida Grande" w:cs="Lucida Grande"/>
          <w:color w:val="000000" w:themeColor="text1"/>
          <w:szCs w:val="23"/>
        </w:rPr>
        <w:t>)</w:t>
      </w:r>
    </w:p>
    <w:p w14:paraId="1A7D9A52" w14:textId="3CBB9EAE" w:rsidR="00BD3A1F" w:rsidRDefault="0069259F" w:rsidP="00C01EFB">
      <w:pPr>
        <w:pStyle w:val="Paragraphedeliste"/>
        <w:numPr>
          <w:ilvl w:val="0"/>
          <w:numId w:val="4"/>
        </w:numPr>
        <w:spacing w:line="276" w:lineRule="auto"/>
        <w:ind w:left="720"/>
        <w:rPr>
          <w:rFonts w:eastAsia="Lucida Grande" w:cs="Lucida Grande"/>
          <w:color w:val="000000" w:themeColor="text1"/>
          <w:szCs w:val="23"/>
        </w:rPr>
      </w:pPr>
      <w:hyperlink r:id="rId67" w:history="1">
        <w:r w:rsidR="00BD3A1F" w:rsidRPr="00CD7324">
          <w:rPr>
            <w:rStyle w:val="Lienhypertexte"/>
            <w:rFonts w:eastAsia="Lucida Grande" w:cs="Lucida Grande"/>
            <w:szCs w:val="23"/>
          </w:rPr>
          <w:t>Témoignage de Maxence France</w:t>
        </w:r>
      </w:hyperlink>
      <w:r w:rsidR="00BD3A1F">
        <w:rPr>
          <w:rFonts w:eastAsia="Lucida Grande" w:cs="Lucida Grande"/>
          <w:color w:val="000000" w:themeColor="text1"/>
          <w:szCs w:val="23"/>
        </w:rPr>
        <w:t>, consultant GPE au sein du CD2E (</w:t>
      </w:r>
      <w:r w:rsidR="000A17E4" w:rsidRPr="000A17E4">
        <w:rPr>
          <w:rFonts w:eastAsia="Lucida Grande" w:cs="Lucida Grande"/>
          <w:color w:val="000000" w:themeColor="text1"/>
          <w:szCs w:val="23"/>
        </w:rPr>
        <w:t xml:space="preserve">Centre de Développement des </w:t>
      </w:r>
      <w:proofErr w:type="spellStart"/>
      <w:r w:rsidR="000A17E4" w:rsidRPr="000A17E4">
        <w:rPr>
          <w:rFonts w:eastAsia="Lucida Grande" w:cs="Lucida Grande"/>
          <w:color w:val="000000" w:themeColor="text1"/>
          <w:szCs w:val="23"/>
        </w:rPr>
        <w:t>Eco-Entreprises</w:t>
      </w:r>
      <w:proofErr w:type="spellEnd"/>
      <w:r w:rsidR="00BD3A1F">
        <w:rPr>
          <w:rFonts w:eastAsia="Lucida Grande" w:cs="Lucida Grande"/>
          <w:color w:val="000000" w:themeColor="text1"/>
          <w:szCs w:val="23"/>
        </w:rPr>
        <w:t>)</w:t>
      </w:r>
    </w:p>
    <w:p w14:paraId="5F9604FE" w14:textId="67C71524" w:rsidR="00BD3A1F" w:rsidRDefault="0069259F" w:rsidP="00C01EFB">
      <w:pPr>
        <w:pStyle w:val="Paragraphedeliste"/>
        <w:numPr>
          <w:ilvl w:val="0"/>
          <w:numId w:val="4"/>
        </w:numPr>
        <w:spacing w:line="276" w:lineRule="auto"/>
        <w:ind w:left="720"/>
        <w:rPr>
          <w:rFonts w:eastAsia="Lucida Grande" w:cs="Lucida Grande"/>
          <w:color w:val="000000" w:themeColor="text1"/>
          <w:szCs w:val="23"/>
        </w:rPr>
      </w:pPr>
      <w:hyperlink r:id="rId68" w:history="1">
        <w:r w:rsidR="00BD3A1F" w:rsidRPr="00CD7324">
          <w:rPr>
            <w:rStyle w:val="Lienhypertexte"/>
            <w:rFonts w:eastAsia="Lucida Grande" w:cs="Lucida Grande"/>
            <w:szCs w:val="23"/>
          </w:rPr>
          <w:t xml:space="preserve">Témoignage de </w:t>
        </w:r>
        <w:proofErr w:type="spellStart"/>
        <w:r w:rsidR="00BD3A1F" w:rsidRPr="00CD7324">
          <w:rPr>
            <w:rStyle w:val="Lienhypertexte"/>
            <w:rFonts w:eastAsia="Lucida Grande" w:cs="Lucida Grande"/>
            <w:szCs w:val="23"/>
          </w:rPr>
          <w:t>Pierric</w:t>
        </w:r>
        <w:proofErr w:type="spellEnd"/>
        <w:r w:rsidR="00BD3A1F" w:rsidRPr="00CD7324">
          <w:rPr>
            <w:rStyle w:val="Lienhypertexte"/>
            <w:rFonts w:eastAsia="Lucida Grande" w:cs="Lucida Grande"/>
            <w:szCs w:val="23"/>
          </w:rPr>
          <w:t xml:space="preserve"> Jourdain</w:t>
        </w:r>
      </w:hyperlink>
      <w:r w:rsidR="00BD3A1F">
        <w:rPr>
          <w:rFonts w:eastAsia="Lucida Grande" w:cs="Lucida Grande"/>
          <w:color w:val="000000" w:themeColor="text1"/>
          <w:szCs w:val="23"/>
        </w:rPr>
        <w:t>, consultant Bâtiment durable et numérique au sein du CD2E (</w:t>
      </w:r>
      <w:r w:rsidR="000A17E4" w:rsidRPr="000A17E4">
        <w:rPr>
          <w:rFonts w:eastAsia="Lucida Grande" w:cs="Lucida Grande"/>
          <w:color w:val="000000" w:themeColor="text1"/>
          <w:szCs w:val="23"/>
        </w:rPr>
        <w:t xml:space="preserve">Centre de Développement des </w:t>
      </w:r>
      <w:proofErr w:type="spellStart"/>
      <w:r w:rsidR="000A17E4" w:rsidRPr="000A17E4">
        <w:rPr>
          <w:rFonts w:eastAsia="Lucida Grande" w:cs="Lucida Grande"/>
          <w:color w:val="000000" w:themeColor="text1"/>
          <w:szCs w:val="23"/>
        </w:rPr>
        <w:t>Eco-Entreprises</w:t>
      </w:r>
      <w:proofErr w:type="spellEnd"/>
      <w:r w:rsidR="00BD3A1F">
        <w:rPr>
          <w:rFonts w:eastAsia="Lucida Grande" w:cs="Lucida Grande"/>
          <w:color w:val="000000" w:themeColor="text1"/>
          <w:szCs w:val="23"/>
        </w:rPr>
        <w:t>)</w:t>
      </w:r>
    </w:p>
    <w:p w14:paraId="194A6FE0" w14:textId="18F6E140" w:rsidR="00BD3A1F" w:rsidRDefault="0069259F" w:rsidP="00C01EFB">
      <w:pPr>
        <w:pStyle w:val="Paragraphedeliste"/>
        <w:numPr>
          <w:ilvl w:val="0"/>
          <w:numId w:val="4"/>
        </w:numPr>
        <w:spacing w:line="276" w:lineRule="auto"/>
        <w:ind w:left="720"/>
        <w:rPr>
          <w:rFonts w:eastAsia="Lucida Grande" w:cs="Lucida Grande"/>
          <w:color w:val="000000" w:themeColor="text1"/>
          <w:szCs w:val="23"/>
        </w:rPr>
      </w:pPr>
      <w:hyperlink r:id="rId69" w:history="1">
        <w:r w:rsidR="00BD3A1F" w:rsidRPr="00FF6C41">
          <w:rPr>
            <w:rStyle w:val="Lienhypertexte"/>
            <w:rFonts w:eastAsia="Lucida Grande" w:cs="Lucida Grande"/>
            <w:szCs w:val="23"/>
          </w:rPr>
          <w:t xml:space="preserve">Témoignage de </w:t>
        </w:r>
        <w:proofErr w:type="spellStart"/>
        <w:r w:rsidR="00BD3A1F" w:rsidRPr="00FF6C41">
          <w:rPr>
            <w:rStyle w:val="Lienhypertexte"/>
            <w:rFonts w:eastAsia="Lucida Grande" w:cs="Lucida Grande"/>
            <w:szCs w:val="23"/>
          </w:rPr>
          <w:t>Laury</w:t>
        </w:r>
        <w:proofErr w:type="spellEnd"/>
        <w:r w:rsidR="00BD3A1F" w:rsidRPr="00FF6C41">
          <w:rPr>
            <w:rStyle w:val="Lienhypertexte"/>
            <w:rFonts w:eastAsia="Lucida Grande" w:cs="Lucida Grande"/>
            <w:szCs w:val="23"/>
          </w:rPr>
          <w:t xml:space="preserve"> </w:t>
        </w:r>
        <w:proofErr w:type="spellStart"/>
        <w:r w:rsidR="00BD3A1F" w:rsidRPr="00FF6C41">
          <w:rPr>
            <w:rStyle w:val="Lienhypertexte"/>
            <w:rFonts w:eastAsia="Lucida Grande" w:cs="Lucida Grande"/>
            <w:szCs w:val="23"/>
          </w:rPr>
          <w:t>Ghillebaert</w:t>
        </w:r>
        <w:proofErr w:type="spellEnd"/>
      </w:hyperlink>
      <w:r w:rsidR="00BD3A1F">
        <w:rPr>
          <w:rFonts w:eastAsia="Lucida Grande" w:cs="Lucida Grande"/>
          <w:color w:val="000000" w:themeColor="text1"/>
          <w:szCs w:val="23"/>
        </w:rPr>
        <w:t>, chargée de communication au sein du CD2E (</w:t>
      </w:r>
      <w:r w:rsidR="000A17E4" w:rsidRPr="000A17E4">
        <w:rPr>
          <w:rFonts w:eastAsia="Lucida Grande" w:cs="Lucida Grande"/>
          <w:color w:val="000000" w:themeColor="text1"/>
          <w:szCs w:val="23"/>
        </w:rPr>
        <w:t xml:space="preserve">Centre de Développement des </w:t>
      </w:r>
      <w:proofErr w:type="spellStart"/>
      <w:r w:rsidR="000A17E4" w:rsidRPr="000A17E4">
        <w:rPr>
          <w:rFonts w:eastAsia="Lucida Grande" w:cs="Lucida Grande"/>
          <w:color w:val="000000" w:themeColor="text1"/>
          <w:szCs w:val="23"/>
        </w:rPr>
        <w:t>Eco-Entreprises</w:t>
      </w:r>
      <w:proofErr w:type="spellEnd"/>
      <w:r w:rsidR="00BD3A1F">
        <w:rPr>
          <w:rFonts w:eastAsia="Lucida Grande" w:cs="Lucida Grande"/>
          <w:color w:val="000000" w:themeColor="text1"/>
          <w:szCs w:val="23"/>
        </w:rPr>
        <w:t>)</w:t>
      </w:r>
    </w:p>
    <w:p w14:paraId="57B2918E" w14:textId="77777777" w:rsidR="00BD3A1F" w:rsidRDefault="00587D25" w:rsidP="0066083D">
      <w:pPr>
        <w:pStyle w:val="Titre2"/>
      </w:pPr>
      <w:r>
        <w:lastRenderedPageBreak/>
        <w:t>Projet de transition</w:t>
      </w:r>
      <w:r w:rsidR="00BD3A1F">
        <w:t xml:space="preserve"> alimentaire</w:t>
      </w:r>
      <w:r w:rsidR="00BD3A1F">
        <w:tab/>
      </w:r>
    </w:p>
    <w:p w14:paraId="7886E2BA" w14:textId="5450E91F" w:rsidR="00BD3A1F" w:rsidRDefault="0069259F" w:rsidP="00C01EFB">
      <w:pPr>
        <w:pStyle w:val="Paragraphedeliste"/>
        <w:numPr>
          <w:ilvl w:val="0"/>
          <w:numId w:val="4"/>
        </w:numPr>
        <w:spacing w:line="276" w:lineRule="auto"/>
        <w:ind w:left="720"/>
        <w:rPr>
          <w:rFonts w:eastAsia="Lucida Grande" w:cs="Lucida Grande"/>
          <w:color w:val="000000" w:themeColor="text1"/>
          <w:szCs w:val="23"/>
        </w:rPr>
      </w:pPr>
      <w:hyperlink r:id="rId70" w:history="1">
        <w:r w:rsidR="00BD3A1F" w:rsidRPr="004926D3">
          <w:rPr>
            <w:rStyle w:val="Lienhypertexte"/>
            <w:rFonts w:eastAsia="Lucida Grande" w:cs="Lucida Grande"/>
            <w:szCs w:val="23"/>
          </w:rPr>
          <w:t xml:space="preserve">Témoignage de Camille </w:t>
        </w:r>
        <w:proofErr w:type="spellStart"/>
        <w:r w:rsidR="00BD3A1F" w:rsidRPr="004926D3">
          <w:rPr>
            <w:rStyle w:val="Lienhypertexte"/>
            <w:rFonts w:eastAsia="Lucida Grande" w:cs="Lucida Grande"/>
            <w:szCs w:val="23"/>
          </w:rPr>
          <w:t>Demené</w:t>
        </w:r>
        <w:proofErr w:type="spellEnd"/>
      </w:hyperlink>
      <w:r w:rsidR="00BD3A1F">
        <w:rPr>
          <w:rFonts w:eastAsia="Lucida Grande" w:cs="Lucida Grande"/>
          <w:color w:val="000000" w:themeColor="text1"/>
          <w:szCs w:val="23"/>
        </w:rPr>
        <w:t>, chargée de mission Rénovation de la châtaigneraie au sein du Parc naturel régional des Monts d’Ardèche</w:t>
      </w:r>
    </w:p>
    <w:p w14:paraId="69B4FA38" w14:textId="0763D0D5" w:rsidR="00BD3A1F" w:rsidRDefault="0069259F" w:rsidP="00C01EFB">
      <w:pPr>
        <w:pStyle w:val="Paragraphedeliste"/>
        <w:numPr>
          <w:ilvl w:val="0"/>
          <w:numId w:val="4"/>
        </w:numPr>
        <w:spacing w:line="276" w:lineRule="auto"/>
        <w:ind w:left="720"/>
        <w:rPr>
          <w:rFonts w:eastAsia="Lucida Grande" w:cs="Lucida Grande"/>
          <w:color w:val="000000" w:themeColor="text1"/>
          <w:szCs w:val="23"/>
        </w:rPr>
      </w:pPr>
      <w:hyperlink r:id="rId71" w:history="1">
        <w:r w:rsidR="00BD3A1F" w:rsidRPr="001169BF">
          <w:rPr>
            <w:rStyle w:val="Lienhypertexte"/>
            <w:rFonts w:eastAsia="Lucida Grande" w:cs="Lucida Grande"/>
            <w:szCs w:val="23"/>
          </w:rPr>
          <w:t>Témoignage de Richard Bonin</w:t>
        </w:r>
      </w:hyperlink>
      <w:r w:rsidR="00BD3A1F">
        <w:rPr>
          <w:rFonts w:eastAsia="Lucida Grande" w:cs="Lucida Grande"/>
          <w:color w:val="000000" w:themeColor="text1"/>
          <w:szCs w:val="23"/>
        </w:rPr>
        <w:t>, chargé de mission Agriculture au sein du Parc naturel régional des Monts d’Ardèche</w:t>
      </w:r>
    </w:p>
    <w:p w14:paraId="5EF031E6" w14:textId="06363829" w:rsidR="00BD3A1F" w:rsidRDefault="0069259F" w:rsidP="00C01EFB">
      <w:pPr>
        <w:pStyle w:val="Paragraphedeliste"/>
        <w:numPr>
          <w:ilvl w:val="0"/>
          <w:numId w:val="4"/>
        </w:numPr>
        <w:spacing w:line="276" w:lineRule="auto"/>
        <w:ind w:left="720"/>
        <w:rPr>
          <w:rFonts w:eastAsia="Lucida Grande" w:cs="Lucida Grande"/>
          <w:color w:val="000000" w:themeColor="text1"/>
          <w:szCs w:val="23"/>
        </w:rPr>
      </w:pPr>
      <w:hyperlink r:id="rId72" w:history="1">
        <w:r w:rsidR="00BD3A1F" w:rsidRPr="004926D3">
          <w:rPr>
            <w:rStyle w:val="Lienhypertexte"/>
            <w:rFonts w:eastAsia="Lucida Grande" w:cs="Lucida Grande"/>
            <w:szCs w:val="23"/>
          </w:rPr>
          <w:t xml:space="preserve">Témoignage de Lucia </w:t>
        </w:r>
        <w:proofErr w:type="spellStart"/>
        <w:r w:rsidR="00BD3A1F" w:rsidRPr="004926D3">
          <w:rPr>
            <w:rStyle w:val="Lienhypertexte"/>
            <w:rFonts w:eastAsia="Lucida Grande" w:cs="Lucida Grande"/>
            <w:szCs w:val="23"/>
          </w:rPr>
          <w:t>Latre</w:t>
        </w:r>
        <w:proofErr w:type="spellEnd"/>
      </w:hyperlink>
      <w:r w:rsidR="00BD3A1F">
        <w:rPr>
          <w:rFonts w:eastAsia="Lucida Grande" w:cs="Lucida Grande"/>
          <w:color w:val="000000" w:themeColor="text1"/>
          <w:szCs w:val="23"/>
        </w:rPr>
        <w:t>, chargée de mission au sein de la Chambre d’agriculture de l’Ardèche</w:t>
      </w:r>
    </w:p>
    <w:p w14:paraId="3FB7328D" w14:textId="4E53F207" w:rsidR="00BD3A1F" w:rsidRDefault="0069259F" w:rsidP="00C01EFB">
      <w:pPr>
        <w:pStyle w:val="Paragraphedeliste"/>
        <w:numPr>
          <w:ilvl w:val="0"/>
          <w:numId w:val="4"/>
        </w:numPr>
        <w:spacing w:line="276" w:lineRule="auto"/>
        <w:ind w:left="720"/>
        <w:rPr>
          <w:rFonts w:eastAsia="Lucida Grande" w:cs="Lucida Grande"/>
          <w:color w:val="000000" w:themeColor="text1"/>
          <w:szCs w:val="23"/>
        </w:rPr>
      </w:pPr>
      <w:hyperlink r:id="rId73" w:history="1">
        <w:r w:rsidR="00BD3A1F" w:rsidRPr="001169BF">
          <w:rPr>
            <w:rStyle w:val="Lienhypertexte"/>
            <w:rFonts w:eastAsia="Lucida Grande" w:cs="Lucida Grande"/>
            <w:szCs w:val="23"/>
          </w:rPr>
          <w:t>Témoignage de Marie-Pierre Hilaire</w:t>
        </w:r>
      </w:hyperlink>
      <w:r w:rsidR="00BD3A1F">
        <w:rPr>
          <w:rFonts w:eastAsia="Lucida Grande" w:cs="Lucida Grande"/>
          <w:color w:val="000000" w:themeColor="text1"/>
          <w:szCs w:val="23"/>
        </w:rPr>
        <w:t>, directrice du Centre de développement agroalimentaire Ardèche le Goût</w:t>
      </w:r>
    </w:p>
    <w:sectPr w:rsidR="00BD3A1F" w:rsidSect="00F80023">
      <w:footerReference w:type="default" r:id="rId74"/>
      <w:footerReference w:type="first" r:id="rId75"/>
      <w:pgSz w:w="11900" w:h="16840"/>
      <w:pgMar w:top="1418" w:right="1418" w:bottom="249" w:left="1418" w:header="567"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74511B" w14:textId="77777777" w:rsidR="0069259F" w:rsidRDefault="0069259F" w:rsidP="00447EBF">
      <w:r>
        <w:separator/>
      </w:r>
    </w:p>
  </w:endnote>
  <w:endnote w:type="continuationSeparator" w:id="0">
    <w:p w14:paraId="4C1CEAD9" w14:textId="77777777" w:rsidR="0069259F" w:rsidRDefault="0069259F" w:rsidP="00447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Aller">
    <w:altName w:val="Malgun Gothic"/>
    <w:panose1 w:val="020B0503030302020204"/>
    <w:charset w:val="00"/>
    <w:family w:val="swiss"/>
    <w:pitch w:val="variable"/>
    <w:sig w:usb0="A00000AF" w:usb1="5000205B"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28F271" w14:textId="2D2641B2" w:rsidR="001169BF" w:rsidRPr="00F80023" w:rsidRDefault="002949D2" w:rsidP="00F80023">
    <w:pPr>
      <w:pStyle w:val="Pieddepage"/>
      <w:tabs>
        <w:tab w:val="clear" w:pos="9072"/>
        <w:tab w:val="right" w:pos="9639"/>
      </w:tabs>
      <w:spacing w:before="600" w:line="240" w:lineRule="auto"/>
      <w:ind w:left="-567" w:right="-573"/>
      <w:rPr>
        <w:rFonts w:asciiTheme="minorHAnsi" w:hAnsiTheme="minorHAnsi" w:cstheme="minorHAnsi"/>
        <w:i/>
        <w:noProof/>
        <w:w w:val="95"/>
        <w:szCs w:val="22"/>
      </w:rPr>
    </w:pPr>
    <w:r>
      <w:rPr>
        <w:noProof/>
      </w:rPr>
      <mc:AlternateContent>
        <mc:Choice Requires="wps">
          <w:drawing>
            <wp:anchor distT="0" distB="0" distL="114300" distR="114300" simplePos="0" relativeHeight="251663872" behindDoc="1" locked="0" layoutInCell="1" allowOverlap="1" wp14:anchorId="0B4A5754" wp14:editId="255D2EE9">
              <wp:simplePos x="0" y="0"/>
              <wp:positionH relativeFrom="page">
                <wp:posOffset>-22860</wp:posOffset>
              </wp:positionH>
              <wp:positionV relativeFrom="page">
                <wp:posOffset>10007438</wp:posOffset>
              </wp:positionV>
              <wp:extent cx="7560000" cy="682625"/>
              <wp:effectExtent l="0" t="0" r="3175" b="3175"/>
              <wp:wrapNone/>
              <wp:docPr id="8" name="Rectangle 8"/>
              <wp:cNvGraphicFramePr/>
              <a:graphic xmlns:a="http://schemas.openxmlformats.org/drawingml/2006/main">
                <a:graphicData uri="http://schemas.microsoft.com/office/word/2010/wordprocessingShape">
                  <wps:wsp>
                    <wps:cNvSpPr/>
                    <wps:spPr>
                      <a:xfrm>
                        <a:off x="0" y="0"/>
                        <a:ext cx="7560000" cy="682625"/>
                      </a:xfrm>
                      <a:prstGeom prst="rect">
                        <a:avLst/>
                      </a:prstGeom>
                      <a:gradFill>
                        <a:gsLst>
                          <a:gs pos="0">
                            <a:sysClr val="window" lastClr="FFFFFF"/>
                          </a:gs>
                          <a:gs pos="100000">
                            <a:srgbClr val="8A97D0"/>
                          </a:gs>
                        </a:gsLst>
                        <a:lin ang="5400000" scaled="1"/>
                      </a:gra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19874A" id="Rectangle 8" o:spid="_x0000_s1026" style="position:absolute;margin-left:-1.8pt;margin-top:788pt;width:595.3pt;height:53.75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" fillcolor="window" stroked="f" strokeweight="1pt">
              <v:fill color2="#8a97d0" focus="100%" type="gradient"/>
              <w10:wrap anchorx="page" anchory="page"/>
            </v:rect>
          </w:pict>
        </mc:Fallback>
      </mc:AlternateContent>
    </w:r>
    <w:r w:rsidR="001169BF" w:rsidRPr="00F80023">
      <w:rPr>
        <w:rFonts w:asciiTheme="minorHAnsi" w:hAnsiTheme="minorHAnsi" w:cstheme="minorHAnsi"/>
        <w:i/>
        <w:noProof/>
        <w:w w:val="95"/>
        <w:szCs w:val="22"/>
      </w:rPr>
      <w:t xml:space="preserve">MOOC UVED « A la découverte des métiers de la transition écologique » - </w:t>
    </w:r>
    <w:r>
      <w:rPr>
        <w:rFonts w:asciiTheme="minorHAnsi" w:hAnsiTheme="minorHAnsi" w:cstheme="minorHAnsi"/>
        <w:i/>
        <w:noProof/>
        <w:w w:val="95"/>
        <w:szCs w:val="22"/>
      </w:rPr>
      <w:t>Programme</w:t>
    </w:r>
    <w:r w:rsidR="001169BF" w:rsidRPr="00F80023">
      <w:rPr>
        <w:rFonts w:asciiTheme="minorHAnsi" w:hAnsiTheme="minorHAnsi" w:cstheme="minorHAnsi"/>
        <w:i/>
        <w:noProof/>
        <w:w w:val="95"/>
        <w:szCs w:val="22"/>
      </w:rPr>
      <w:tab/>
    </w:r>
    <w:r w:rsidR="001169BF" w:rsidRPr="00F80023">
      <w:rPr>
        <w:rFonts w:asciiTheme="minorHAnsi" w:hAnsiTheme="minorHAnsi" w:cstheme="minorHAnsi"/>
        <w:i/>
        <w:noProof/>
        <w:w w:val="95"/>
        <w:szCs w:val="22"/>
      </w:rPr>
      <w:tab/>
    </w:r>
    <w:r w:rsidR="001169BF" w:rsidRPr="00F80023">
      <w:rPr>
        <w:rFonts w:asciiTheme="minorHAnsi" w:hAnsiTheme="minorHAnsi" w:cstheme="minorHAnsi"/>
        <w:i/>
        <w:noProof/>
        <w:w w:val="95"/>
        <w:szCs w:val="22"/>
      </w:rPr>
      <w:fldChar w:fldCharType="begin"/>
    </w:r>
    <w:r w:rsidR="001169BF" w:rsidRPr="00F80023">
      <w:rPr>
        <w:rFonts w:asciiTheme="minorHAnsi" w:hAnsiTheme="minorHAnsi" w:cstheme="minorHAnsi"/>
        <w:i/>
        <w:noProof/>
        <w:w w:val="95"/>
        <w:szCs w:val="22"/>
      </w:rPr>
      <w:instrText>PAGE   \* MERGEFORMAT</w:instrText>
    </w:r>
    <w:r w:rsidR="001169BF" w:rsidRPr="00F80023">
      <w:rPr>
        <w:rFonts w:asciiTheme="minorHAnsi" w:hAnsiTheme="minorHAnsi" w:cstheme="minorHAnsi"/>
        <w:i/>
        <w:noProof/>
        <w:w w:val="95"/>
        <w:szCs w:val="22"/>
      </w:rPr>
      <w:fldChar w:fldCharType="separate"/>
    </w:r>
    <w:r w:rsidR="007C7220">
      <w:rPr>
        <w:rFonts w:asciiTheme="minorHAnsi" w:hAnsiTheme="minorHAnsi" w:cstheme="minorHAnsi"/>
        <w:i/>
        <w:noProof/>
        <w:w w:val="95"/>
        <w:szCs w:val="22"/>
      </w:rPr>
      <w:t>7</w:t>
    </w:r>
    <w:r w:rsidR="001169BF" w:rsidRPr="00F80023">
      <w:rPr>
        <w:rFonts w:asciiTheme="minorHAnsi" w:hAnsiTheme="minorHAnsi" w:cstheme="minorHAnsi"/>
        <w:noProof/>
        <w:w w:val="95"/>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143FC" w14:textId="77777777" w:rsidR="001169BF" w:rsidRPr="009E5020" w:rsidRDefault="001169BF" w:rsidP="00447EBF">
    <w:pPr>
      <w:pStyle w:val="Pieddepage"/>
    </w:pPr>
    <w:r w:rsidRPr="009E5020">
      <w:rPr>
        <w:noProof/>
      </w:rPr>
      <mc:AlternateContent>
        <mc:Choice Requires="wps">
          <w:drawing>
            <wp:anchor distT="0" distB="0" distL="114300" distR="114300" simplePos="0" relativeHeight="251653632" behindDoc="1" locked="0" layoutInCell="1" allowOverlap="1" wp14:anchorId="337BCB8C" wp14:editId="2F3C90EC">
              <wp:simplePos x="0" y="0"/>
              <wp:positionH relativeFrom="column">
                <wp:posOffset>-919479</wp:posOffset>
              </wp:positionH>
              <wp:positionV relativeFrom="paragraph">
                <wp:posOffset>304165</wp:posOffset>
              </wp:positionV>
              <wp:extent cx="7559040" cy="466725"/>
              <wp:effectExtent l="0" t="0" r="3810" b="9525"/>
              <wp:wrapNone/>
              <wp:docPr id="7" name="Rectangle 7"/>
              <wp:cNvGraphicFramePr/>
              <a:graphic xmlns:a="http://schemas.openxmlformats.org/drawingml/2006/main">
                <a:graphicData uri="http://schemas.microsoft.com/office/word/2010/wordprocessingShape">
                  <wps:wsp>
                    <wps:cNvSpPr/>
                    <wps:spPr>
                      <a:xfrm>
                        <a:off x="0" y="0"/>
                        <a:ext cx="7559040" cy="466725"/>
                      </a:xfrm>
                      <a:prstGeom prst="rect">
                        <a:avLst/>
                      </a:prstGeom>
                      <a:solidFill>
                        <a:srgbClr val="9DD5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AB885D" id="Rectangle 7" o:spid="_x0000_s1026" style="position:absolute;margin-left:-72.4pt;margin-top:23.95pt;width:595.2pt;height:36.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" fillcolor="#9dd550" stroked="f" strokeweight="1pt"/>
          </w:pict>
        </mc:Fallback>
      </mc:AlternateContent>
    </w:r>
    <w:r w:rsidRPr="009E5020">
      <w:t xml:space="preserve">MOOC UVED </w:t>
    </w:r>
    <w:r>
      <w:t>EDD</w:t>
    </w:r>
    <w:r w:rsidRPr="009E5020">
      <w:t xml:space="preserve"> – Nom de la vidéo - Prénom et nom de l'intervenant</w:t>
    </w:r>
    <w:r w:rsidRPr="009E5020">
      <w:tab/>
    </w:r>
    <w:r w:rsidRPr="37916DE3">
      <w:rPr>
        <w:noProof/>
      </w:rPr>
      <w:fldChar w:fldCharType="begin"/>
    </w:r>
    <w:r w:rsidRPr="009E5020">
      <w:instrText>PAGE   \* MERGEFORMAT</w:instrText>
    </w:r>
    <w:r w:rsidRPr="37916DE3">
      <w:fldChar w:fldCharType="separate"/>
    </w:r>
    <w:r>
      <w:rPr>
        <w:noProof/>
      </w:rPr>
      <w:t>1</w:t>
    </w:r>
    <w:r w:rsidRPr="37916DE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3ED201" w14:textId="77777777" w:rsidR="0069259F" w:rsidRDefault="0069259F" w:rsidP="00447EBF">
      <w:r>
        <w:separator/>
      </w:r>
    </w:p>
  </w:footnote>
  <w:footnote w:type="continuationSeparator" w:id="0">
    <w:p w14:paraId="69F63E5C" w14:textId="77777777" w:rsidR="0069259F" w:rsidRDefault="0069259F" w:rsidP="00447E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0" type="#_x0000_t75" style="width:469.5pt;height:319.5pt" o:bullet="t">
        <v:imagedata r:id="rId1" o:title="Video_ODD1"/>
      </v:shape>
    </w:pict>
  </w:numPicBullet>
  <w:numPicBullet w:numPicBulletId="1">
    <w:pict>
      <v:shape id="_x0000_i1231" type="#_x0000_t75" style="width:36pt;height:21pt" o:bullet="t">
        <v:imagedata r:id="rId2" o:title="Puce_Video_MetiersTE"/>
      </v:shape>
    </w:pict>
  </w:numPicBullet>
  <w:abstractNum w:abstractNumId="0" w15:restartNumberingAfterBreak="0">
    <w:nsid w:val="031E3F6B"/>
    <w:multiLevelType w:val="hybridMultilevel"/>
    <w:tmpl w:val="5ABA218E"/>
    <w:lvl w:ilvl="0" w:tplc="C236473A">
      <w:start w:val="1"/>
      <w:numFmt w:val="bullet"/>
      <w:lvlText w:val="-"/>
      <w:lvlJc w:val="left"/>
      <w:pPr>
        <w:ind w:left="720" w:hanging="360"/>
      </w:pPr>
      <w:rPr>
        <w:rFonts w:ascii="Cambria" w:hAnsi="Cambri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EB2C66"/>
    <w:multiLevelType w:val="hybridMultilevel"/>
    <w:tmpl w:val="9AA083C2"/>
    <w:lvl w:ilvl="0" w:tplc="C304EE70">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8E25F9"/>
    <w:multiLevelType w:val="hybridMultilevel"/>
    <w:tmpl w:val="D49C155E"/>
    <w:lvl w:ilvl="0" w:tplc="C236473A">
      <w:start w:val="1"/>
      <w:numFmt w:val="bullet"/>
      <w:lvlText w:val="-"/>
      <w:lvlJc w:val="left"/>
      <w:pPr>
        <w:ind w:left="720" w:hanging="360"/>
      </w:pPr>
      <w:rPr>
        <w:rFonts w:ascii="Cambria" w:hAnsi="Cambri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7A0599E"/>
    <w:multiLevelType w:val="hybridMultilevel"/>
    <w:tmpl w:val="82D6B876"/>
    <w:lvl w:ilvl="0" w:tplc="27C4F01C">
      <w:start w:val="1"/>
      <w:numFmt w:val="bullet"/>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51B600BB"/>
    <w:multiLevelType w:val="hybridMultilevel"/>
    <w:tmpl w:val="47C0F27E"/>
    <w:lvl w:ilvl="0" w:tplc="C304EE70">
      <w:start w:val="1"/>
      <w:numFmt w:val="bullet"/>
      <w:lvlText w:val=""/>
      <w:lvlPicBulletId w:val="1"/>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6769775A"/>
    <w:multiLevelType w:val="hybridMultilevel"/>
    <w:tmpl w:val="3AE60E44"/>
    <w:lvl w:ilvl="0" w:tplc="C304EE70">
      <w:start w:val="1"/>
      <w:numFmt w:val="bullet"/>
      <w:lvlText w:val=""/>
      <w:lvlPicBulletId w:val="1"/>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3"/>
  </w:num>
  <w:num w:numId="4">
    <w:abstractNumId w:val="4"/>
  </w:num>
  <w:num w:numId="5">
    <w:abstractNumId w:val="0"/>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BA1"/>
    <w:rsid w:val="00001816"/>
    <w:rsid w:val="00004952"/>
    <w:rsid w:val="0000510C"/>
    <w:rsid w:val="00006A6C"/>
    <w:rsid w:val="000114EF"/>
    <w:rsid w:val="00014E29"/>
    <w:rsid w:val="00030612"/>
    <w:rsid w:val="00042A93"/>
    <w:rsid w:val="00046BE9"/>
    <w:rsid w:val="00053FBC"/>
    <w:rsid w:val="00065A6F"/>
    <w:rsid w:val="00070F3A"/>
    <w:rsid w:val="0007612B"/>
    <w:rsid w:val="00077D3C"/>
    <w:rsid w:val="00082780"/>
    <w:rsid w:val="00083466"/>
    <w:rsid w:val="000841BB"/>
    <w:rsid w:val="00085A56"/>
    <w:rsid w:val="000867C7"/>
    <w:rsid w:val="000876EE"/>
    <w:rsid w:val="00092A63"/>
    <w:rsid w:val="00093517"/>
    <w:rsid w:val="000A17E4"/>
    <w:rsid w:val="000B38CB"/>
    <w:rsid w:val="000B392F"/>
    <w:rsid w:val="000B611F"/>
    <w:rsid w:val="000C05AC"/>
    <w:rsid w:val="000C098A"/>
    <w:rsid w:val="000C2839"/>
    <w:rsid w:val="000C4CE8"/>
    <w:rsid w:val="000C4D1F"/>
    <w:rsid w:val="000D2C71"/>
    <w:rsid w:val="000D4405"/>
    <w:rsid w:val="000E30B9"/>
    <w:rsid w:val="000F661E"/>
    <w:rsid w:val="000F6D46"/>
    <w:rsid w:val="00110DC2"/>
    <w:rsid w:val="00111FEA"/>
    <w:rsid w:val="00113D41"/>
    <w:rsid w:val="0011402C"/>
    <w:rsid w:val="001169BF"/>
    <w:rsid w:val="00120F96"/>
    <w:rsid w:val="001240BD"/>
    <w:rsid w:val="00140C12"/>
    <w:rsid w:val="00145D58"/>
    <w:rsid w:val="00155EFE"/>
    <w:rsid w:val="00157290"/>
    <w:rsid w:val="00162509"/>
    <w:rsid w:val="00170D95"/>
    <w:rsid w:val="00181235"/>
    <w:rsid w:val="00183E5E"/>
    <w:rsid w:val="00184F3F"/>
    <w:rsid w:val="00187483"/>
    <w:rsid w:val="00191933"/>
    <w:rsid w:val="00193D50"/>
    <w:rsid w:val="001B0FF2"/>
    <w:rsid w:val="001B7164"/>
    <w:rsid w:val="001C0A97"/>
    <w:rsid w:val="001C2580"/>
    <w:rsid w:val="001C50F4"/>
    <w:rsid w:val="001D0C5C"/>
    <w:rsid w:val="001D5657"/>
    <w:rsid w:val="001E0EE6"/>
    <w:rsid w:val="001F683E"/>
    <w:rsid w:val="00200A17"/>
    <w:rsid w:val="00205530"/>
    <w:rsid w:val="00206840"/>
    <w:rsid w:val="0021610B"/>
    <w:rsid w:val="00225E19"/>
    <w:rsid w:val="002300E9"/>
    <w:rsid w:val="0023628F"/>
    <w:rsid w:val="0024148D"/>
    <w:rsid w:val="002470A9"/>
    <w:rsid w:val="002506E2"/>
    <w:rsid w:val="00250862"/>
    <w:rsid w:val="002536AD"/>
    <w:rsid w:val="002705D6"/>
    <w:rsid w:val="00284598"/>
    <w:rsid w:val="00293228"/>
    <w:rsid w:val="002949D2"/>
    <w:rsid w:val="0029536C"/>
    <w:rsid w:val="0029768F"/>
    <w:rsid w:val="002A28C6"/>
    <w:rsid w:val="002B059E"/>
    <w:rsid w:val="002B43F1"/>
    <w:rsid w:val="002C3354"/>
    <w:rsid w:val="002C513E"/>
    <w:rsid w:val="002D4FB1"/>
    <w:rsid w:val="002E158B"/>
    <w:rsid w:val="002E5CDA"/>
    <w:rsid w:val="002F7F63"/>
    <w:rsid w:val="0031119C"/>
    <w:rsid w:val="00330AD6"/>
    <w:rsid w:val="003472F8"/>
    <w:rsid w:val="00355909"/>
    <w:rsid w:val="00355C7B"/>
    <w:rsid w:val="00360F0F"/>
    <w:rsid w:val="00362A9A"/>
    <w:rsid w:val="0036529A"/>
    <w:rsid w:val="00367CBB"/>
    <w:rsid w:val="003750E9"/>
    <w:rsid w:val="003834C5"/>
    <w:rsid w:val="003840D1"/>
    <w:rsid w:val="00384C2D"/>
    <w:rsid w:val="0039115D"/>
    <w:rsid w:val="0039509F"/>
    <w:rsid w:val="003953E0"/>
    <w:rsid w:val="003A4FF1"/>
    <w:rsid w:val="003A57FC"/>
    <w:rsid w:val="003B157E"/>
    <w:rsid w:val="003B2D50"/>
    <w:rsid w:val="003B482E"/>
    <w:rsid w:val="003B553E"/>
    <w:rsid w:val="003C28EF"/>
    <w:rsid w:val="003C349D"/>
    <w:rsid w:val="003C4020"/>
    <w:rsid w:val="003C55E2"/>
    <w:rsid w:val="003D368E"/>
    <w:rsid w:val="003D40BA"/>
    <w:rsid w:val="003F2283"/>
    <w:rsid w:val="0040088C"/>
    <w:rsid w:val="00407FE4"/>
    <w:rsid w:val="00421666"/>
    <w:rsid w:val="00423B63"/>
    <w:rsid w:val="00425933"/>
    <w:rsid w:val="004267E4"/>
    <w:rsid w:val="00437EC2"/>
    <w:rsid w:val="0044680D"/>
    <w:rsid w:val="0044719C"/>
    <w:rsid w:val="00447EBF"/>
    <w:rsid w:val="00450E44"/>
    <w:rsid w:val="00450FA4"/>
    <w:rsid w:val="00456996"/>
    <w:rsid w:val="00456FB0"/>
    <w:rsid w:val="00457FA3"/>
    <w:rsid w:val="0046675A"/>
    <w:rsid w:val="00473305"/>
    <w:rsid w:val="00484694"/>
    <w:rsid w:val="004901F9"/>
    <w:rsid w:val="00492445"/>
    <w:rsid w:val="004926D3"/>
    <w:rsid w:val="00493AB7"/>
    <w:rsid w:val="004A5988"/>
    <w:rsid w:val="004A72F2"/>
    <w:rsid w:val="004B75F8"/>
    <w:rsid w:val="004C0429"/>
    <w:rsid w:val="004C16F8"/>
    <w:rsid w:val="004E47D5"/>
    <w:rsid w:val="004E7387"/>
    <w:rsid w:val="004F3B0E"/>
    <w:rsid w:val="004F465A"/>
    <w:rsid w:val="00503AF1"/>
    <w:rsid w:val="0051527F"/>
    <w:rsid w:val="00537493"/>
    <w:rsid w:val="00541CA3"/>
    <w:rsid w:val="00544C93"/>
    <w:rsid w:val="00547056"/>
    <w:rsid w:val="00550FCB"/>
    <w:rsid w:val="005546A7"/>
    <w:rsid w:val="0055530A"/>
    <w:rsid w:val="00557CEB"/>
    <w:rsid w:val="00560BA1"/>
    <w:rsid w:val="00562516"/>
    <w:rsid w:val="00566A5D"/>
    <w:rsid w:val="00575890"/>
    <w:rsid w:val="00583EDA"/>
    <w:rsid w:val="00586845"/>
    <w:rsid w:val="00587D25"/>
    <w:rsid w:val="005B1636"/>
    <w:rsid w:val="005C72E6"/>
    <w:rsid w:val="005D6537"/>
    <w:rsid w:val="005E24CA"/>
    <w:rsid w:val="005E3D01"/>
    <w:rsid w:val="005E600B"/>
    <w:rsid w:val="005F3EAF"/>
    <w:rsid w:val="005F505E"/>
    <w:rsid w:val="00610AF8"/>
    <w:rsid w:val="006113AF"/>
    <w:rsid w:val="00614508"/>
    <w:rsid w:val="0062026C"/>
    <w:rsid w:val="006249D6"/>
    <w:rsid w:val="00631C71"/>
    <w:rsid w:val="0063799E"/>
    <w:rsid w:val="00643DAA"/>
    <w:rsid w:val="00644FF3"/>
    <w:rsid w:val="00645A5F"/>
    <w:rsid w:val="006558DA"/>
    <w:rsid w:val="00655FA0"/>
    <w:rsid w:val="0066083D"/>
    <w:rsid w:val="00666B1B"/>
    <w:rsid w:val="00680523"/>
    <w:rsid w:val="006904D7"/>
    <w:rsid w:val="006923DF"/>
    <w:rsid w:val="0069259F"/>
    <w:rsid w:val="006A4373"/>
    <w:rsid w:val="006A7611"/>
    <w:rsid w:val="006B73EF"/>
    <w:rsid w:val="006D3997"/>
    <w:rsid w:val="006D528D"/>
    <w:rsid w:val="006D580D"/>
    <w:rsid w:val="006D72EA"/>
    <w:rsid w:val="006E4BC6"/>
    <w:rsid w:val="006E5192"/>
    <w:rsid w:val="006E677F"/>
    <w:rsid w:val="006E7887"/>
    <w:rsid w:val="006F2205"/>
    <w:rsid w:val="00700EA2"/>
    <w:rsid w:val="007016A7"/>
    <w:rsid w:val="00702D01"/>
    <w:rsid w:val="00716625"/>
    <w:rsid w:val="00722610"/>
    <w:rsid w:val="00723278"/>
    <w:rsid w:val="00726C44"/>
    <w:rsid w:val="00730482"/>
    <w:rsid w:val="007342DC"/>
    <w:rsid w:val="007347C3"/>
    <w:rsid w:val="0073554B"/>
    <w:rsid w:val="007421FC"/>
    <w:rsid w:val="00742E43"/>
    <w:rsid w:val="0075090E"/>
    <w:rsid w:val="00764B60"/>
    <w:rsid w:val="00776ECB"/>
    <w:rsid w:val="00783158"/>
    <w:rsid w:val="00786AEE"/>
    <w:rsid w:val="0079760E"/>
    <w:rsid w:val="007A1CE8"/>
    <w:rsid w:val="007A22CD"/>
    <w:rsid w:val="007B3876"/>
    <w:rsid w:val="007B5EF0"/>
    <w:rsid w:val="007C2918"/>
    <w:rsid w:val="007C7220"/>
    <w:rsid w:val="007D48E1"/>
    <w:rsid w:val="007E0EDD"/>
    <w:rsid w:val="007E4AE6"/>
    <w:rsid w:val="007E4CB1"/>
    <w:rsid w:val="007E64F4"/>
    <w:rsid w:val="0080673F"/>
    <w:rsid w:val="00810233"/>
    <w:rsid w:val="00810CC6"/>
    <w:rsid w:val="00836E94"/>
    <w:rsid w:val="0085629E"/>
    <w:rsid w:val="00863E94"/>
    <w:rsid w:val="008708FA"/>
    <w:rsid w:val="00870DB8"/>
    <w:rsid w:val="00872EFB"/>
    <w:rsid w:val="00885C7E"/>
    <w:rsid w:val="00891B8B"/>
    <w:rsid w:val="00895D11"/>
    <w:rsid w:val="008A57A8"/>
    <w:rsid w:val="008B0558"/>
    <w:rsid w:val="008B3CF8"/>
    <w:rsid w:val="008E0F51"/>
    <w:rsid w:val="008E7827"/>
    <w:rsid w:val="0091470B"/>
    <w:rsid w:val="009149C3"/>
    <w:rsid w:val="0091529C"/>
    <w:rsid w:val="00920946"/>
    <w:rsid w:val="009234C7"/>
    <w:rsid w:val="00925D0A"/>
    <w:rsid w:val="00926C60"/>
    <w:rsid w:val="00937EFE"/>
    <w:rsid w:val="00940139"/>
    <w:rsid w:val="00940FCE"/>
    <w:rsid w:val="00942328"/>
    <w:rsid w:val="00944418"/>
    <w:rsid w:val="009574B7"/>
    <w:rsid w:val="00973B01"/>
    <w:rsid w:val="0097611B"/>
    <w:rsid w:val="00994EE5"/>
    <w:rsid w:val="009B49C7"/>
    <w:rsid w:val="009B5D69"/>
    <w:rsid w:val="009B6ACA"/>
    <w:rsid w:val="009C2CF7"/>
    <w:rsid w:val="009C5185"/>
    <w:rsid w:val="009C56A0"/>
    <w:rsid w:val="009C6AA6"/>
    <w:rsid w:val="009D70B1"/>
    <w:rsid w:val="009E1614"/>
    <w:rsid w:val="009E5020"/>
    <w:rsid w:val="009E7BFF"/>
    <w:rsid w:val="009F5EEE"/>
    <w:rsid w:val="00A06EEF"/>
    <w:rsid w:val="00A10159"/>
    <w:rsid w:val="00A20DED"/>
    <w:rsid w:val="00A301E8"/>
    <w:rsid w:val="00A32498"/>
    <w:rsid w:val="00A34B14"/>
    <w:rsid w:val="00A3693D"/>
    <w:rsid w:val="00A41B5B"/>
    <w:rsid w:val="00A45061"/>
    <w:rsid w:val="00A6496C"/>
    <w:rsid w:val="00A66FD3"/>
    <w:rsid w:val="00A6773F"/>
    <w:rsid w:val="00A71BAB"/>
    <w:rsid w:val="00A7344C"/>
    <w:rsid w:val="00A76C27"/>
    <w:rsid w:val="00A9333B"/>
    <w:rsid w:val="00A94404"/>
    <w:rsid w:val="00A94E0A"/>
    <w:rsid w:val="00A96E7F"/>
    <w:rsid w:val="00AA31FE"/>
    <w:rsid w:val="00AA3525"/>
    <w:rsid w:val="00AB1338"/>
    <w:rsid w:val="00AB74B7"/>
    <w:rsid w:val="00AC0B08"/>
    <w:rsid w:val="00AC7198"/>
    <w:rsid w:val="00AD184B"/>
    <w:rsid w:val="00AD3763"/>
    <w:rsid w:val="00AD56D1"/>
    <w:rsid w:val="00AE0869"/>
    <w:rsid w:val="00AF4AC4"/>
    <w:rsid w:val="00AF5A8A"/>
    <w:rsid w:val="00B35A65"/>
    <w:rsid w:val="00B4265B"/>
    <w:rsid w:val="00B43AB0"/>
    <w:rsid w:val="00B45FDF"/>
    <w:rsid w:val="00B5577C"/>
    <w:rsid w:val="00B57509"/>
    <w:rsid w:val="00B6050A"/>
    <w:rsid w:val="00B65082"/>
    <w:rsid w:val="00B749CE"/>
    <w:rsid w:val="00B76BD4"/>
    <w:rsid w:val="00B86106"/>
    <w:rsid w:val="00B8647D"/>
    <w:rsid w:val="00B92E92"/>
    <w:rsid w:val="00BB1456"/>
    <w:rsid w:val="00BB2794"/>
    <w:rsid w:val="00BB5201"/>
    <w:rsid w:val="00BD325B"/>
    <w:rsid w:val="00BD3A1F"/>
    <w:rsid w:val="00C01EFB"/>
    <w:rsid w:val="00C02054"/>
    <w:rsid w:val="00C04285"/>
    <w:rsid w:val="00C27942"/>
    <w:rsid w:val="00C401ED"/>
    <w:rsid w:val="00C50AEB"/>
    <w:rsid w:val="00C55A28"/>
    <w:rsid w:val="00C56D0B"/>
    <w:rsid w:val="00C61B1C"/>
    <w:rsid w:val="00C6254E"/>
    <w:rsid w:val="00C63021"/>
    <w:rsid w:val="00C6463A"/>
    <w:rsid w:val="00C87594"/>
    <w:rsid w:val="00CB6D5D"/>
    <w:rsid w:val="00CD1200"/>
    <w:rsid w:val="00CD7324"/>
    <w:rsid w:val="00CE4884"/>
    <w:rsid w:val="00CE5417"/>
    <w:rsid w:val="00CF3126"/>
    <w:rsid w:val="00CF4A4B"/>
    <w:rsid w:val="00CF5C5B"/>
    <w:rsid w:val="00D03B5D"/>
    <w:rsid w:val="00D03DEE"/>
    <w:rsid w:val="00D06698"/>
    <w:rsid w:val="00D06CB5"/>
    <w:rsid w:val="00D10271"/>
    <w:rsid w:val="00D133C7"/>
    <w:rsid w:val="00D23170"/>
    <w:rsid w:val="00D30AF1"/>
    <w:rsid w:val="00D32324"/>
    <w:rsid w:val="00D33FAA"/>
    <w:rsid w:val="00D4045D"/>
    <w:rsid w:val="00D42FB3"/>
    <w:rsid w:val="00D45C68"/>
    <w:rsid w:val="00D47336"/>
    <w:rsid w:val="00D47FEC"/>
    <w:rsid w:val="00D57FC6"/>
    <w:rsid w:val="00D6214B"/>
    <w:rsid w:val="00D64090"/>
    <w:rsid w:val="00D75FD2"/>
    <w:rsid w:val="00D8685B"/>
    <w:rsid w:val="00D977D0"/>
    <w:rsid w:val="00DA7500"/>
    <w:rsid w:val="00DB2C70"/>
    <w:rsid w:val="00DB36CB"/>
    <w:rsid w:val="00DB7113"/>
    <w:rsid w:val="00DC397C"/>
    <w:rsid w:val="00DC4F37"/>
    <w:rsid w:val="00DD1A05"/>
    <w:rsid w:val="00DD2705"/>
    <w:rsid w:val="00DE5B5A"/>
    <w:rsid w:val="00DE5E54"/>
    <w:rsid w:val="00DE614D"/>
    <w:rsid w:val="00DF588A"/>
    <w:rsid w:val="00DF605A"/>
    <w:rsid w:val="00E01725"/>
    <w:rsid w:val="00E01751"/>
    <w:rsid w:val="00E03B6D"/>
    <w:rsid w:val="00E101A8"/>
    <w:rsid w:val="00E12C9A"/>
    <w:rsid w:val="00E25C2E"/>
    <w:rsid w:val="00E309A0"/>
    <w:rsid w:val="00E35A55"/>
    <w:rsid w:val="00E406B4"/>
    <w:rsid w:val="00E548DB"/>
    <w:rsid w:val="00E63499"/>
    <w:rsid w:val="00EA2CB6"/>
    <w:rsid w:val="00EA6096"/>
    <w:rsid w:val="00EB31FA"/>
    <w:rsid w:val="00EB6F31"/>
    <w:rsid w:val="00EC3745"/>
    <w:rsid w:val="00EC4E33"/>
    <w:rsid w:val="00ED2375"/>
    <w:rsid w:val="00EE4774"/>
    <w:rsid w:val="00EF0D33"/>
    <w:rsid w:val="00EF280D"/>
    <w:rsid w:val="00EF40FC"/>
    <w:rsid w:val="00F05745"/>
    <w:rsid w:val="00F06F1B"/>
    <w:rsid w:val="00F111F8"/>
    <w:rsid w:val="00F1442E"/>
    <w:rsid w:val="00F3130C"/>
    <w:rsid w:val="00F36348"/>
    <w:rsid w:val="00F36F94"/>
    <w:rsid w:val="00F402EC"/>
    <w:rsid w:val="00F47A28"/>
    <w:rsid w:val="00F51563"/>
    <w:rsid w:val="00F56815"/>
    <w:rsid w:val="00F60864"/>
    <w:rsid w:val="00F61831"/>
    <w:rsid w:val="00F80023"/>
    <w:rsid w:val="00F80794"/>
    <w:rsid w:val="00F85AC4"/>
    <w:rsid w:val="00F86304"/>
    <w:rsid w:val="00F93490"/>
    <w:rsid w:val="00F95064"/>
    <w:rsid w:val="00F966BC"/>
    <w:rsid w:val="00F96DA5"/>
    <w:rsid w:val="00FA69C5"/>
    <w:rsid w:val="00FB3044"/>
    <w:rsid w:val="00FB6DCC"/>
    <w:rsid w:val="00FC1D24"/>
    <w:rsid w:val="00FC2CB4"/>
    <w:rsid w:val="00FD4D9D"/>
    <w:rsid w:val="00FD6894"/>
    <w:rsid w:val="00FD6C46"/>
    <w:rsid w:val="00FE2326"/>
    <w:rsid w:val="00FE3FDD"/>
    <w:rsid w:val="00FF1E4F"/>
    <w:rsid w:val="00FF6C41"/>
    <w:rsid w:val="0C196B8A"/>
    <w:rsid w:val="14ECB896"/>
    <w:rsid w:val="37916DE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3130B8"/>
  <w14:defaultImageDpi w14:val="96"/>
  <w15:docId w15:val="{B12028A6-DA0C-430B-AE1C-EC68BA48E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E5E"/>
    <w:pPr>
      <w:spacing w:after="200" w:line="288" w:lineRule="auto"/>
      <w:jc w:val="both"/>
    </w:pPr>
    <w:rPr>
      <w:rFonts w:ascii="Calibri Light" w:eastAsiaTheme="minorEastAsia" w:hAnsi="Calibri Light"/>
      <w:szCs w:val="24"/>
    </w:rPr>
  </w:style>
  <w:style w:type="paragraph" w:styleId="Titre1">
    <w:name w:val="heading 1"/>
    <w:basedOn w:val="Normal"/>
    <w:next w:val="Normal"/>
    <w:link w:val="Titre1Car"/>
    <w:uiPriority w:val="99"/>
    <w:qFormat/>
    <w:rsid w:val="00973B01"/>
    <w:pPr>
      <w:keepNext/>
      <w:keepLines/>
      <w:tabs>
        <w:tab w:val="right" w:pos="9064"/>
      </w:tabs>
      <w:spacing w:before="600" w:after="300" w:line="240" w:lineRule="auto"/>
      <w:outlineLvl w:val="0"/>
    </w:pPr>
    <w:rPr>
      <w:rFonts w:asciiTheme="majorHAnsi" w:hAnsiTheme="majorHAnsi" w:cstheme="majorHAnsi"/>
      <w:bCs/>
      <w:color w:val="C63189"/>
      <w:w w:val="90"/>
      <w:sz w:val="36"/>
      <w:szCs w:val="28"/>
    </w:rPr>
  </w:style>
  <w:style w:type="paragraph" w:styleId="Titre2">
    <w:name w:val="heading 2"/>
    <w:basedOn w:val="Normal"/>
    <w:next w:val="Normal"/>
    <w:link w:val="Titre2Car"/>
    <w:uiPriority w:val="9"/>
    <w:qFormat/>
    <w:rsid w:val="0066083D"/>
    <w:pPr>
      <w:keepNext/>
      <w:keepLines/>
      <w:spacing w:before="360" w:after="240" w:line="276" w:lineRule="auto"/>
      <w:jc w:val="left"/>
      <w:outlineLvl w:val="1"/>
    </w:pPr>
    <w:rPr>
      <w:rFonts w:eastAsia="MS Gothic"/>
      <w:bCs/>
      <w:color w:val="324897"/>
      <w:spacing w:val="4"/>
      <w:w w:val="90"/>
      <w:sz w:val="28"/>
      <w:szCs w:val="26"/>
    </w:rPr>
  </w:style>
  <w:style w:type="paragraph" w:styleId="Titre3">
    <w:name w:val="heading 3"/>
    <w:basedOn w:val="Normal"/>
    <w:next w:val="Normal"/>
    <w:link w:val="Titre3Car"/>
    <w:uiPriority w:val="99"/>
    <w:qFormat/>
    <w:rsid w:val="00A06EEF"/>
    <w:pPr>
      <w:keepNext/>
      <w:keepLines/>
      <w:spacing w:before="200" w:after="0" w:line="276" w:lineRule="auto"/>
      <w:outlineLvl w:val="2"/>
    </w:pPr>
    <w:rPr>
      <w:rFonts w:ascii="Calibri" w:eastAsia="MS Gothic" w:hAnsi="Calibri"/>
      <w:b/>
      <w:bCs/>
      <w:color w:val="4F81BD"/>
    </w:rPr>
  </w:style>
  <w:style w:type="paragraph" w:styleId="Titre4">
    <w:name w:val="heading 4"/>
    <w:basedOn w:val="Normal"/>
    <w:next w:val="Normal"/>
    <w:link w:val="Titre4Car"/>
    <w:unhideWhenUsed/>
    <w:qFormat/>
    <w:locked/>
    <w:rsid w:val="00187483"/>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9"/>
    <w:locked/>
    <w:rsid w:val="00A06EEF"/>
    <w:rPr>
      <w:rFonts w:ascii="Calibri" w:eastAsia="MS Gothic" w:hAnsi="Calibri" w:cs="Times New Roman"/>
      <w:b/>
      <w:bCs/>
      <w:color w:val="4F81BD"/>
    </w:rPr>
  </w:style>
  <w:style w:type="character" w:customStyle="1" w:styleId="Titre1Car">
    <w:name w:val="Titre 1 Car"/>
    <w:basedOn w:val="Policepardfaut"/>
    <w:link w:val="Titre1"/>
    <w:uiPriority w:val="99"/>
    <w:locked/>
    <w:rsid w:val="00973B01"/>
    <w:rPr>
      <w:rFonts w:asciiTheme="majorHAnsi" w:eastAsiaTheme="minorEastAsia" w:hAnsiTheme="majorHAnsi" w:cstheme="majorHAnsi"/>
      <w:bCs/>
      <w:color w:val="C63189"/>
      <w:w w:val="90"/>
      <w:sz w:val="36"/>
      <w:szCs w:val="28"/>
    </w:rPr>
  </w:style>
  <w:style w:type="paragraph" w:styleId="En-tte">
    <w:name w:val="header"/>
    <w:basedOn w:val="Normal"/>
    <w:link w:val="En-tteCar"/>
    <w:uiPriority w:val="99"/>
    <w:rsid w:val="00DA7500"/>
    <w:pPr>
      <w:tabs>
        <w:tab w:val="center" w:pos="4536"/>
        <w:tab w:val="right" w:pos="9072"/>
      </w:tabs>
      <w:spacing w:after="0" w:line="276" w:lineRule="auto"/>
    </w:pPr>
    <w:rPr>
      <w:rFonts w:eastAsia="MS Mincho"/>
    </w:rPr>
  </w:style>
  <w:style w:type="paragraph" w:styleId="Paragraphedeliste">
    <w:name w:val="List Paragraph"/>
    <w:basedOn w:val="Normal"/>
    <w:uiPriority w:val="34"/>
    <w:qFormat/>
    <w:rsid w:val="00447EBF"/>
    <w:pPr>
      <w:spacing w:after="120"/>
      <w:ind w:left="720"/>
    </w:pPr>
    <w:rPr>
      <w:rFonts w:eastAsia="MS Mincho"/>
    </w:rPr>
  </w:style>
  <w:style w:type="character" w:customStyle="1" w:styleId="Titre2Car">
    <w:name w:val="Titre 2 Car"/>
    <w:basedOn w:val="Policepardfaut"/>
    <w:link w:val="Titre2"/>
    <w:uiPriority w:val="9"/>
    <w:locked/>
    <w:rsid w:val="0066083D"/>
    <w:rPr>
      <w:rFonts w:ascii="Calibri Light" w:eastAsia="MS Gothic" w:hAnsi="Calibri Light"/>
      <w:bCs/>
      <w:color w:val="324897"/>
      <w:spacing w:val="4"/>
      <w:w w:val="90"/>
      <w:sz w:val="28"/>
      <w:szCs w:val="26"/>
    </w:rPr>
  </w:style>
  <w:style w:type="paragraph" w:styleId="Pieddepage">
    <w:name w:val="footer"/>
    <w:basedOn w:val="Normal"/>
    <w:link w:val="PieddepageCar"/>
    <w:uiPriority w:val="99"/>
    <w:rsid w:val="00DA7500"/>
    <w:pPr>
      <w:tabs>
        <w:tab w:val="center" w:pos="4536"/>
        <w:tab w:val="right" w:pos="9072"/>
      </w:tabs>
      <w:spacing w:after="0" w:line="276" w:lineRule="auto"/>
    </w:pPr>
    <w:rPr>
      <w:rFonts w:eastAsia="MS Mincho"/>
    </w:rPr>
  </w:style>
  <w:style w:type="character" w:customStyle="1" w:styleId="En-tteCar">
    <w:name w:val="En-tête Car"/>
    <w:basedOn w:val="Policepardfaut"/>
    <w:link w:val="En-tte"/>
    <w:uiPriority w:val="99"/>
    <w:locked/>
    <w:rsid w:val="00DA7500"/>
    <w:rPr>
      <w:rFonts w:cs="Times New Roman"/>
    </w:rPr>
  </w:style>
  <w:style w:type="table" w:styleId="Grilledutableau">
    <w:name w:val="Table Grid"/>
    <w:basedOn w:val="TableauNormal"/>
    <w:uiPriority w:val="99"/>
    <w:rsid w:val="00872EFB"/>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locked/>
    <w:rsid w:val="00DA7500"/>
    <w:rPr>
      <w:rFonts w:cs="Times New Roman"/>
    </w:rPr>
  </w:style>
  <w:style w:type="paragraph" w:styleId="Textedebulles">
    <w:name w:val="Balloon Text"/>
    <w:basedOn w:val="Normal"/>
    <w:link w:val="TextedebullesCar"/>
    <w:uiPriority w:val="99"/>
    <w:semiHidden/>
    <w:rsid w:val="00421666"/>
    <w:pPr>
      <w:spacing w:after="0" w:line="240" w:lineRule="auto"/>
    </w:pPr>
    <w:rPr>
      <w:rFonts w:ascii="Lucida Grande" w:eastAsia="MS Mincho" w:hAnsi="Lucida Grande" w:cs="Lucida Grande"/>
      <w:sz w:val="18"/>
      <w:szCs w:val="18"/>
    </w:rPr>
  </w:style>
  <w:style w:type="character" w:customStyle="1" w:styleId="TextedebullesCar">
    <w:name w:val="Texte de bulles Car"/>
    <w:basedOn w:val="Policepardfaut"/>
    <w:link w:val="Textedebulles"/>
    <w:uiPriority w:val="99"/>
    <w:semiHidden/>
    <w:locked/>
    <w:rsid w:val="00421666"/>
    <w:rPr>
      <w:rFonts w:ascii="Lucida Grande" w:hAnsi="Lucida Grande" w:cs="Lucida Grande"/>
      <w:sz w:val="18"/>
      <w:szCs w:val="18"/>
    </w:rPr>
  </w:style>
  <w:style w:type="paragraph" w:styleId="Titre">
    <w:name w:val="Title"/>
    <w:basedOn w:val="Titre2"/>
    <w:next w:val="Normal"/>
    <w:link w:val="TitreCar"/>
    <w:qFormat/>
    <w:locked/>
    <w:rsid w:val="00447EBF"/>
    <w:pPr>
      <w:jc w:val="center"/>
    </w:pPr>
    <w:rPr>
      <w:color w:val="C0504D"/>
      <w:sz w:val="56"/>
      <w:szCs w:val="56"/>
    </w:rPr>
  </w:style>
  <w:style w:type="character" w:customStyle="1" w:styleId="TitreCar">
    <w:name w:val="Titre Car"/>
    <w:basedOn w:val="Policepardfaut"/>
    <w:link w:val="Titre"/>
    <w:rsid w:val="00447EBF"/>
    <w:rPr>
      <w:rFonts w:asciiTheme="minorHAnsi" w:eastAsia="MS Gothic" w:hAnsiTheme="minorHAnsi"/>
      <w:b/>
      <w:bCs/>
      <w:color w:val="C0504D"/>
      <w:sz w:val="56"/>
      <w:szCs w:val="56"/>
    </w:rPr>
  </w:style>
  <w:style w:type="character" w:customStyle="1" w:styleId="Titre4Car">
    <w:name w:val="Titre 4 Car"/>
    <w:basedOn w:val="Policepardfaut"/>
    <w:link w:val="Titre4"/>
    <w:rsid w:val="00187483"/>
    <w:rPr>
      <w:rFonts w:asciiTheme="majorHAnsi" w:eastAsiaTheme="majorEastAsia" w:hAnsiTheme="majorHAnsi" w:cstheme="majorBidi"/>
      <w:b/>
      <w:bCs/>
      <w:i/>
      <w:iCs/>
      <w:color w:val="5B9BD5" w:themeColor="accent1"/>
      <w:sz w:val="23"/>
      <w:szCs w:val="24"/>
    </w:rPr>
  </w:style>
  <w:style w:type="paragraph" w:styleId="Sous-titre">
    <w:name w:val="Subtitle"/>
    <w:basedOn w:val="Normal"/>
    <w:next w:val="Normal"/>
    <w:link w:val="Sous-titreCar"/>
    <w:qFormat/>
    <w:locked/>
    <w:rsid w:val="00614508"/>
    <w:pPr>
      <w:numPr>
        <w:ilvl w:val="1"/>
      </w:numPr>
    </w:pPr>
    <w:rPr>
      <w:rFonts w:asciiTheme="majorHAnsi" w:eastAsiaTheme="majorEastAsia" w:hAnsiTheme="majorHAnsi" w:cstheme="majorBidi"/>
      <w:i/>
      <w:iCs/>
      <w:color w:val="5B9BD5" w:themeColor="accent1"/>
      <w:spacing w:val="15"/>
      <w:sz w:val="24"/>
    </w:rPr>
  </w:style>
  <w:style w:type="character" w:customStyle="1" w:styleId="Sous-titreCar">
    <w:name w:val="Sous-titre Car"/>
    <w:basedOn w:val="Policepardfaut"/>
    <w:link w:val="Sous-titre"/>
    <w:rsid w:val="00614508"/>
    <w:rPr>
      <w:rFonts w:asciiTheme="majorHAnsi" w:eastAsiaTheme="majorEastAsia" w:hAnsiTheme="majorHAnsi" w:cstheme="majorBidi"/>
      <w:i/>
      <w:iCs/>
      <w:color w:val="5B9BD5" w:themeColor="accent1"/>
      <w:spacing w:val="15"/>
      <w:sz w:val="24"/>
      <w:szCs w:val="24"/>
    </w:rPr>
  </w:style>
  <w:style w:type="character" w:styleId="Lienhypertexte">
    <w:name w:val="Hyperlink"/>
    <w:basedOn w:val="Policepardfaut"/>
    <w:uiPriority w:val="99"/>
    <w:unhideWhenUsed/>
    <w:rsid w:val="007347C3"/>
    <w:rPr>
      <w:color w:val="auto"/>
      <w:u w:val="dotted"/>
    </w:rPr>
  </w:style>
  <w:style w:type="character" w:styleId="Marquedecommentaire">
    <w:name w:val="annotation reference"/>
    <w:basedOn w:val="Policepardfaut"/>
    <w:uiPriority w:val="99"/>
    <w:semiHidden/>
    <w:unhideWhenUsed/>
    <w:rsid w:val="002470A9"/>
    <w:rPr>
      <w:sz w:val="18"/>
      <w:szCs w:val="18"/>
    </w:rPr>
  </w:style>
  <w:style w:type="paragraph" w:styleId="Commentaire">
    <w:name w:val="annotation text"/>
    <w:basedOn w:val="Normal"/>
    <w:link w:val="CommentaireCar"/>
    <w:uiPriority w:val="99"/>
    <w:semiHidden/>
    <w:unhideWhenUsed/>
    <w:rsid w:val="002470A9"/>
    <w:pPr>
      <w:spacing w:line="240" w:lineRule="auto"/>
    </w:pPr>
    <w:rPr>
      <w:sz w:val="24"/>
    </w:rPr>
  </w:style>
  <w:style w:type="character" w:customStyle="1" w:styleId="CommentaireCar">
    <w:name w:val="Commentaire Car"/>
    <w:basedOn w:val="Policepardfaut"/>
    <w:link w:val="Commentaire"/>
    <w:uiPriority w:val="99"/>
    <w:semiHidden/>
    <w:rsid w:val="002470A9"/>
    <w:rPr>
      <w:rFonts w:eastAsiaTheme="minorEastAsia"/>
      <w:sz w:val="24"/>
      <w:szCs w:val="24"/>
    </w:rPr>
  </w:style>
  <w:style w:type="paragraph" w:styleId="Objetducommentaire">
    <w:name w:val="annotation subject"/>
    <w:basedOn w:val="Commentaire"/>
    <w:next w:val="Commentaire"/>
    <w:link w:val="ObjetducommentaireCar"/>
    <w:uiPriority w:val="99"/>
    <w:semiHidden/>
    <w:unhideWhenUsed/>
    <w:rsid w:val="002470A9"/>
    <w:rPr>
      <w:b/>
      <w:bCs/>
      <w:sz w:val="20"/>
      <w:szCs w:val="20"/>
    </w:rPr>
  </w:style>
  <w:style w:type="character" w:customStyle="1" w:styleId="ObjetducommentaireCar">
    <w:name w:val="Objet du commentaire Car"/>
    <w:basedOn w:val="CommentaireCar"/>
    <w:link w:val="Objetducommentaire"/>
    <w:uiPriority w:val="99"/>
    <w:semiHidden/>
    <w:rsid w:val="002470A9"/>
    <w:rPr>
      <w:rFonts w:eastAsiaTheme="minorEastAsia"/>
      <w:b/>
      <w:bCs/>
      <w:sz w:val="20"/>
      <w:szCs w:val="20"/>
    </w:rPr>
  </w:style>
  <w:style w:type="character" w:styleId="Accentuation">
    <w:name w:val="Emphasis"/>
    <w:basedOn w:val="Policepardfaut"/>
    <w:qFormat/>
    <w:locked/>
    <w:rsid w:val="00183E5E"/>
    <w:rPr>
      <w:rFonts w:asciiTheme="minorHAnsi" w:hAnsiTheme="minorHAnsi"/>
      <w:i/>
      <w:iCs/>
      <w:sz w:val="22"/>
    </w:rPr>
  </w:style>
  <w:style w:type="character" w:styleId="Lienhypertextesuivivisit">
    <w:name w:val="FollowedHyperlink"/>
    <w:basedOn w:val="Policepardfaut"/>
    <w:uiPriority w:val="99"/>
    <w:semiHidden/>
    <w:unhideWhenUsed/>
    <w:rsid w:val="00CB6D5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240643">
      <w:bodyDiv w:val="1"/>
      <w:marLeft w:val="0"/>
      <w:marRight w:val="0"/>
      <w:marTop w:val="0"/>
      <w:marBottom w:val="0"/>
      <w:divBdr>
        <w:top w:val="none" w:sz="0" w:space="0" w:color="auto"/>
        <w:left w:val="none" w:sz="0" w:space="0" w:color="auto"/>
        <w:bottom w:val="none" w:sz="0" w:space="0" w:color="auto"/>
        <w:right w:val="none" w:sz="0" w:space="0" w:color="auto"/>
      </w:divBdr>
    </w:div>
    <w:div w:id="1314682337">
      <w:bodyDiv w:val="1"/>
      <w:marLeft w:val="0"/>
      <w:marRight w:val="0"/>
      <w:marTop w:val="0"/>
      <w:marBottom w:val="0"/>
      <w:divBdr>
        <w:top w:val="none" w:sz="0" w:space="0" w:color="auto"/>
        <w:left w:val="none" w:sz="0" w:space="0" w:color="auto"/>
        <w:bottom w:val="none" w:sz="0" w:space="0" w:color="auto"/>
        <w:right w:val="none" w:sz="0" w:space="0" w:color="auto"/>
      </w:divBdr>
    </w:div>
    <w:div w:id="1384595951">
      <w:bodyDiv w:val="1"/>
      <w:marLeft w:val="0"/>
      <w:marRight w:val="0"/>
      <w:marTop w:val="0"/>
      <w:marBottom w:val="0"/>
      <w:divBdr>
        <w:top w:val="none" w:sz="0" w:space="0" w:color="auto"/>
        <w:left w:val="none" w:sz="0" w:space="0" w:color="auto"/>
        <w:bottom w:val="none" w:sz="0" w:space="0" w:color="auto"/>
        <w:right w:val="none" w:sz="0" w:space="0" w:color="auto"/>
      </w:divBdr>
    </w:div>
    <w:div w:id="1950821194">
      <w:bodyDiv w:val="1"/>
      <w:marLeft w:val="0"/>
      <w:marRight w:val="0"/>
      <w:marTop w:val="0"/>
      <w:marBottom w:val="0"/>
      <w:divBdr>
        <w:top w:val="none" w:sz="0" w:space="0" w:color="auto"/>
        <w:left w:val="none" w:sz="0" w:space="0" w:color="auto"/>
        <w:bottom w:val="none" w:sz="0" w:space="0" w:color="auto"/>
        <w:right w:val="none" w:sz="0" w:space="0" w:color="auto"/>
      </w:divBdr>
    </w:div>
    <w:div w:id="214735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uved.fr/fiche/ressource/les-competences-attendues-pour-exercer-un-metier-de-la-transition-ecologique" TargetMode="External"/><Relationship Id="rId18" Type="http://schemas.openxmlformats.org/officeDocument/2006/relationships/hyperlink" Target="https://www.uved.fr/fiche/ressource/le-metier-de-chef-dunite-forestiere-territoriale" TargetMode="External"/><Relationship Id="rId26" Type="http://schemas.openxmlformats.org/officeDocument/2006/relationships/hyperlink" Target="https://www.youtube.com/watch?v=dUmRs-c2XFA&amp;feature=emb_logo" TargetMode="External"/><Relationship Id="rId39" Type="http://schemas.openxmlformats.org/officeDocument/2006/relationships/hyperlink" Target="https://www.uved.fr/fiche/ressource/le-metier-de-chef-dunite-territoriale-des-espaces-verts" TargetMode="External"/><Relationship Id="rId21" Type="http://schemas.openxmlformats.org/officeDocument/2006/relationships/hyperlink" Target="https://www.uved.fr/fiche/ressource/le-metier-dexperte-en-calcul-carbone" TargetMode="External"/><Relationship Id="rId34" Type="http://schemas.openxmlformats.org/officeDocument/2006/relationships/hyperlink" Target="https://www.uved.fr/fiche/ressource/le-metier-de-consultant-gpe-au-sein-du-centre-de-developpement-des-eco-entreprises-cd2e" TargetMode="External"/><Relationship Id="rId42" Type="http://schemas.openxmlformats.org/officeDocument/2006/relationships/hyperlink" Target="https://www.uved.fr/fiche/ressource/le-metier-de-conseillere-animatrice-en-viticulture" TargetMode="External"/><Relationship Id="rId47" Type="http://schemas.openxmlformats.org/officeDocument/2006/relationships/hyperlink" Target="https://www.uved.fr/fiche/ressource/portrait-la-sauge" TargetMode="External"/><Relationship Id="rId50" Type="http://schemas.openxmlformats.org/officeDocument/2006/relationships/hyperlink" Target="https://www.uved.fr/fiche/ressource/le-metier-danimateur-nature" TargetMode="External"/><Relationship Id="rId55" Type="http://schemas.openxmlformats.org/officeDocument/2006/relationships/hyperlink" Target="file://localhost/Les%20m%C3%A9tiers%20du%20projet%20d'%C3%A9coquartier%20LaVall%C3%A9e%20de%20Ch%C3%A2tenay-Malabry%20/%20responsable%20de%20projet" TargetMode="External"/><Relationship Id="rId63" Type="http://schemas.openxmlformats.org/officeDocument/2006/relationships/hyperlink" Target="https://www.uved.fr/fiche/ressource/le-metier-de-directrice-de-projet-habitat-et-amenagement" TargetMode="External"/><Relationship Id="rId68" Type="http://schemas.openxmlformats.org/officeDocument/2006/relationships/hyperlink" Target="https://www.uved.fr/fiche/ressource/le-metier-de-consultant-batiment-durable-et-numerique-au-sein-du-cd2e" TargetMode="External"/><Relationship Id="rId76" Type="http://schemas.openxmlformats.org/officeDocument/2006/relationships/fontTable" Target="fontTable.xml"/><Relationship Id="rId7" Type="http://schemas.openxmlformats.org/officeDocument/2006/relationships/image" Target="media/image3.png"/><Relationship Id="rId71" Type="http://schemas.openxmlformats.org/officeDocument/2006/relationships/hyperlink" Target="https://www.uved.fr/fiche/ressource/le-metier-de-charge-de-mission-agriculture-au-sein-dun-parc-naturel-regional" TargetMode="External"/><Relationship Id="rId2" Type="http://schemas.openxmlformats.org/officeDocument/2006/relationships/styles" Target="styles.xml"/><Relationship Id="rId16" Type="http://schemas.openxmlformats.org/officeDocument/2006/relationships/hyperlink" Target="https://www.youtube.com/watch?v=5zKAWDLP89M&amp;feature=emb_logo" TargetMode="External"/><Relationship Id="rId29" Type="http://schemas.openxmlformats.org/officeDocument/2006/relationships/hyperlink" Target="https://www.uved.fr/fiche/ressource/le-metier-de-responsable-hsqe" TargetMode="External"/><Relationship Id="rId11" Type="http://schemas.openxmlformats.org/officeDocument/2006/relationships/hyperlink" Target="https://www.uved.fr/fiche/ressource/transition-energetique-quels-metiers-pour-demain" TargetMode="External"/><Relationship Id="rId24" Type="http://schemas.openxmlformats.org/officeDocument/2006/relationships/hyperlink" Target="https://www.uved.fr/fiche/ressource/cheffe-de-groupe-traitement" TargetMode="External"/><Relationship Id="rId32" Type="http://schemas.openxmlformats.org/officeDocument/2006/relationships/hyperlink" Target="https://www.uved.fr/fiche/ressource/le-metier-de-charge-de-mission-energie-et-climat" TargetMode="External"/><Relationship Id="rId37" Type="http://schemas.openxmlformats.org/officeDocument/2006/relationships/hyperlink" Target="https://www.uved.fr/fiche/ressource/le-metier-de-directeur-du-bureau-detude-sogebat" TargetMode="External"/><Relationship Id="rId40" Type="http://schemas.openxmlformats.org/officeDocument/2006/relationships/hyperlink" Target="https://www.uved.fr/fiche/ressource/le-metier-de-directrice-de-projet-habitat-et-amenagement" TargetMode="External"/><Relationship Id="rId45" Type="http://schemas.openxmlformats.org/officeDocument/2006/relationships/hyperlink" Target="https://www.uved.fr/fiche/ressource/portrait-si-tes-jardin" TargetMode="External"/><Relationship Id="rId53" Type="http://schemas.openxmlformats.org/officeDocument/2006/relationships/hyperlink" Target="https://www.uved.fr/fiche/ressource/le-metier-de-responsable-de-la-marque-greet-au-sein-du-groupe-accor" TargetMode="External"/><Relationship Id="rId58" Type="http://schemas.openxmlformats.org/officeDocument/2006/relationships/hyperlink" Target="https://cloud.uved.fr/index.php/apps/onlyoffice/114090?filePath=%2FUved%2F10%20-%20BDD%20UVED%20et%20bilans%2FBDD_Ressources%20UVED.xlsx" TargetMode="External"/><Relationship Id="rId66" Type="http://schemas.openxmlformats.org/officeDocument/2006/relationships/hyperlink" Target="https://www.uved.fr/fiche/ressource/le-metier-de-responsable-adjoint-du-pole-batiment-durable-du-cd2e" TargetMode="External"/><Relationship Id="rId7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uved.fr/fiche/ressource/le-metier-de-garde-technicien-despace-naturel" TargetMode="External"/><Relationship Id="rId23" Type="http://schemas.openxmlformats.org/officeDocument/2006/relationships/hyperlink" Target="https://www.youtube.com/watch?v=OPIFAyhYn3M&amp;feature=emb_logo" TargetMode="External"/><Relationship Id="rId28" Type="http://schemas.openxmlformats.org/officeDocument/2006/relationships/hyperlink" Target="https://www.youtube.com/watch?v=VkBv4ZMMyZA&amp;feature=emb_logo" TargetMode="External"/><Relationship Id="rId36" Type="http://schemas.openxmlformats.org/officeDocument/2006/relationships/hyperlink" Target="https://www.uved.fr/fiche/ressource/le-metier-de-responsable-recherche-et-expertise-dans-une-entreprise-dhabitat-social-responsable" TargetMode="External"/><Relationship Id="rId49" Type="http://schemas.openxmlformats.org/officeDocument/2006/relationships/hyperlink" Target="https://www.uved.fr/fiche/ressource/le-metier-de-responsable-logistique" TargetMode="External"/><Relationship Id="rId57" Type="http://schemas.openxmlformats.org/officeDocument/2006/relationships/hyperlink" Target="https://www.uved.fr/fiche/ressource/juriste-en-droit-de-lenvironnement" TargetMode="External"/><Relationship Id="rId61" Type="http://schemas.openxmlformats.org/officeDocument/2006/relationships/hyperlink" Target="https://www.uved.fr/fiche/ressource/le-metier-dexperte-en-calcul-carbone" TargetMode="External"/><Relationship Id="rId10" Type="http://schemas.openxmlformats.org/officeDocument/2006/relationships/hyperlink" Target="https://www.uved.fr/fiche/ressource/transition-ecologique-quels-emplois" TargetMode="External"/><Relationship Id="rId19" Type="http://schemas.openxmlformats.org/officeDocument/2006/relationships/hyperlink" Target="https://www.uved.fr/fiche/ressource/le-metier-dingenieur-en-modelisation" TargetMode="External"/><Relationship Id="rId31" Type="http://schemas.openxmlformats.org/officeDocument/2006/relationships/hyperlink" Target="https://www.uved.fr/fiche/ressource/le-metier-darchitecte" TargetMode="External"/><Relationship Id="rId44" Type="http://schemas.openxmlformats.org/officeDocument/2006/relationships/hyperlink" Target="https://www.uved.fr/fiche/ressource/le-metier-de-charge-de-mission-agriculture-au-sein-dun-parc-naturel-regional" TargetMode="External"/><Relationship Id="rId52" Type="http://schemas.openxmlformats.org/officeDocument/2006/relationships/hyperlink" Target="https://www.uved.fr/fiche/ressource/le-metier-danalyste-en-investissement-socialement-responsable" TargetMode="External"/><Relationship Id="rId60" Type="http://schemas.openxmlformats.org/officeDocument/2006/relationships/hyperlink" Target="https://www.uved.fr/fiche/ressource/le-metier-dingenieure-environnement" TargetMode="External"/><Relationship Id="rId65" Type="http://schemas.openxmlformats.org/officeDocument/2006/relationships/hyperlink" Target="https://www.uved.fr/fiche/ressource/le-metier-de-directeur-du-bureau-detude-sogebat" TargetMode="External"/><Relationship Id="rId73" Type="http://schemas.openxmlformats.org/officeDocument/2006/relationships/hyperlink" Target="https://www.uved.fr/fiche/ressource/le-metier-de-directrice-dun-centre-de-developpement-agroalimentaire" TargetMode="External"/><Relationship Id="rId4" Type="http://schemas.openxmlformats.org/officeDocument/2006/relationships/webSettings" Target="webSettings.xml"/><Relationship Id="rId9" Type="http://schemas.openxmlformats.org/officeDocument/2006/relationships/hyperlink" Target="https://www.uved.fr/fiche/ressource/la-transition-ecologique-cest-sengager" TargetMode="External"/><Relationship Id="rId14" Type="http://schemas.openxmlformats.org/officeDocument/2006/relationships/hyperlink" Target="https://www.uved.fr/fiche/ressource/le-metier-dinspecteur-de-lenvironnement" TargetMode="External"/><Relationship Id="rId22" Type="http://schemas.openxmlformats.org/officeDocument/2006/relationships/hyperlink" Target="https://www.uved.fr/fiche/ressource/le-metier-de-conducteur-de-ligne-dans-une-usine-de-valorisation-des-dechets" TargetMode="External"/><Relationship Id="rId27" Type="http://schemas.openxmlformats.org/officeDocument/2006/relationships/hyperlink" Target="https://www.youtube.com/watch?v=XEExQR61L9Q&amp;feature=emb_logo" TargetMode="External"/><Relationship Id="rId30" Type="http://schemas.openxmlformats.org/officeDocument/2006/relationships/hyperlink" Target="https://www.uved.fr/fiche/ressource/le-metier-dingenieure-environnement" TargetMode="External"/><Relationship Id="rId35" Type="http://schemas.openxmlformats.org/officeDocument/2006/relationships/hyperlink" Target="https://www.uved.fr/fiche/ressource/le-metier-de-consultant-batiment-durable-et-numerique-au-sein-du-cd2e" TargetMode="External"/><Relationship Id="rId43" Type="http://schemas.openxmlformats.org/officeDocument/2006/relationships/hyperlink" Target="https://www.uved.fr/fiche/ressource/le-metier-de-maraicher" TargetMode="External"/><Relationship Id="rId48" Type="http://schemas.openxmlformats.org/officeDocument/2006/relationships/hyperlink" Target="https://www.uved.fr/fiche/ressource/le-metier-de-charge-de-mission-mobilite-durable" TargetMode="External"/><Relationship Id="rId56" Type="http://schemas.openxmlformats.org/officeDocument/2006/relationships/hyperlink" Target="https://www.uved.fr/fiche/ressource/le-metier-de-directrice-de-projet-habitat-et-amenagement" TargetMode="External"/><Relationship Id="rId64" Type="http://schemas.openxmlformats.org/officeDocument/2006/relationships/hyperlink" Target="https://www.uved.fr/fiche/ressource/le-metier-de-responsable-recherche-et-expertise-dans-une-entreprise-dhabitat-social-responsable" TargetMode="External"/><Relationship Id="rId69" Type="http://schemas.openxmlformats.org/officeDocument/2006/relationships/hyperlink" Target="https://www.uved.fr/fiche/ressource/le-metier-de-chargee-de-communication-au-sein-du-centre-de-developpement-des-eco-entreprises" TargetMode="External"/><Relationship Id="rId77" Type="http://schemas.openxmlformats.org/officeDocument/2006/relationships/theme" Target="theme/theme1.xml"/><Relationship Id="rId8" Type="http://schemas.openxmlformats.org/officeDocument/2006/relationships/hyperlink" Target="https://www.uved.fr/fiche/ressource/la-reconversion-ecologique-une-occasion-de-changer-le-travail" TargetMode="External"/><Relationship Id="rId51" Type="http://schemas.openxmlformats.org/officeDocument/2006/relationships/hyperlink" Target="https://www.uved.fr/fiche/ressource/le-metier-de-chargee-de-communication-au-sein-du-centre-de-developpement-des-eco-entreprises" TargetMode="External"/><Relationship Id="rId72" Type="http://schemas.openxmlformats.org/officeDocument/2006/relationships/hyperlink" Target="https://www.uved.fr/fiche/ressource/le-metier-de-charge-de-mission-au-sein-dune-chambre-dagriculture" TargetMode="External"/><Relationship Id="rId3" Type="http://schemas.openxmlformats.org/officeDocument/2006/relationships/settings" Target="settings.xml"/><Relationship Id="rId12" Type="http://schemas.openxmlformats.org/officeDocument/2006/relationships/hyperlink" Target="https://www.uved.fr/fiche/ressource/quels-sont-les-metiers-et-les-formations-de-la-transition-ecologique" TargetMode="External"/><Relationship Id="rId17" Type="http://schemas.openxmlformats.org/officeDocument/2006/relationships/hyperlink" Target="https://www.uved.fr/fiche/ressource/le-metier-de-technicienne-forestiere" TargetMode="External"/><Relationship Id="rId25" Type="http://schemas.openxmlformats.org/officeDocument/2006/relationships/hyperlink" Target="file://localhost/Les%20m%C3%A9tiers%20de%20l'eau%20/%20technicien%C2%B7ne%20en%20usine%20de%20traitement%20d'eaux%20us%C3%A9es" TargetMode="External"/><Relationship Id="rId33" Type="http://schemas.openxmlformats.org/officeDocument/2006/relationships/hyperlink" Target="https://www.uved.fr/fiche/ressource/le-metier-de-responsable-adjoint-du-pole-batiment-durable-du-cd2e" TargetMode="External"/><Relationship Id="rId38" Type="http://schemas.openxmlformats.org/officeDocument/2006/relationships/hyperlink" Target="https://www.uved.fr/fiche/ressource/le-metier-dinstructeur-en-autorisations-durbanisme" TargetMode="External"/><Relationship Id="rId46" Type="http://schemas.openxmlformats.org/officeDocument/2006/relationships/hyperlink" Target="https://www.uved.fr/fiche/ressource/portrait-de-bergers-urbains-vente-services" TargetMode="External"/><Relationship Id="rId59" Type="http://schemas.openxmlformats.org/officeDocument/2006/relationships/hyperlink" Target="https://www.uved.fr/fiche/ressource/le-metier-de-responsable-projet-innovation-durable" TargetMode="External"/><Relationship Id="rId67" Type="http://schemas.openxmlformats.org/officeDocument/2006/relationships/hyperlink" Target="https://www.uved.fr/fiche/ressource/le-metier-de-consultant-gpe-au-sein-du-centre-de-developpement-des-eco-entreprises-cd2e" TargetMode="External"/><Relationship Id="rId20" Type="http://schemas.openxmlformats.org/officeDocument/2006/relationships/hyperlink" Target="https://www.uved.fr/fiche/ressource/le-metier-de-technicien-de-surveillance-de-la-qualite-de-lair" TargetMode="External"/><Relationship Id="rId41" Type="http://schemas.openxmlformats.org/officeDocument/2006/relationships/hyperlink" Target="file://localhost/Les%20m%C3%A9tiers%20du%20projet%20d'%C3%A9coquartier%20LaVall%C3%A9e%20de%20Ch%C3%A2tenay-Malabry%20/%20responsable%20de%20projet" TargetMode="External"/><Relationship Id="rId54" Type="http://schemas.openxmlformats.org/officeDocument/2006/relationships/hyperlink" Target="https://cloud.uved.fr/index.php/apps/onlyoffice/114090?filePath=%2FUved%2F10%20-%20BDD%20UVED%20et%20bilans%2FBDD_Ressources%20UVED.xlsx" TargetMode="External"/><Relationship Id="rId62" Type="http://schemas.openxmlformats.org/officeDocument/2006/relationships/hyperlink" Target="https://www.uved.fr/fiche/ressource/le-metier-de-responsable-de-la-gestion-des-connaissances" TargetMode="External"/><Relationship Id="rId70" Type="http://schemas.openxmlformats.org/officeDocument/2006/relationships/hyperlink" Target="https://www.uved.fr/fiche/ressource/le-metier-de-charge-de-mission-renovation-dune-chataigneraie" TargetMode="External"/><Relationship Id="rId75"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Calvet\Dropbox\UVED\MOOC\MOOC_UVED_Biodiv\MOOC_UVED_Biodiv_Retranscription\retranscription.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retranscription.dotx</Template>
  <TotalTime>59</TotalTime>
  <Pages>7</Pages>
  <Words>2652</Words>
  <Characters>14587</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GCalvet</dc:creator>
  <cp:keywords/>
  <dc:description/>
  <cp:lastModifiedBy>GCalvet</cp:lastModifiedBy>
  <cp:revision>20</cp:revision>
  <cp:lastPrinted>2019-09-02T11:59:00Z</cp:lastPrinted>
  <dcterms:created xsi:type="dcterms:W3CDTF">2020-11-13T12:56:00Z</dcterms:created>
  <dcterms:modified xsi:type="dcterms:W3CDTF">2020-12-04T09:47:00Z</dcterms:modified>
</cp:coreProperties>
</file>